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9D44C2" w14:textId="77777777" w:rsidR="001718F9" w:rsidRDefault="001718F9" w:rsidP="00871F81">
      <w:pPr>
        <w:spacing w:line="240" w:lineRule="auto"/>
        <w:jc w:val="center"/>
        <w:rPr>
          <w:rFonts w:ascii="Roboto Condensed" w:hAnsi="Roboto Condensed"/>
          <w:b/>
          <w:color w:val="004299"/>
          <w:sz w:val="72"/>
        </w:rPr>
      </w:pPr>
    </w:p>
    <w:p w14:paraId="72D2385D" w14:textId="336213C5" w:rsidR="00871F81" w:rsidRPr="00871F81" w:rsidRDefault="00871F81" w:rsidP="00871F81">
      <w:pPr>
        <w:spacing w:line="240" w:lineRule="auto"/>
        <w:jc w:val="center"/>
        <w:rPr>
          <w:rFonts w:ascii="Roboto Condensed" w:hAnsi="Roboto Condensed"/>
          <w:b/>
          <w:color w:val="004299"/>
          <w:sz w:val="72"/>
        </w:rPr>
      </w:pPr>
      <w:r w:rsidRPr="00871F81">
        <w:rPr>
          <w:rFonts w:ascii="Roboto Condensed" w:hAnsi="Roboto Condensed"/>
          <w:b/>
          <w:color w:val="004299"/>
          <w:sz w:val="72"/>
        </w:rPr>
        <w:t xml:space="preserve">Krisenhandbuch </w:t>
      </w:r>
    </w:p>
    <w:p w14:paraId="361AA7A5" w14:textId="698C5836" w:rsidR="000B4DBE" w:rsidRPr="00871F81" w:rsidRDefault="001718F9" w:rsidP="00871F81">
      <w:pPr>
        <w:spacing w:line="240" w:lineRule="auto"/>
        <w:jc w:val="center"/>
        <w:rPr>
          <w:rFonts w:ascii="Roboto Condensed" w:hAnsi="Roboto Condensed"/>
          <w:b/>
          <w:color w:val="004299"/>
          <w:sz w:val="72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11AA2F7D" wp14:editId="29645FBA">
            <wp:simplePos x="0" y="0"/>
            <wp:positionH relativeFrom="margin">
              <wp:align>center</wp:align>
            </wp:positionH>
            <wp:positionV relativeFrom="page">
              <wp:posOffset>3312751</wp:posOffset>
            </wp:positionV>
            <wp:extent cx="5008245" cy="5008245"/>
            <wp:effectExtent l="0" t="0" r="1905" b="190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VCP Waldläuferzeichen Neutral_Seite_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8245" cy="5008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1F81" w:rsidRPr="00871F81">
        <w:rPr>
          <w:rFonts w:ascii="Roboto Condensed" w:hAnsi="Roboto Condensed"/>
          <w:b/>
          <w:color w:val="004299"/>
          <w:sz w:val="72"/>
        </w:rPr>
        <w:t>VCP Württemberg e.V.</w:t>
      </w:r>
    </w:p>
    <w:p w14:paraId="699363FA" w14:textId="34700B67" w:rsidR="000B4DBE" w:rsidRPr="000B4DBE" w:rsidRDefault="000B4DBE" w:rsidP="000B4DBE"/>
    <w:p w14:paraId="59823FF9" w14:textId="70C5A65E" w:rsidR="000B4DBE" w:rsidRPr="000B4DBE" w:rsidRDefault="000B4DBE" w:rsidP="000B4DBE"/>
    <w:p w14:paraId="51BE4CD2" w14:textId="3F5F4DB6" w:rsidR="000B4DBE" w:rsidRPr="000B4DBE" w:rsidRDefault="000B4DBE" w:rsidP="000B4DBE"/>
    <w:p w14:paraId="750D868C" w14:textId="7368453D" w:rsidR="000B4DBE" w:rsidRPr="000B4DBE" w:rsidRDefault="000B4DBE" w:rsidP="000B4DBE"/>
    <w:p w14:paraId="1C2D3C31" w14:textId="1C89A1EE" w:rsidR="000B4DBE" w:rsidRPr="000B4DBE" w:rsidRDefault="000B4DBE" w:rsidP="000B4DBE"/>
    <w:p w14:paraId="76F5CF5C" w14:textId="4092DD59" w:rsidR="000B4DBE" w:rsidRPr="000B4DBE" w:rsidRDefault="000B4DBE" w:rsidP="000B4DBE"/>
    <w:p w14:paraId="7842F251" w14:textId="77777777" w:rsidR="000B4DBE" w:rsidRPr="000B4DBE" w:rsidRDefault="000B4DBE" w:rsidP="000B4DBE"/>
    <w:p w14:paraId="6B5AD594" w14:textId="77777777" w:rsidR="000B4DBE" w:rsidRPr="000B4DBE" w:rsidRDefault="000B4DBE" w:rsidP="000B4DBE"/>
    <w:p w14:paraId="56EB77CC" w14:textId="77777777" w:rsidR="000B4DBE" w:rsidRPr="000B4DBE" w:rsidRDefault="000B4DBE" w:rsidP="000B4DBE"/>
    <w:p w14:paraId="4213279C" w14:textId="77777777" w:rsidR="000B4DBE" w:rsidRPr="000B4DBE" w:rsidRDefault="000B4DBE" w:rsidP="000B4DBE"/>
    <w:p w14:paraId="5E47BF12" w14:textId="77777777" w:rsidR="000B4DBE" w:rsidRPr="000B4DBE" w:rsidRDefault="000B4DBE" w:rsidP="000B4DBE"/>
    <w:p w14:paraId="5EF5E94D" w14:textId="77777777" w:rsidR="000B4DBE" w:rsidRPr="000B4DBE" w:rsidRDefault="000B4DBE" w:rsidP="000B4DBE"/>
    <w:p w14:paraId="2C293681" w14:textId="77777777" w:rsidR="000B4DBE" w:rsidRPr="000B4DBE" w:rsidRDefault="000B4DBE" w:rsidP="000B4DBE"/>
    <w:p w14:paraId="30438A8C" w14:textId="77777777" w:rsidR="000B4DBE" w:rsidRPr="000B4DBE" w:rsidRDefault="000B4DBE" w:rsidP="000B4DBE"/>
    <w:p w14:paraId="41E8EBCB" w14:textId="77777777" w:rsidR="000B4DBE" w:rsidRPr="000B4DBE" w:rsidRDefault="000B4DBE" w:rsidP="000B4DBE"/>
    <w:p w14:paraId="6F14A624" w14:textId="7B2F3483" w:rsidR="000B4DBE" w:rsidRDefault="000B4DBE" w:rsidP="000B4DBE"/>
    <w:p w14:paraId="5CFE6F63" w14:textId="77777777" w:rsidR="00871F81" w:rsidRPr="000B4DBE" w:rsidRDefault="00871F81" w:rsidP="000B4DBE"/>
    <w:p w14:paraId="5947F78E" w14:textId="00C5376A" w:rsidR="00871F81" w:rsidRDefault="00871F81" w:rsidP="00871F81">
      <w:pPr>
        <w:jc w:val="right"/>
        <w:rPr>
          <w:color w:val="004299"/>
          <w:sz w:val="24"/>
        </w:rPr>
      </w:pPr>
      <w:r w:rsidRPr="00871F81">
        <w:rPr>
          <w:color w:val="004299"/>
          <w:sz w:val="24"/>
        </w:rPr>
        <w:lastRenderedPageBreak/>
        <w:t>* Gefahr</w:t>
      </w:r>
      <w:r>
        <w:rPr>
          <w:color w:val="004299"/>
          <w:sz w:val="24"/>
        </w:rPr>
        <w:br w:type="page"/>
      </w:r>
    </w:p>
    <w:p w14:paraId="28EB95B5" w14:textId="77777777" w:rsidR="00871F81" w:rsidRDefault="00871F81" w:rsidP="00871F81">
      <w:pPr>
        <w:jc w:val="right"/>
        <w:rPr>
          <w:color w:val="004299"/>
          <w:sz w:val="24"/>
        </w:rPr>
        <w:sectPr w:rsidR="00871F81" w:rsidSect="008E507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2160" w:right="1418" w:bottom="1134" w:left="1418" w:header="720" w:footer="714" w:gutter="0"/>
          <w:cols w:space="720"/>
        </w:sectPr>
      </w:pPr>
    </w:p>
    <w:p w14:paraId="06F76B01" w14:textId="45053879" w:rsidR="000B4DBE" w:rsidRDefault="000C74C3" w:rsidP="000B4DBE">
      <w:r>
        <w:lastRenderedPageBreak/>
        <w:pict w14:anchorId="249155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85pt;height:468.85pt">
            <v:imagedata r:id="rId16" o:title="VCP Waldläuferzeichen Neutral_Seite_36"/>
          </v:shape>
        </w:pict>
      </w:r>
    </w:p>
    <w:p w14:paraId="561D4B96" w14:textId="7170CA39" w:rsidR="000B4DBE" w:rsidRDefault="000B4DBE" w:rsidP="000B4DBE"/>
    <w:p w14:paraId="0F0AE6C5" w14:textId="428EAE4D" w:rsidR="000B4DBE" w:rsidRDefault="000B4DBE" w:rsidP="000B4DBE"/>
    <w:p w14:paraId="76C192EA" w14:textId="61EA4D3C" w:rsidR="000B4DBE" w:rsidRDefault="000B4DBE" w:rsidP="000B4DBE"/>
    <w:p w14:paraId="74A1D462" w14:textId="2376D092" w:rsidR="000B4DBE" w:rsidRDefault="000B4DBE" w:rsidP="000B4DBE"/>
    <w:p w14:paraId="202C2B1C" w14:textId="15F296E0" w:rsidR="000B4DBE" w:rsidRDefault="000B4DBE" w:rsidP="000B4DBE"/>
    <w:p w14:paraId="4C7A2D60" w14:textId="3AA0C389" w:rsidR="000B4DBE" w:rsidRPr="000B4DBE" w:rsidRDefault="000B4DBE" w:rsidP="000B4DBE"/>
    <w:p w14:paraId="41358FDA" w14:textId="77777777" w:rsidR="000B4DBE" w:rsidRPr="000B4DBE" w:rsidRDefault="000B4DBE" w:rsidP="000B4DBE"/>
    <w:p w14:paraId="1AC40A4D" w14:textId="33060D0C" w:rsidR="000B4DBE" w:rsidRDefault="000B4DBE" w:rsidP="000B4DBE"/>
    <w:p w14:paraId="0A2F4AAC" w14:textId="4D0DCACF" w:rsidR="000B4DBE" w:rsidRDefault="000B4DBE" w:rsidP="000B4DBE"/>
    <w:p w14:paraId="252A42EA" w14:textId="07DDBEB0" w:rsidR="000B4DBE" w:rsidRDefault="000B4DBE" w:rsidP="000B4DBE"/>
    <w:p w14:paraId="60E92D6B" w14:textId="3C91E6C0" w:rsidR="000B4DBE" w:rsidRDefault="000B4DBE" w:rsidP="000B4DBE"/>
    <w:p w14:paraId="444E2845" w14:textId="16B82B5E" w:rsidR="000B4DBE" w:rsidRDefault="000B4DBE" w:rsidP="000B4DBE"/>
    <w:p w14:paraId="32647E0E" w14:textId="1B852EF2" w:rsidR="000B4DBE" w:rsidRDefault="000B4DBE" w:rsidP="000B4DBE"/>
    <w:p w14:paraId="5F66CBA9" w14:textId="0DDB85EA" w:rsidR="000B4DBE" w:rsidRDefault="000B4DBE" w:rsidP="000B4DBE"/>
    <w:p w14:paraId="39AD2897" w14:textId="0F74A7AA" w:rsidR="000B4DBE" w:rsidRDefault="000B4DBE" w:rsidP="000B4DBE"/>
    <w:p w14:paraId="0950DEAE" w14:textId="628F7019" w:rsidR="000B4DBE" w:rsidRDefault="000B4DBE" w:rsidP="000B4DBE"/>
    <w:p w14:paraId="33CC5F07" w14:textId="1A20F4F2" w:rsidR="000B4DBE" w:rsidRDefault="000B4DBE" w:rsidP="000B4DBE"/>
    <w:p w14:paraId="7D61B04B" w14:textId="7D837A62" w:rsidR="000B4DBE" w:rsidRDefault="000B4DBE" w:rsidP="000B4DBE"/>
    <w:p w14:paraId="0AC68001" w14:textId="77777777" w:rsidR="000B4DBE" w:rsidRDefault="000B4DBE" w:rsidP="00251DB6">
      <w:pPr>
        <w:pStyle w:val="berschrift1"/>
        <w:sectPr w:rsidR="000B4DBE" w:rsidSect="008E507E">
          <w:headerReference w:type="default" r:id="rId17"/>
          <w:pgSz w:w="12240" w:h="15840"/>
          <w:pgMar w:top="2160" w:right="1418" w:bottom="1134" w:left="1418" w:header="720" w:footer="714" w:gutter="0"/>
          <w:cols w:space="720"/>
        </w:sectPr>
      </w:pPr>
    </w:p>
    <w:p w14:paraId="53D0E248" w14:textId="69AC1C4C" w:rsidR="00F16133" w:rsidRPr="00251DB6" w:rsidRDefault="00AD6779" w:rsidP="00251DB6">
      <w:pPr>
        <w:pStyle w:val="berschrift1"/>
      </w:pPr>
      <w:r w:rsidRPr="00251DB6">
        <w:rPr>
          <w:rFonts w:hint="eastAsia"/>
        </w:rPr>
        <w:lastRenderedPageBreak/>
        <w:t xml:space="preserve">Krisenhandbuch </w:t>
      </w:r>
      <w:r w:rsidR="00251DB6">
        <w:t>VCP</w:t>
      </w:r>
      <w:r w:rsidRPr="00251DB6">
        <w:rPr>
          <w:rFonts w:hint="eastAsia"/>
        </w:rPr>
        <w:t xml:space="preserve"> Württemberg e.V.</w:t>
      </w:r>
      <w:r w:rsidR="00495A59" w:rsidRPr="00251DB6">
        <w:rPr>
          <w:rFonts w:hint="eastAsia"/>
        </w:rPr>
        <w:t xml:space="preserve"> </w:t>
      </w:r>
    </w:p>
    <w:p w14:paraId="0F85D095" w14:textId="77777777" w:rsidR="00AD6779" w:rsidRPr="00251DB6" w:rsidRDefault="00AD6779" w:rsidP="00251DB6">
      <w:pPr>
        <w:pStyle w:val="berschrift2"/>
      </w:pPr>
      <w:r w:rsidRPr="00251DB6">
        <w:rPr>
          <w:rFonts w:hint="eastAsia"/>
        </w:rPr>
        <w:t>Präambel / Einführung</w:t>
      </w:r>
    </w:p>
    <w:p w14:paraId="0B9E806A" w14:textId="77777777" w:rsidR="00251DB6" w:rsidRDefault="00251DB6" w:rsidP="00251DB6">
      <w:pPr>
        <w:pStyle w:val="berschrift3"/>
      </w:pPr>
    </w:p>
    <w:p w14:paraId="1B9F913D" w14:textId="6F438050" w:rsidR="00AD6779" w:rsidRPr="00251DB6" w:rsidRDefault="00AD6779" w:rsidP="00251DB6">
      <w:pPr>
        <w:pStyle w:val="berschrift3"/>
      </w:pPr>
      <w:r w:rsidRPr="00251DB6">
        <w:rPr>
          <w:rFonts w:hint="eastAsia"/>
        </w:rPr>
        <w:t>Zielsetzung</w:t>
      </w:r>
    </w:p>
    <w:p w14:paraId="539391F9" w14:textId="77777777" w:rsidR="00AD6779" w:rsidRPr="00DD44F6" w:rsidRDefault="00AD6779" w:rsidP="00AD6779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>Das vorliegende Krisenhandbuch dient dazu, in ungew</w:t>
      </w:r>
      <w:r w:rsidRPr="00DD44F6">
        <w:rPr>
          <w:rFonts w:ascii="Roboto Condensed" w:hAnsi="Roboto Condensed" w:hint="eastAsia"/>
          <w:sz w:val="22"/>
        </w:rPr>
        <w:t>ö</w:t>
      </w:r>
      <w:r w:rsidRPr="00DD44F6">
        <w:rPr>
          <w:rFonts w:ascii="Roboto Condensed" w:hAnsi="Roboto Condensed"/>
          <w:sz w:val="22"/>
        </w:rPr>
        <w:t>hnlichen Situationen handlungsf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>hig zu bleiben. Es geht darum, die Eskalation einer kritischen Situation zu verhindern und Schaden an Image und Glaubw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>rdigkeit des Verbandes Christlicher Pfadfinderinnen und Pfadfinder W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 xml:space="preserve">rttemberg e.V. abzuwenden. </w:t>
      </w:r>
    </w:p>
    <w:p w14:paraId="5F53DBDD" w14:textId="14C91397" w:rsidR="00152DCC" w:rsidRPr="00DD44F6" w:rsidRDefault="00152DCC" w:rsidP="00AD6779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>Viele Krisensituationen k</w:t>
      </w:r>
      <w:r w:rsidRPr="00DD44F6">
        <w:rPr>
          <w:rFonts w:ascii="Roboto Condensed" w:hAnsi="Roboto Condensed" w:hint="eastAsia"/>
          <w:sz w:val="22"/>
        </w:rPr>
        <w:t>ö</w:t>
      </w:r>
      <w:r w:rsidRPr="00DD44F6">
        <w:rPr>
          <w:rFonts w:ascii="Roboto Condensed" w:hAnsi="Roboto Condensed"/>
          <w:sz w:val="22"/>
        </w:rPr>
        <w:t>nnen durch gute Vorplanung vermieden oder entsch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>rft werden. Daf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>r sollen die Checklisten in der Anlage dienen.</w:t>
      </w:r>
      <w:r w:rsidR="00DD44F6">
        <w:rPr>
          <w:rFonts w:ascii="Roboto Condensed" w:hAnsi="Roboto Condensed"/>
          <w:sz w:val="22"/>
        </w:rPr>
        <w:t xml:space="preserve"> </w:t>
      </w:r>
      <w:r w:rsidRPr="00DD44F6">
        <w:rPr>
          <w:rFonts w:ascii="Roboto Condensed" w:hAnsi="Roboto Condensed"/>
          <w:sz w:val="22"/>
        </w:rPr>
        <w:t>(Checkliste</w:t>
      </w:r>
      <w:r w:rsidR="00B53C74">
        <w:rPr>
          <w:rFonts w:ascii="Roboto Condensed" w:hAnsi="Roboto Condensed"/>
          <w:sz w:val="22"/>
        </w:rPr>
        <w:t>n: Aufgaben, Medien, Notfallliste, Gesprächsnotiz Notfallkontakt)</w:t>
      </w:r>
    </w:p>
    <w:p w14:paraId="2F26A865" w14:textId="77777777" w:rsidR="00AD6779" w:rsidRPr="00DD44F6" w:rsidRDefault="00AD6779" w:rsidP="00251DB6">
      <w:pPr>
        <w:pStyle w:val="berschrift3"/>
      </w:pPr>
      <w:r w:rsidRPr="00DD44F6">
        <w:rPr>
          <w:rFonts w:hint="eastAsia"/>
        </w:rPr>
        <w:t>Definition</w:t>
      </w:r>
    </w:p>
    <w:p w14:paraId="7916EEDF" w14:textId="152ECED6" w:rsidR="000D5EED" w:rsidRPr="00DD44F6" w:rsidRDefault="00AD6779" w:rsidP="00AD6779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>Krisen sind ungeplante und ungewollte Prozesse von begrenzter Dauer und Beeinflussbarkeit mit ambivalentem Ausgang. Sie sind gekennzeichnet durch ein starkes Informationsinteresse von Medien, Akteur</w:t>
      </w:r>
      <w:r w:rsidR="001E088C">
        <w:rPr>
          <w:rFonts w:ascii="Roboto Condensed" w:hAnsi="Roboto Condensed"/>
          <w:sz w:val="22"/>
        </w:rPr>
        <w:t>*inn</w:t>
      </w:r>
      <w:r w:rsidRPr="00DD44F6">
        <w:rPr>
          <w:rFonts w:ascii="Roboto Condensed" w:hAnsi="Roboto Condensed"/>
          <w:sz w:val="22"/>
        </w:rPr>
        <w:t xml:space="preserve">en und </w:t>
      </w:r>
      <w:r w:rsidRPr="00DD44F6">
        <w:rPr>
          <w:rFonts w:ascii="Roboto Condensed" w:hAnsi="Roboto Condensed" w:hint="eastAsia"/>
          <w:sz w:val="22"/>
        </w:rPr>
        <w:t>Ö</w:t>
      </w:r>
      <w:r w:rsidRPr="00DD44F6">
        <w:rPr>
          <w:rFonts w:ascii="Roboto Condensed" w:hAnsi="Roboto Condensed"/>
          <w:sz w:val="22"/>
        </w:rPr>
        <w:t>ffentlichkeit, eine hohe Komplexit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>t sowie einen unmittelbaren, starken Entscheidungs- und Handlungsdruck bei gleichzeitig geringem Handlungsspielraum. Krisen sind nicht durch allt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>gliche Handlungsabl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>ufe zu bew</w:t>
      </w:r>
      <w:r w:rsidRPr="00DD44F6">
        <w:rPr>
          <w:rFonts w:ascii="Roboto Condensed" w:hAnsi="Roboto Condensed" w:hint="eastAsia"/>
          <w:sz w:val="22"/>
        </w:rPr>
        <w:t>ä</w:t>
      </w:r>
      <w:r w:rsidR="00DD44F6">
        <w:rPr>
          <w:rFonts w:ascii="Roboto Condensed" w:hAnsi="Roboto Condensed"/>
          <w:sz w:val="22"/>
        </w:rPr>
        <w:t xml:space="preserve">ltigen. </w:t>
      </w:r>
      <w:r w:rsidR="000D5EED" w:rsidRPr="00DD44F6">
        <w:rPr>
          <w:rFonts w:ascii="Roboto Condensed" w:hAnsi="Roboto Condensed"/>
          <w:sz w:val="22"/>
        </w:rPr>
        <w:t>Deshalb ist ein systematisches Krisenmanagement unerl</w:t>
      </w:r>
      <w:r w:rsidR="000D5EED" w:rsidRPr="00DD44F6">
        <w:rPr>
          <w:rFonts w:ascii="Roboto Condensed" w:hAnsi="Roboto Condensed" w:hint="eastAsia"/>
          <w:sz w:val="22"/>
        </w:rPr>
        <w:t>ä</w:t>
      </w:r>
      <w:r w:rsidR="000D5EED" w:rsidRPr="00DD44F6">
        <w:rPr>
          <w:rFonts w:ascii="Roboto Condensed" w:hAnsi="Roboto Condensed"/>
          <w:sz w:val="22"/>
        </w:rPr>
        <w:t xml:space="preserve">sslich. </w:t>
      </w:r>
    </w:p>
    <w:p w14:paraId="7FD6EC73" w14:textId="147CF1E2" w:rsidR="000D5EED" w:rsidRPr="00DD44F6" w:rsidRDefault="000D5EED" w:rsidP="00AD6779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 xml:space="preserve">Zu unterscheiden sind dabei Krisen, </w:t>
      </w:r>
      <w:r w:rsidR="000A7677">
        <w:rPr>
          <w:rFonts w:ascii="Roboto Condensed" w:hAnsi="Roboto Condensed"/>
          <w:sz w:val="22"/>
        </w:rPr>
        <w:br/>
      </w:r>
      <w:r w:rsidR="00570D2B">
        <w:rPr>
          <w:rFonts w:ascii="Roboto Condensed" w:hAnsi="Roboto Condensed"/>
          <w:sz w:val="22"/>
        </w:rPr>
        <w:t xml:space="preserve">- </w:t>
      </w:r>
      <w:r w:rsidRPr="00DD44F6">
        <w:rPr>
          <w:rFonts w:ascii="Roboto Condensed" w:hAnsi="Roboto Condensed"/>
          <w:sz w:val="22"/>
        </w:rPr>
        <w:t>die nur den Verband Christlicher Pfadfinderinnen und Pfadfin</w:t>
      </w:r>
      <w:r w:rsidR="00DD44F6">
        <w:rPr>
          <w:rFonts w:ascii="Roboto Condensed" w:hAnsi="Roboto Condensed"/>
          <w:sz w:val="22"/>
        </w:rPr>
        <w:t>der betreffen (z.B. auf Lagern)</w:t>
      </w:r>
      <w:r w:rsidR="000A7677">
        <w:rPr>
          <w:rFonts w:ascii="Roboto Condensed" w:hAnsi="Roboto Condensed"/>
          <w:sz w:val="22"/>
        </w:rPr>
        <w:br/>
      </w:r>
      <w:r w:rsidR="00570D2B">
        <w:rPr>
          <w:rFonts w:ascii="Roboto Condensed" w:hAnsi="Roboto Condensed"/>
          <w:sz w:val="22"/>
        </w:rPr>
        <w:t xml:space="preserve">- </w:t>
      </w:r>
      <w:r w:rsidRPr="00DD44F6">
        <w:rPr>
          <w:rFonts w:ascii="Roboto Condensed" w:hAnsi="Roboto Condensed"/>
          <w:sz w:val="22"/>
        </w:rPr>
        <w:t>die Schnittfelder mit den Bundesverband betreffen</w:t>
      </w:r>
      <w:r w:rsidR="000A7677">
        <w:rPr>
          <w:rFonts w:ascii="Roboto Condensed" w:hAnsi="Roboto Condensed"/>
          <w:sz w:val="22"/>
        </w:rPr>
        <w:br/>
      </w:r>
      <w:r w:rsidR="00570D2B">
        <w:rPr>
          <w:rFonts w:ascii="Roboto Condensed" w:hAnsi="Roboto Condensed"/>
          <w:sz w:val="22"/>
        </w:rPr>
        <w:t xml:space="preserve">- </w:t>
      </w:r>
      <w:r w:rsidR="00DB094C" w:rsidRPr="00DD44F6">
        <w:rPr>
          <w:rFonts w:ascii="Roboto Condensed" w:hAnsi="Roboto Condensed"/>
          <w:sz w:val="22"/>
        </w:rPr>
        <w:t xml:space="preserve">die </w:t>
      </w:r>
      <w:r w:rsidRPr="00DD44F6">
        <w:rPr>
          <w:rFonts w:ascii="Roboto Condensed" w:hAnsi="Roboto Condensed"/>
          <w:sz w:val="22"/>
        </w:rPr>
        <w:t>einzelne St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 xml:space="preserve">mme und Gaue betreffen. </w:t>
      </w:r>
      <w:r w:rsidR="000A7677">
        <w:rPr>
          <w:rFonts w:ascii="Roboto Condensed" w:hAnsi="Roboto Condensed"/>
          <w:sz w:val="22"/>
        </w:rPr>
        <w:br/>
      </w:r>
      <w:r w:rsidRPr="00DD44F6">
        <w:rPr>
          <w:rFonts w:ascii="Roboto Condensed" w:hAnsi="Roboto Condensed"/>
          <w:sz w:val="22"/>
        </w:rPr>
        <w:t>Das vorliegende Krisenhandbuch kommt insbesondere in den ersten beiden F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 xml:space="preserve">llen zum Einsatz. </w:t>
      </w:r>
      <w:r w:rsidR="00280C9D" w:rsidRPr="00DD44F6">
        <w:rPr>
          <w:rFonts w:ascii="Roboto Condensed" w:hAnsi="Roboto Condensed"/>
          <w:sz w:val="22"/>
        </w:rPr>
        <w:t>Sonderf</w:t>
      </w:r>
      <w:r w:rsidR="00280C9D" w:rsidRPr="00DD44F6">
        <w:rPr>
          <w:rFonts w:ascii="Roboto Condensed" w:hAnsi="Roboto Condensed" w:hint="eastAsia"/>
          <w:sz w:val="22"/>
        </w:rPr>
        <w:t>ä</w:t>
      </w:r>
      <w:r w:rsidR="00280C9D" w:rsidRPr="00DD44F6">
        <w:rPr>
          <w:rFonts w:ascii="Roboto Condensed" w:hAnsi="Roboto Condensed"/>
          <w:sz w:val="22"/>
        </w:rPr>
        <w:t xml:space="preserve">lle auf Stammes- und </w:t>
      </w:r>
      <w:proofErr w:type="spellStart"/>
      <w:r w:rsidR="00280C9D" w:rsidRPr="00DD44F6">
        <w:rPr>
          <w:rFonts w:ascii="Roboto Condensed" w:hAnsi="Roboto Condensed"/>
          <w:sz w:val="22"/>
        </w:rPr>
        <w:t>Gauebene</w:t>
      </w:r>
      <w:proofErr w:type="spellEnd"/>
      <w:r w:rsidR="00280C9D" w:rsidRPr="00DD44F6">
        <w:rPr>
          <w:rFonts w:ascii="Roboto Condensed" w:hAnsi="Roboto Condensed"/>
          <w:sz w:val="22"/>
        </w:rPr>
        <w:t xml:space="preserve"> siehe III.</w:t>
      </w:r>
    </w:p>
    <w:p w14:paraId="7339F953" w14:textId="77777777" w:rsidR="000D5EED" w:rsidRPr="00DD44F6" w:rsidRDefault="000D5EED" w:rsidP="00251DB6">
      <w:pPr>
        <w:pStyle w:val="berschrift3"/>
      </w:pPr>
      <w:r w:rsidRPr="00DD44F6">
        <w:rPr>
          <w:rFonts w:hint="eastAsia"/>
        </w:rPr>
        <w:t>Aktualisierung</w:t>
      </w:r>
    </w:p>
    <w:p w14:paraId="121EE79B" w14:textId="0591354C" w:rsidR="000D5EED" w:rsidRPr="00DD44F6" w:rsidRDefault="000D5EED" w:rsidP="000D5EED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>Das Krisenhandbuch wird j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>hrlich aktualisiert. Verantwortlich daf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 xml:space="preserve">r ist die </w:t>
      </w:r>
      <w:r w:rsidR="00EB6261" w:rsidRPr="00DD44F6">
        <w:rPr>
          <w:rFonts w:ascii="Roboto Condensed" w:hAnsi="Roboto Condensed"/>
          <w:sz w:val="22"/>
        </w:rPr>
        <w:t>Landesleitung/Gesch</w:t>
      </w:r>
      <w:r w:rsidR="00EB6261" w:rsidRPr="00DD44F6">
        <w:rPr>
          <w:rFonts w:ascii="Roboto Condensed" w:hAnsi="Roboto Condensed" w:hint="eastAsia"/>
          <w:sz w:val="22"/>
        </w:rPr>
        <w:t>ä</w:t>
      </w:r>
      <w:r w:rsidR="00EB6261" w:rsidRPr="00DD44F6">
        <w:rPr>
          <w:rFonts w:ascii="Roboto Condensed" w:hAnsi="Roboto Condensed"/>
          <w:sz w:val="22"/>
        </w:rPr>
        <w:t>ftsf</w:t>
      </w:r>
      <w:r w:rsidR="00EB6261" w:rsidRPr="00DD44F6">
        <w:rPr>
          <w:rFonts w:ascii="Roboto Condensed" w:hAnsi="Roboto Condensed" w:hint="eastAsia"/>
          <w:sz w:val="22"/>
        </w:rPr>
        <w:t>ü</w:t>
      </w:r>
      <w:r w:rsidR="00EB6261" w:rsidRPr="00DD44F6">
        <w:rPr>
          <w:rFonts w:ascii="Roboto Condensed" w:hAnsi="Roboto Condensed"/>
          <w:sz w:val="22"/>
        </w:rPr>
        <w:t>hrung</w:t>
      </w:r>
      <w:r w:rsidR="001E088C">
        <w:rPr>
          <w:rFonts w:ascii="Roboto Condensed" w:hAnsi="Roboto Condensed"/>
          <w:sz w:val="22"/>
        </w:rPr>
        <w:t>. Es liegt in der jeweils</w:t>
      </w:r>
      <w:r w:rsidRPr="00DD44F6">
        <w:rPr>
          <w:rFonts w:ascii="Roboto Condensed" w:hAnsi="Roboto Condensed"/>
          <w:sz w:val="22"/>
        </w:rPr>
        <w:t xml:space="preserve"> aktuellen Fassung digital </w:t>
      </w:r>
      <w:r w:rsidR="007A2DED" w:rsidRPr="00DD44F6">
        <w:rPr>
          <w:rFonts w:ascii="Roboto Condensed" w:hAnsi="Roboto Condensed"/>
          <w:sz w:val="22"/>
        </w:rPr>
        <w:t xml:space="preserve">in der Cloud </w:t>
      </w:r>
      <w:r w:rsidRPr="00DD44F6">
        <w:rPr>
          <w:rFonts w:ascii="Roboto Condensed" w:hAnsi="Roboto Condensed"/>
          <w:sz w:val="22"/>
        </w:rPr>
        <w:t xml:space="preserve">bereit. </w:t>
      </w:r>
    </w:p>
    <w:p w14:paraId="46A7E1ED" w14:textId="77777777" w:rsidR="000D5EED" w:rsidRPr="00DD44F6" w:rsidRDefault="000D5EED" w:rsidP="00251DB6">
      <w:pPr>
        <w:pStyle w:val="berschrift3"/>
      </w:pPr>
      <w:r w:rsidRPr="00DD44F6">
        <w:rPr>
          <w:rFonts w:hint="eastAsia"/>
        </w:rPr>
        <w:t>Vertraulichkeit</w:t>
      </w:r>
    </w:p>
    <w:p w14:paraId="319318EA" w14:textId="4A418943" w:rsidR="000D5EED" w:rsidRDefault="000D5EED" w:rsidP="000D5EED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>Das Handbuch mit allen darin enthaltenen Daten und Abl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 xml:space="preserve">ufen unterliegt dem Datenschutz. </w:t>
      </w:r>
      <w:r w:rsidR="009E0164" w:rsidRPr="00DD44F6">
        <w:rPr>
          <w:rFonts w:ascii="Roboto Condensed" w:hAnsi="Roboto Condensed"/>
          <w:sz w:val="22"/>
        </w:rPr>
        <w:t xml:space="preserve">Bei </w:t>
      </w:r>
      <w:r w:rsidRPr="00DD44F6">
        <w:rPr>
          <w:rFonts w:ascii="Roboto Condensed" w:hAnsi="Roboto Condensed"/>
          <w:sz w:val="22"/>
        </w:rPr>
        <w:t>Ver</w:t>
      </w:r>
      <w:r w:rsidRPr="00DD44F6">
        <w:rPr>
          <w:rFonts w:ascii="Roboto Condensed" w:hAnsi="Roboto Condensed" w:hint="eastAsia"/>
          <w:sz w:val="22"/>
        </w:rPr>
        <w:t>ö</w:t>
      </w:r>
      <w:r w:rsidR="00DD44F6">
        <w:rPr>
          <w:rFonts w:ascii="Roboto Condensed" w:hAnsi="Roboto Condensed"/>
          <w:sz w:val="22"/>
        </w:rPr>
        <w:t xml:space="preserve">ffentlichung oder </w:t>
      </w:r>
      <w:r w:rsidRPr="00DD44F6">
        <w:rPr>
          <w:rFonts w:ascii="Roboto Condensed" w:hAnsi="Roboto Condensed"/>
          <w:sz w:val="22"/>
        </w:rPr>
        <w:t>Weitergabe an Personen au</w:t>
      </w:r>
      <w:r w:rsidRPr="00DD44F6">
        <w:rPr>
          <w:rFonts w:ascii="Roboto Condensed" w:hAnsi="Roboto Condensed" w:hint="eastAsia"/>
          <w:sz w:val="22"/>
        </w:rPr>
        <w:t>ß</w:t>
      </w:r>
      <w:r w:rsidRPr="00DD44F6">
        <w:rPr>
          <w:rFonts w:ascii="Roboto Condensed" w:hAnsi="Roboto Condensed"/>
          <w:sz w:val="22"/>
        </w:rPr>
        <w:t>erhalb des Verbandes Christlicher Pfadfinderinnen und Pfadfinder W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 xml:space="preserve">rttemberg e.V. </w:t>
      </w:r>
      <w:r w:rsidR="009E0164" w:rsidRPr="00DD44F6">
        <w:rPr>
          <w:rFonts w:ascii="Roboto Condensed" w:hAnsi="Roboto Condensed"/>
          <w:sz w:val="22"/>
        </w:rPr>
        <w:t>bitten wir die Landesstelle in Kenntnis zu setzen</w:t>
      </w:r>
      <w:r w:rsidRPr="00DD44F6">
        <w:rPr>
          <w:rFonts w:ascii="Roboto Condensed" w:hAnsi="Roboto Condensed"/>
          <w:sz w:val="22"/>
        </w:rPr>
        <w:t xml:space="preserve">. </w:t>
      </w:r>
    </w:p>
    <w:p w14:paraId="4F3BB2EB" w14:textId="404BCA92" w:rsidR="00251DB6" w:rsidRDefault="00251DB6" w:rsidP="000D5EED">
      <w:pPr>
        <w:rPr>
          <w:rFonts w:ascii="Roboto Condensed" w:hAnsi="Roboto Condensed"/>
          <w:sz w:val="22"/>
        </w:rPr>
      </w:pPr>
    </w:p>
    <w:p w14:paraId="36A71DC7" w14:textId="77777777" w:rsidR="00251DB6" w:rsidRPr="00DD44F6" w:rsidRDefault="00251DB6" w:rsidP="000D5EED">
      <w:pPr>
        <w:rPr>
          <w:rFonts w:ascii="Roboto Condensed" w:hAnsi="Roboto Condensed"/>
          <w:sz w:val="22"/>
        </w:rPr>
      </w:pPr>
    </w:p>
    <w:p w14:paraId="732F9E59" w14:textId="77777777" w:rsidR="000D5EED" w:rsidRPr="00DD44F6" w:rsidRDefault="000D5EED" w:rsidP="00251DB6">
      <w:pPr>
        <w:pStyle w:val="berschrift2"/>
      </w:pPr>
      <w:r w:rsidRPr="00DD44F6">
        <w:rPr>
          <w:rFonts w:hint="eastAsia"/>
        </w:rPr>
        <w:lastRenderedPageBreak/>
        <w:t>Organisation / Aufbau</w:t>
      </w:r>
    </w:p>
    <w:p w14:paraId="590C5A8B" w14:textId="77777777" w:rsidR="00251DB6" w:rsidRDefault="00251DB6" w:rsidP="00251DB6">
      <w:pPr>
        <w:pStyle w:val="berschrift3"/>
      </w:pPr>
    </w:p>
    <w:p w14:paraId="04DAB844" w14:textId="5AB12604" w:rsidR="000D5EED" w:rsidRPr="00DD44F6" w:rsidRDefault="000D5EED" w:rsidP="00251DB6">
      <w:pPr>
        <w:pStyle w:val="berschrift3"/>
      </w:pPr>
      <w:r w:rsidRPr="00DD44F6">
        <w:rPr>
          <w:rFonts w:hint="eastAsia"/>
        </w:rPr>
        <w:t xml:space="preserve">Ablauf Krisenmanagement </w:t>
      </w:r>
    </w:p>
    <w:p w14:paraId="55DBCCF6" w14:textId="7E5EE6F6" w:rsidR="00CE268F" w:rsidRPr="00DD44F6" w:rsidRDefault="000D5EED" w:rsidP="000D5EED">
      <w:pPr>
        <w:rPr>
          <w:rFonts w:ascii="Roboto Condensed" w:hAnsi="Roboto Condensed"/>
          <w:sz w:val="22"/>
        </w:rPr>
      </w:pPr>
      <w:r w:rsidRPr="00251DB6">
        <w:rPr>
          <w:rFonts w:ascii="Roboto Condensed" w:hAnsi="Roboto Condensed"/>
          <w:b/>
          <w:sz w:val="22"/>
        </w:rPr>
        <w:t>Informieren</w:t>
      </w:r>
      <w:r w:rsidRPr="00251DB6">
        <w:rPr>
          <w:rFonts w:ascii="Roboto Condensed" w:hAnsi="Roboto Condensed"/>
          <w:b/>
          <w:sz w:val="22"/>
        </w:rPr>
        <w:br/>
      </w:r>
      <w:r w:rsidRPr="00DD44F6">
        <w:rPr>
          <w:rFonts w:ascii="Roboto Condensed" w:hAnsi="Roboto Condensed"/>
          <w:sz w:val="22"/>
        </w:rPr>
        <w:t>Ein Ereignis, das zu einer Krise f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>hrt / f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>hren k</w:t>
      </w:r>
      <w:r w:rsidRPr="00DD44F6">
        <w:rPr>
          <w:rFonts w:ascii="Roboto Condensed" w:hAnsi="Roboto Condensed" w:hint="eastAsia"/>
          <w:sz w:val="22"/>
        </w:rPr>
        <w:t>ö</w:t>
      </w:r>
      <w:r w:rsidRPr="00DD44F6">
        <w:rPr>
          <w:rFonts w:ascii="Roboto Condensed" w:hAnsi="Roboto Condensed"/>
          <w:sz w:val="22"/>
        </w:rPr>
        <w:t>nnte, geschieht. Die betroffenen haupt- und ehrenamtlichen Mitarbeiter*innen treffen ggfs. Sofortma</w:t>
      </w:r>
      <w:r w:rsidRPr="00DD44F6">
        <w:rPr>
          <w:rFonts w:ascii="Roboto Condensed" w:hAnsi="Roboto Condensed" w:hint="eastAsia"/>
          <w:sz w:val="22"/>
        </w:rPr>
        <w:t>ß</w:t>
      </w:r>
      <w:r w:rsidRPr="00DD44F6">
        <w:rPr>
          <w:rFonts w:ascii="Roboto Condensed" w:hAnsi="Roboto Condensed"/>
          <w:sz w:val="22"/>
        </w:rPr>
        <w:t xml:space="preserve">nahmen </w:t>
      </w:r>
      <w:r w:rsidR="00CE268F" w:rsidRPr="00DD44F6">
        <w:rPr>
          <w:rFonts w:ascii="Roboto Condensed" w:hAnsi="Roboto Condensed"/>
          <w:sz w:val="22"/>
        </w:rPr>
        <w:t xml:space="preserve">(z.B. bei einem Unfall) und informieren </w:t>
      </w:r>
      <w:r w:rsidR="001E134A" w:rsidRPr="00DD44F6">
        <w:rPr>
          <w:rFonts w:ascii="Roboto Condensed" w:hAnsi="Roboto Condensed"/>
          <w:sz w:val="22"/>
        </w:rPr>
        <w:t>schnellstm</w:t>
      </w:r>
      <w:r w:rsidR="001E134A" w:rsidRPr="00DD44F6">
        <w:rPr>
          <w:rFonts w:ascii="Roboto Condensed" w:hAnsi="Roboto Condensed" w:hint="eastAsia"/>
          <w:sz w:val="22"/>
        </w:rPr>
        <w:t>ö</w:t>
      </w:r>
      <w:r w:rsidR="001E134A" w:rsidRPr="00DD44F6">
        <w:rPr>
          <w:rFonts w:ascii="Roboto Condensed" w:hAnsi="Roboto Condensed"/>
          <w:sz w:val="22"/>
        </w:rPr>
        <w:t xml:space="preserve">glich </w:t>
      </w:r>
      <w:r w:rsidR="00CE268F" w:rsidRPr="00DD44F6">
        <w:rPr>
          <w:rFonts w:ascii="Roboto Condensed" w:hAnsi="Roboto Condensed"/>
          <w:sz w:val="22"/>
        </w:rPr>
        <w:t>die Landesleitung</w:t>
      </w:r>
      <w:r w:rsidR="00DB094C" w:rsidRPr="00DD44F6">
        <w:rPr>
          <w:rFonts w:ascii="Roboto Condensed" w:hAnsi="Roboto Condensed"/>
          <w:sz w:val="22"/>
        </w:rPr>
        <w:t xml:space="preserve"> / die Gesch</w:t>
      </w:r>
      <w:r w:rsidR="00DB094C" w:rsidRPr="00DD44F6">
        <w:rPr>
          <w:rFonts w:ascii="Roboto Condensed" w:hAnsi="Roboto Condensed" w:hint="eastAsia"/>
          <w:sz w:val="22"/>
        </w:rPr>
        <w:t>ä</w:t>
      </w:r>
      <w:r w:rsidR="00DB094C" w:rsidRPr="00DD44F6">
        <w:rPr>
          <w:rFonts w:ascii="Roboto Condensed" w:hAnsi="Roboto Condensed"/>
          <w:sz w:val="22"/>
        </w:rPr>
        <w:t>ftsstelle des VCP</w:t>
      </w:r>
      <w:r w:rsidR="00CE268F" w:rsidRPr="00DD44F6">
        <w:rPr>
          <w:rFonts w:ascii="Roboto Condensed" w:hAnsi="Roboto Condensed"/>
          <w:sz w:val="22"/>
        </w:rPr>
        <w:t xml:space="preserve">. </w:t>
      </w:r>
      <w:r w:rsidR="00F000E1">
        <w:rPr>
          <w:rFonts w:ascii="Roboto Condensed" w:hAnsi="Roboto Condensed"/>
          <w:sz w:val="22"/>
        </w:rPr>
        <w:br/>
      </w:r>
      <w:r w:rsidR="00DD44F6" w:rsidRPr="008C7051">
        <w:rPr>
          <w:rFonts w:ascii="Roboto Condensed" w:hAnsi="Roboto Condensed"/>
          <w:sz w:val="22"/>
        </w:rPr>
        <w:t>Falls die Medien nachfragen</w:t>
      </w:r>
      <w:r w:rsidR="00535796">
        <w:rPr>
          <w:rFonts w:ascii="Roboto Condensed" w:hAnsi="Roboto Condensed"/>
          <w:sz w:val="22"/>
        </w:rPr>
        <w:t>,</w:t>
      </w:r>
      <w:r w:rsidR="008C7051">
        <w:rPr>
          <w:rFonts w:ascii="Roboto Condensed" w:hAnsi="Roboto Condensed"/>
          <w:sz w:val="22"/>
        </w:rPr>
        <w:t xml:space="preserve"> muss die Landesleitung / Geschäftsstelle auskunftsfähig sein.</w:t>
      </w:r>
    </w:p>
    <w:p w14:paraId="6C52E569" w14:textId="25EF1265" w:rsidR="00CE268F" w:rsidRPr="00DD44F6" w:rsidRDefault="00CE268F" w:rsidP="000D5EED">
      <w:pPr>
        <w:rPr>
          <w:rFonts w:ascii="Roboto Condensed" w:hAnsi="Roboto Condensed"/>
          <w:sz w:val="22"/>
        </w:rPr>
      </w:pPr>
      <w:r w:rsidRPr="00251DB6">
        <w:rPr>
          <w:rFonts w:ascii="Roboto Condensed" w:hAnsi="Roboto Condensed"/>
          <w:b/>
          <w:sz w:val="22"/>
        </w:rPr>
        <w:t>Krisenteam einberufen</w:t>
      </w:r>
      <w:r w:rsidRPr="00251DB6">
        <w:rPr>
          <w:rFonts w:ascii="Roboto Condensed" w:hAnsi="Roboto Condensed"/>
          <w:b/>
          <w:sz w:val="22"/>
        </w:rPr>
        <w:br/>
      </w:r>
      <w:r w:rsidRPr="00DD44F6">
        <w:rPr>
          <w:rFonts w:ascii="Roboto Condensed" w:hAnsi="Roboto Condensed"/>
          <w:sz w:val="22"/>
        </w:rPr>
        <w:t>Jedes Mitglied der Landesleitung ist befugt</w:t>
      </w:r>
      <w:r w:rsidR="00F000E1">
        <w:rPr>
          <w:rFonts w:ascii="Roboto Condensed" w:hAnsi="Roboto Condensed"/>
          <w:sz w:val="22"/>
        </w:rPr>
        <w:t>,</w:t>
      </w:r>
      <w:r w:rsidRPr="00DD44F6">
        <w:rPr>
          <w:rFonts w:ascii="Roboto Condensed" w:hAnsi="Roboto Condensed"/>
          <w:sz w:val="22"/>
        </w:rPr>
        <w:t xml:space="preserve"> zu entscheiden, ob</w:t>
      </w:r>
      <w:r w:rsidR="00DD44F6">
        <w:rPr>
          <w:rFonts w:ascii="Roboto Condensed" w:hAnsi="Roboto Condensed"/>
          <w:sz w:val="22"/>
        </w:rPr>
        <w:t xml:space="preserve"> eine Krise vorliegt</w:t>
      </w:r>
      <w:r w:rsidR="00F000E1">
        <w:rPr>
          <w:rFonts w:ascii="Roboto Condensed" w:hAnsi="Roboto Condensed"/>
          <w:sz w:val="22"/>
        </w:rPr>
        <w:t>,</w:t>
      </w:r>
      <w:r w:rsidR="00DD44F6">
        <w:rPr>
          <w:rFonts w:ascii="Roboto Condensed" w:hAnsi="Roboto Condensed"/>
          <w:sz w:val="22"/>
        </w:rPr>
        <w:t xml:space="preserve"> und ggfs. d</w:t>
      </w:r>
      <w:r w:rsidRPr="00DD44F6">
        <w:rPr>
          <w:rFonts w:ascii="Roboto Condensed" w:hAnsi="Roboto Condensed"/>
          <w:sz w:val="22"/>
        </w:rPr>
        <w:t xml:space="preserve">as Krisenteam einzuberufen. </w:t>
      </w:r>
      <w:r w:rsidRPr="00DD44F6">
        <w:rPr>
          <w:rFonts w:ascii="Roboto Condensed" w:hAnsi="Roboto Condensed"/>
          <w:sz w:val="22"/>
        </w:rPr>
        <w:br/>
        <w:t>Entscheidet das Mitglied der Landesleitung zun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>chst, dass keine Krise vorliegt, wird das Ereignis trotzdem weiter beobachtet. Ggfs. wird das Krisenteam zu einem sp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 xml:space="preserve">teren Zeitpunkt einberufen. </w:t>
      </w:r>
      <w:r w:rsidRPr="00DD44F6">
        <w:rPr>
          <w:rFonts w:ascii="Roboto Condensed" w:hAnsi="Roboto Condensed"/>
          <w:sz w:val="22"/>
        </w:rPr>
        <w:br/>
        <w:t>Grunds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>tzlich gilt: Lieber einmal zu viel, als einmal zu wenig!</w:t>
      </w:r>
    </w:p>
    <w:p w14:paraId="4337EA80" w14:textId="77777777" w:rsidR="00CE268F" w:rsidRPr="00DD44F6" w:rsidRDefault="00CE268F" w:rsidP="000D5EED">
      <w:pPr>
        <w:rPr>
          <w:rFonts w:ascii="Roboto Condensed" w:hAnsi="Roboto Condensed"/>
          <w:sz w:val="22"/>
        </w:rPr>
      </w:pPr>
      <w:r w:rsidRPr="00251DB6">
        <w:rPr>
          <w:rFonts w:ascii="Roboto Condensed" w:hAnsi="Roboto Condensed"/>
          <w:b/>
          <w:sz w:val="22"/>
        </w:rPr>
        <w:t>Bericht</w:t>
      </w:r>
      <w:r w:rsidRPr="00251DB6">
        <w:rPr>
          <w:rFonts w:ascii="Roboto Condensed" w:hAnsi="Roboto Condensed"/>
          <w:b/>
          <w:sz w:val="22"/>
        </w:rPr>
        <w:br/>
      </w:r>
      <w:r w:rsidRPr="00DD44F6">
        <w:rPr>
          <w:rFonts w:ascii="Roboto Condensed" w:hAnsi="Roboto Condensed"/>
          <w:sz w:val="22"/>
        </w:rPr>
        <w:t>Die betroffenen Mitarbeiter*innen liefern so bald wie m</w:t>
      </w:r>
      <w:r w:rsidRPr="00DD44F6">
        <w:rPr>
          <w:rFonts w:ascii="Roboto Condensed" w:hAnsi="Roboto Condensed" w:hint="eastAsia"/>
          <w:sz w:val="22"/>
        </w:rPr>
        <w:t>ö</w:t>
      </w:r>
      <w:r w:rsidRPr="00DD44F6">
        <w:rPr>
          <w:rFonts w:ascii="Roboto Condensed" w:hAnsi="Roboto Condensed"/>
          <w:sz w:val="22"/>
        </w:rPr>
        <w:t xml:space="preserve">glich einen detaillierten Bericht 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>ber den Vorfall an das Krisenteam</w:t>
      </w:r>
      <w:r w:rsidR="002D267C" w:rsidRPr="00DD44F6">
        <w:rPr>
          <w:rFonts w:ascii="Roboto Condensed" w:hAnsi="Roboto Condensed"/>
          <w:sz w:val="22"/>
        </w:rPr>
        <w:t>. Dieser kann zun</w:t>
      </w:r>
      <w:r w:rsidR="002D267C" w:rsidRPr="00DD44F6">
        <w:rPr>
          <w:rFonts w:ascii="Roboto Condensed" w:hAnsi="Roboto Condensed" w:hint="eastAsia"/>
          <w:sz w:val="22"/>
        </w:rPr>
        <w:t>ä</w:t>
      </w:r>
      <w:r w:rsidR="002D267C" w:rsidRPr="00DD44F6">
        <w:rPr>
          <w:rFonts w:ascii="Roboto Condensed" w:hAnsi="Roboto Condensed"/>
          <w:sz w:val="22"/>
        </w:rPr>
        <w:t>chst m</w:t>
      </w:r>
      <w:r w:rsidR="002D267C" w:rsidRPr="00DD44F6">
        <w:rPr>
          <w:rFonts w:ascii="Roboto Condensed" w:hAnsi="Roboto Condensed" w:hint="eastAsia"/>
          <w:sz w:val="22"/>
        </w:rPr>
        <w:t>ü</w:t>
      </w:r>
      <w:r w:rsidR="002D267C" w:rsidRPr="00DD44F6">
        <w:rPr>
          <w:rFonts w:ascii="Roboto Condensed" w:hAnsi="Roboto Condensed"/>
          <w:sz w:val="22"/>
        </w:rPr>
        <w:t>ndlich erfolgen, allerdings muss das Ereignis (ggfs. sp</w:t>
      </w:r>
      <w:r w:rsidR="002D267C" w:rsidRPr="00DD44F6">
        <w:rPr>
          <w:rFonts w:ascii="Roboto Condensed" w:hAnsi="Roboto Condensed" w:hint="eastAsia"/>
          <w:sz w:val="22"/>
        </w:rPr>
        <w:t>ä</w:t>
      </w:r>
      <w:r w:rsidR="002D267C" w:rsidRPr="00DD44F6">
        <w:rPr>
          <w:rFonts w:ascii="Roboto Condensed" w:hAnsi="Roboto Condensed"/>
          <w:sz w:val="22"/>
        </w:rPr>
        <w:t xml:space="preserve">ter) schriftlich dokumentiert werden. </w:t>
      </w:r>
    </w:p>
    <w:p w14:paraId="532C05FE" w14:textId="77777777" w:rsidR="002D267C" w:rsidRPr="00DD44F6" w:rsidRDefault="002D267C" w:rsidP="000D5EED">
      <w:pPr>
        <w:rPr>
          <w:rFonts w:ascii="Roboto Condensed" w:hAnsi="Roboto Condensed"/>
          <w:sz w:val="22"/>
        </w:rPr>
      </w:pPr>
      <w:r w:rsidRPr="00251DB6">
        <w:rPr>
          <w:rFonts w:ascii="Roboto Condensed" w:hAnsi="Roboto Condensed"/>
          <w:b/>
          <w:sz w:val="22"/>
        </w:rPr>
        <w:t>Fakten kl</w:t>
      </w:r>
      <w:r w:rsidRPr="00251DB6">
        <w:rPr>
          <w:rFonts w:ascii="Roboto Condensed" w:hAnsi="Roboto Condensed" w:hint="eastAsia"/>
          <w:b/>
          <w:sz w:val="22"/>
        </w:rPr>
        <w:t>ä</w:t>
      </w:r>
      <w:r w:rsidRPr="00251DB6">
        <w:rPr>
          <w:rFonts w:ascii="Roboto Condensed" w:hAnsi="Roboto Condensed"/>
          <w:b/>
          <w:sz w:val="22"/>
        </w:rPr>
        <w:t>ren</w:t>
      </w:r>
      <w:r w:rsidRPr="00251DB6">
        <w:rPr>
          <w:rFonts w:ascii="Roboto Condensed" w:hAnsi="Roboto Condensed"/>
          <w:b/>
          <w:sz w:val="22"/>
        </w:rPr>
        <w:br/>
      </w:r>
      <w:r w:rsidRPr="00DD44F6">
        <w:rPr>
          <w:rFonts w:ascii="Roboto Condensed" w:hAnsi="Roboto Condensed"/>
          <w:sz w:val="22"/>
        </w:rPr>
        <w:t xml:space="preserve">Das Krisenteam arbeitet gemeinsam die Fakten heraus, die 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 xml:space="preserve">ber die Krise bekannt sind und trennt genau nach Fakten und Spekulationen. Evtl. wird ein Mitglied der Landesleitung zum Ort des Ereignisses geschickt. </w:t>
      </w:r>
      <w:r w:rsidRPr="00DD44F6">
        <w:rPr>
          <w:rFonts w:ascii="Roboto Condensed" w:hAnsi="Roboto Condensed"/>
          <w:sz w:val="22"/>
        </w:rPr>
        <w:br/>
        <w:t xml:space="preserve">Gemeinsam wird bestimmt, welche Informationen an die Medien gehen (Argumentationslinie), wer sonst noch informiert wird und in welcher Form. </w:t>
      </w:r>
      <w:r w:rsidRPr="00DD44F6">
        <w:rPr>
          <w:rFonts w:ascii="Roboto Condensed" w:hAnsi="Roboto Condensed"/>
          <w:sz w:val="22"/>
        </w:rPr>
        <w:br/>
        <w:t>Gemeinsam werden die n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 xml:space="preserve">chsten Handlungsschritte abgestimmt und delegiert. Alle Schritte werden schriftlich dokumentiert. </w:t>
      </w:r>
      <w:r w:rsidRPr="00DD44F6">
        <w:rPr>
          <w:rFonts w:ascii="Roboto Condensed" w:hAnsi="Roboto Condensed"/>
          <w:sz w:val="22"/>
        </w:rPr>
        <w:br/>
        <w:t xml:space="preserve">In der Regel sind im Verlauf einer Krise mehrere Treffen des Krisenteams notwendig. </w:t>
      </w:r>
    </w:p>
    <w:p w14:paraId="5AEEC4C7" w14:textId="77C2A4B2" w:rsidR="002D267C" w:rsidRDefault="002D267C" w:rsidP="000D5EED">
      <w:pPr>
        <w:rPr>
          <w:rFonts w:ascii="Roboto Condensed" w:hAnsi="Roboto Condensed"/>
          <w:sz w:val="22"/>
        </w:rPr>
      </w:pPr>
      <w:r w:rsidRPr="00251DB6">
        <w:rPr>
          <w:rFonts w:ascii="Roboto Condensed" w:hAnsi="Roboto Condensed"/>
          <w:b/>
          <w:sz w:val="22"/>
        </w:rPr>
        <w:t>Nachbereitung</w:t>
      </w:r>
      <w:r w:rsidRPr="00251DB6">
        <w:rPr>
          <w:rFonts w:ascii="Roboto Condensed" w:hAnsi="Roboto Condensed"/>
          <w:b/>
          <w:sz w:val="22"/>
        </w:rPr>
        <w:br/>
      </w:r>
      <w:r w:rsidRPr="00DD44F6">
        <w:rPr>
          <w:rFonts w:ascii="Roboto Condensed" w:hAnsi="Roboto Condensed"/>
          <w:sz w:val="22"/>
        </w:rPr>
        <w:t xml:space="preserve">Nach dem Ende der Krisensituation wird der Verlauf ausgewertet, evtl. das Krisenhandbuch 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 xml:space="preserve">berarbeitet. Ggfs. werden Konsequenzen festgelegt. </w:t>
      </w:r>
    </w:p>
    <w:p w14:paraId="0135321C" w14:textId="77777777" w:rsidR="008E507E" w:rsidRPr="00DD44F6" w:rsidRDefault="008E507E" w:rsidP="000D5EED">
      <w:pPr>
        <w:rPr>
          <w:rFonts w:ascii="Roboto Condensed" w:hAnsi="Roboto Condensed"/>
          <w:sz w:val="22"/>
        </w:rPr>
      </w:pPr>
    </w:p>
    <w:p w14:paraId="330C3E66" w14:textId="77777777" w:rsidR="008E507E" w:rsidRDefault="008E507E" w:rsidP="00251DB6">
      <w:pPr>
        <w:pStyle w:val="berschrift3"/>
      </w:pPr>
      <w:r>
        <w:br w:type="page"/>
      </w:r>
    </w:p>
    <w:p w14:paraId="5D60F552" w14:textId="77989154" w:rsidR="00EB6261" w:rsidRDefault="00EB6261" w:rsidP="00251DB6">
      <w:pPr>
        <w:pStyle w:val="berschrift3"/>
      </w:pPr>
      <w:r w:rsidRPr="00DD44F6">
        <w:rPr>
          <w:rFonts w:hint="eastAsia"/>
        </w:rPr>
        <w:lastRenderedPageBreak/>
        <w:t>Mitglieder des Krisenteams</w:t>
      </w:r>
    </w:p>
    <w:p w14:paraId="254E94EA" w14:textId="77777777" w:rsidR="00251DB6" w:rsidRPr="00251DB6" w:rsidRDefault="00251DB6" w:rsidP="00251DB6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3260"/>
        <w:gridCol w:w="3402"/>
      </w:tblGrid>
      <w:tr w:rsidR="00F61673" w:rsidRPr="00251DB6" w14:paraId="01AC7CBD" w14:textId="77777777" w:rsidTr="00DD44F6">
        <w:tc>
          <w:tcPr>
            <w:tcW w:w="2689" w:type="dxa"/>
          </w:tcPr>
          <w:p w14:paraId="6BB042F9" w14:textId="77777777" w:rsidR="00F61673" w:rsidRPr="00251DB6" w:rsidRDefault="00F61673" w:rsidP="00EB6261">
            <w:pPr>
              <w:rPr>
                <w:rFonts w:ascii="Roboto Condensed" w:hAnsi="Roboto Condensed"/>
                <w:b/>
                <w:sz w:val="22"/>
              </w:rPr>
            </w:pPr>
            <w:r w:rsidRPr="00251DB6">
              <w:rPr>
                <w:rFonts w:ascii="Roboto Condensed" w:hAnsi="Roboto Condensed"/>
                <w:b/>
                <w:sz w:val="22"/>
              </w:rPr>
              <w:t>Funktion</w:t>
            </w:r>
          </w:p>
        </w:tc>
        <w:tc>
          <w:tcPr>
            <w:tcW w:w="3260" w:type="dxa"/>
          </w:tcPr>
          <w:p w14:paraId="640631C8" w14:textId="77777777" w:rsidR="00F61673" w:rsidRPr="00251DB6" w:rsidRDefault="00F61673" w:rsidP="00EB6261">
            <w:pPr>
              <w:rPr>
                <w:rFonts w:ascii="Roboto Condensed" w:hAnsi="Roboto Condensed"/>
                <w:b/>
                <w:sz w:val="22"/>
              </w:rPr>
            </w:pPr>
            <w:r w:rsidRPr="00251DB6">
              <w:rPr>
                <w:rFonts w:ascii="Roboto Condensed" w:hAnsi="Roboto Condensed"/>
                <w:b/>
                <w:sz w:val="22"/>
              </w:rPr>
              <w:t>Name</w:t>
            </w:r>
          </w:p>
        </w:tc>
        <w:tc>
          <w:tcPr>
            <w:tcW w:w="3402" w:type="dxa"/>
          </w:tcPr>
          <w:p w14:paraId="5CB0B213" w14:textId="77777777" w:rsidR="00F61673" w:rsidRPr="00251DB6" w:rsidRDefault="00F61673" w:rsidP="00EB6261">
            <w:pPr>
              <w:rPr>
                <w:rFonts w:ascii="Roboto Condensed" w:hAnsi="Roboto Condensed"/>
                <w:b/>
                <w:sz w:val="22"/>
              </w:rPr>
            </w:pPr>
            <w:r w:rsidRPr="00251DB6">
              <w:rPr>
                <w:rFonts w:ascii="Roboto Condensed" w:hAnsi="Roboto Condensed"/>
                <w:b/>
                <w:sz w:val="22"/>
              </w:rPr>
              <w:t>Vertretung</w:t>
            </w:r>
          </w:p>
        </w:tc>
      </w:tr>
      <w:tr w:rsidR="00F61673" w:rsidRPr="00C97391" w14:paraId="462FEE63" w14:textId="77777777" w:rsidTr="00DD44F6">
        <w:tc>
          <w:tcPr>
            <w:tcW w:w="2689" w:type="dxa"/>
          </w:tcPr>
          <w:p w14:paraId="513A1F79" w14:textId="77777777" w:rsidR="00F61673" w:rsidRPr="00DD44F6" w:rsidRDefault="00F61673" w:rsidP="00EB6261">
            <w:pPr>
              <w:rPr>
                <w:rFonts w:ascii="Roboto Condensed" w:hAnsi="Roboto Condensed"/>
                <w:sz w:val="22"/>
              </w:rPr>
            </w:pPr>
            <w:r w:rsidRPr="00DD44F6">
              <w:rPr>
                <w:rFonts w:ascii="Roboto Condensed" w:hAnsi="Roboto Condensed"/>
                <w:sz w:val="22"/>
              </w:rPr>
              <w:t>Gesch</w:t>
            </w:r>
            <w:r w:rsidRPr="00DD44F6">
              <w:rPr>
                <w:rFonts w:ascii="Roboto Condensed" w:hAnsi="Roboto Condensed" w:hint="eastAsia"/>
                <w:sz w:val="22"/>
              </w:rPr>
              <w:t>ä</w:t>
            </w:r>
            <w:r w:rsidRPr="00DD44F6">
              <w:rPr>
                <w:rFonts w:ascii="Roboto Condensed" w:hAnsi="Roboto Condensed"/>
                <w:sz w:val="22"/>
              </w:rPr>
              <w:t>ftsf</w:t>
            </w:r>
            <w:r w:rsidRPr="00DD44F6">
              <w:rPr>
                <w:rFonts w:ascii="Roboto Condensed" w:hAnsi="Roboto Condensed" w:hint="eastAsia"/>
                <w:sz w:val="22"/>
              </w:rPr>
              <w:t>ü</w:t>
            </w:r>
            <w:r w:rsidRPr="00DD44F6">
              <w:rPr>
                <w:rFonts w:ascii="Roboto Condensed" w:hAnsi="Roboto Condensed"/>
                <w:sz w:val="22"/>
              </w:rPr>
              <w:t>hrer*in</w:t>
            </w:r>
          </w:p>
        </w:tc>
        <w:tc>
          <w:tcPr>
            <w:tcW w:w="3260" w:type="dxa"/>
          </w:tcPr>
          <w:p w14:paraId="3DD6435F" w14:textId="0E7BB20F" w:rsidR="00F61673" w:rsidRPr="00DD44F6" w:rsidRDefault="00F61673" w:rsidP="007A2DED">
            <w:pPr>
              <w:rPr>
                <w:rFonts w:ascii="Roboto Condensed" w:hAnsi="Roboto Condensed"/>
                <w:sz w:val="22"/>
              </w:rPr>
            </w:pPr>
          </w:p>
        </w:tc>
        <w:tc>
          <w:tcPr>
            <w:tcW w:w="3402" w:type="dxa"/>
          </w:tcPr>
          <w:p w14:paraId="2FD62AAD" w14:textId="77777777" w:rsidR="00F61673" w:rsidRPr="00DD44F6" w:rsidRDefault="00F61673" w:rsidP="001E4089">
            <w:pPr>
              <w:rPr>
                <w:rFonts w:ascii="Roboto Condensed" w:hAnsi="Roboto Condensed"/>
                <w:sz w:val="22"/>
              </w:rPr>
            </w:pPr>
          </w:p>
        </w:tc>
      </w:tr>
      <w:tr w:rsidR="00F61673" w:rsidRPr="00C97391" w14:paraId="719F83C7" w14:textId="77777777" w:rsidTr="00DD44F6">
        <w:tc>
          <w:tcPr>
            <w:tcW w:w="2689" w:type="dxa"/>
          </w:tcPr>
          <w:p w14:paraId="37D92701" w14:textId="77777777" w:rsidR="00F61673" w:rsidRPr="00DD44F6" w:rsidRDefault="00F61673" w:rsidP="00EB6261">
            <w:pPr>
              <w:rPr>
                <w:rFonts w:ascii="Roboto Condensed" w:hAnsi="Roboto Condensed"/>
                <w:sz w:val="22"/>
              </w:rPr>
            </w:pPr>
            <w:r w:rsidRPr="00DD44F6">
              <w:rPr>
                <w:rFonts w:ascii="Roboto Condensed" w:hAnsi="Roboto Condensed"/>
                <w:sz w:val="22"/>
              </w:rPr>
              <w:t>Mitglied der Landesleitung</w:t>
            </w:r>
          </w:p>
        </w:tc>
        <w:tc>
          <w:tcPr>
            <w:tcW w:w="3260" w:type="dxa"/>
          </w:tcPr>
          <w:p w14:paraId="20BA1F71" w14:textId="255F6BCE" w:rsidR="00F61673" w:rsidRPr="00DD44F6" w:rsidRDefault="00F61673" w:rsidP="007A2DED">
            <w:pPr>
              <w:rPr>
                <w:rFonts w:ascii="Roboto Condensed" w:hAnsi="Roboto Condensed"/>
                <w:sz w:val="22"/>
              </w:rPr>
            </w:pPr>
          </w:p>
        </w:tc>
        <w:tc>
          <w:tcPr>
            <w:tcW w:w="3402" w:type="dxa"/>
          </w:tcPr>
          <w:p w14:paraId="1882EBDF" w14:textId="4D3DD0C8" w:rsidR="00757ADE" w:rsidRPr="00DD44F6" w:rsidRDefault="00757ADE" w:rsidP="00B8704F">
            <w:pPr>
              <w:rPr>
                <w:rFonts w:ascii="Roboto Condensed" w:hAnsi="Roboto Condensed"/>
                <w:sz w:val="22"/>
              </w:rPr>
            </w:pPr>
          </w:p>
        </w:tc>
      </w:tr>
      <w:tr w:rsidR="00F61673" w:rsidRPr="00C97391" w14:paraId="3E7A8B87" w14:textId="77777777" w:rsidTr="00DD44F6">
        <w:tc>
          <w:tcPr>
            <w:tcW w:w="2689" w:type="dxa"/>
          </w:tcPr>
          <w:p w14:paraId="0F8F6B39" w14:textId="77777777" w:rsidR="00F61673" w:rsidRPr="00DD44F6" w:rsidRDefault="00F61673" w:rsidP="00EB6261">
            <w:pPr>
              <w:rPr>
                <w:rFonts w:ascii="Roboto Condensed" w:hAnsi="Roboto Condensed"/>
                <w:sz w:val="22"/>
              </w:rPr>
            </w:pPr>
            <w:r w:rsidRPr="00DD44F6">
              <w:rPr>
                <w:rFonts w:ascii="Roboto Condensed" w:hAnsi="Roboto Condensed"/>
                <w:sz w:val="22"/>
              </w:rPr>
              <w:t>Pr</w:t>
            </w:r>
            <w:r w:rsidRPr="00DD44F6">
              <w:rPr>
                <w:rFonts w:ascii="Roboto Condensed" w:hAnsi="Roboto Condensed" w:hint="eastAsia"/>
                <w:sz w:val="22"/>
              </w:rPr>
              <w:t>ä</w:t>
            </w:r>
            <w:r w:rsidRPr="00DD44F6">
              <w:rPr>
                <w:rFonts w:ascii="Roboto Condensed" w:hAnsi="Roboto Condensed"/>
                <w:sz w:val="22"/>
              </w:rPr>
              <w:t>ventionsbeauftragte*r</w:t>
            </w:r>
          </w:p>
        </w:tc>
        <w:tc>
          <w:tcPr>
            <w:tcW w:w="3260" w:type="dxa"/>
          </w:tcPr>
          <w:p w14:paraId="0C111BFD" w14:textId="32AA7F71" w:rsidR="00F61673" w:rsidRPr="00DD44F6" w:rsidRDefault="00F61673" w:rsidP="00B8704F">
            <w:pPr>
              <w:rPr>
                <w:rFonts w:ascii="Roboto Condensed" w:hAnsi="Roboto Condensed"/>
                <w:sz w:val="22"/>
              </w:rPr>
            </w:pPr>
          </w:p>
        </w:tc>
        <w:tc>
          <w:tcPr>
            <w:tcW w:w="3402" w:type="dxa"/>
          </w:tcPr>
          <w:p w14:paraId="076B67D2" w14:textId="77777777" w:rsidR="00F61673" w:rsidRPr="00DD44F6" w:rsidRDefault="00F61673" w:rsidP="00EB6261">
            <w:pPr>
              <w:rPr>
                <w:rFonts w:ascii="Roboto Condensed" w:hAnsi="Roboto Condensed"/>
                <w:sz w:val="22"/>
              </w:rPr>
            </w:pPr>
          </w:p>
        </w:tc>
      </w:tr>
      <w:tr w:rsidR="00F61673" w:rsidRPr="00C97391" w14:paraId="7B24AE61" w14:textId="77777777" w:rsidTr="00DD44F6">
        <w:tc>
          <w:tcPr>
            <w:tcW w:w="2689" w:type="dxa"/>
          </w:tcPr>
          <w:p w14:paraId="7E478245" w14:textId="77777777" w:rsidR="00F61673" w:rsidRPr="00DD44F6" w:rsidRDefault="00F61673" w:rsidP="00EB6261">
            <w:pPr>
              <w:rPr>
                <w:rFonts w:ascii="Roboto Condensed" w:hAnsi="Roboto Condensed"/>
                <w:sz w:val="22"/>
              </w:rPr>
            </w:pPr>
            <w:r w:rsidRPr="00DD44F6">
              <w:rPr>
                <w:rFonts w:ascii="Roboto Condensed" w:hAnsi="Roboto Condensed"/>
                <w:sz w:val="22"/>
              </w:rPr>
              <w:t>Vertreter*</w:t>
            </w:r>
            <w:proofErr w:type="spellStart"/>
            <w:r w:rsidRPr="00DD44F6">
              <w:rPr>
                <w:rFonts w:ascii="Roboto Condensed" w:hAnsi="Roboto Condensed"/>
                <w:sz w:val="22"/>
              </w:rPr>
              <w:t>in des</w:t>
            </w:r>
            <w:proofErr w:type="spellEnd"/>
            <w:r w:rsidRPr="00DD44F6">
              <w:rPr>
                <w:rFonts w:ascii="Roboto Condensed" w:hAnsi="Roboto Condensed"/>
                <w:sz w:val="22"/>
              </w:rPr>
              <w:t xml:space="preserve"> Landesrates</w:t>
            </w:r>
          </w:p>
        </w:tc>
        <w:tc>
          <w:tcPr>
            <w:tcW w:w="3260" w:type="dxa"/>
          </w:tcPr>
          <w:p w14:paraId="59304F16" w14:textId="02C0C157" w:rsidR="00F61673" w:rsidRPr="00DD44F6" w:rsidRDefault="00F61673" w:rsidP="001E4089">
            <w:pPr>
              <w:pStyle w:val="HTMLVorformatiert"/>
              <w:rPr>
                <w:rFonts w:ascii="Roboto Condensed" w:hAnsi="Roboto Condensed"/>
                <w:sz w:val="22"/>
              </w:rPr>
            </w:pPr>
          </w:p>
        </w:tc>
        <w:tc>
          <w:tcPr>
            <w:tcW w:w="3402" w:type="dxa"/>
          </w:tcPr>
          <w:p w14:paraId="2D56EF3C" w14:textId="77777777" w:rsidR="00F61673" w:rsidRPr="00DD44F6" w:rsidRDefault="00F61673" w:rsidP="00EB6261">
            <w:pPr>
              <w:rPr>
                <w:rFonts w:ascii="Roboto Condensed" w:hAnsi="Roboto Condensed"/>
                <w:sz w:val="22"/>
              </w:rPr>
            </w:pPr>
          </w:p>
        </w:tc>
      </w:tr>
      <w:tr w:rsidR="00F61673" w:rsidRPr="00C97391" w14:paraId="23354339" w14:textId="77777777" w:rsidTr="00DD44F6">
        <w:tc>
          <w:tcPr>
            <w:tcW w:w="2689" w:type="dxa"/>
          </w:tcPr>
          <w:p w14:paraId="4942BA6C" w14:textId="77777777" w:rsidR="00F61673" w:rsidRPr="00DD44F6" w:rsidRDefault="00F61673" w:rsidP="00EB6261">
            <w:pPr>
              <w:rPr>
                <w:rFonts w:ascii="Roboto Condensed" w:hAnsi="Roboto Condensed"/>
                <w:sz w:val="22"/>
              </w:rPr>
            </w:pPr>
            <w:r w:rsidRPr="00DD44F6">
              <w:rPr>
                <w:rFonts w:ascii="Roboto Condensed" w:hAnsi="Roboto Condensed"/>
                <w:sz w:val="22"/>
              </w:rPr>
              <w:t>Krisenbeteiligte</w:t>
            </w:r>
          </w:p>
        </w:tc>
        <w:tc>
          <w:tcPr>
            <w:tcW w:w="3260" w:type="dxa"/>
          </w:tcPr>
          <w:p w14:paraId="1FF68C64" w14:textId="77777777" w:rsidR="00F61673" w:rsidRPr="00DD44F6" w:rsidRDefault="00F61673" w:rsidP="00EB6261">
            <w:pPr>
              <w:rPr>
                <w:rFonts w:ascii="Roboto Condensed" w:hAnsi="Roboto Condensed"/>
                <w:sz w:val="22"/>
              </w:rPr>
            </w:pPr>
          </w:p>
        </w:tc>
        <w:tc>
          <w:tcPr>
            <w:tcW w:w="3402" w:type="dxa"/>
          </w:tcPr>
          <w:p w14:paraId="507492EC" w14:textId="77777777" w:rsidR="00F61673" w:rsidRPr="00DD44F6" w:rsidRDefault="00F61673" w:rsidP="00EB6261">
            <w:pPr>
              <w:rPr>
                <w:rFonts w:ascii="Roboto Condensed" w:hAnsi="Roboto Condensed"/>
                <w:sz w:val="22"/>
              </w:rPr>
            </w:pPr>
          </w:p>
        </w:tc>
      </w:tr>
      <w:tr w:rsidR="00F61673" w:rsidRPr="00C97391" w14:paraId="21E37ED4" w14:textId="77777777" w:rsidTr="00DD44F6">
        <w:tc>
          <w:tcPr>
            <w:tcW w:w="2689" w:type="dxa"/>
          </w:tcPr>
          <w:p w14:paraId="4D60B33B" w14:textId="77777777" w:rsidR="00F61673" w:rsidRPr="00DD44F6" w:rsidRDefault="00F61673" w:rsidP="00EB6261">
            <w:pPr>
              <w:rPr>
                <w:rFonts w:ascii="Roboto Condensed" w:hAnsi="Roboto Condensed"/>
                <w:sz w:val="22"/>
              </w:rPr>
            </w:pPr>
            <w:r w:rsidRPr="00DD44F6">
              <w:rPr>
                <w:rFonts w:ascii="Roboto Condensed" w:hAnsi="Roboto Condensed"/>
                <w:sz w:val="22"/>
              </w:rPr>
              <w:t>weitere Mitarbeiter*innen</w:t>
            </w:r>
          </w:p>
        </w:tc>
        <w:tc>
          <w:tcPr>
            <w:tcW w:w="3260" w:type="dxa"/>
          </w:tcPr>
          <w:p w14:paraId="11C8A9E4" w14:textId="134C73D5" w:rsidR="00F61673" w:rsidRPr="00DD44F6" w:rsidRDefault="00F61673" w:rsidP="00757ADE">
            <w:pPr>
              <w:rPr>
                <w:rFonts w:ascii="Roboto Condensed" w:hAnsi="Roboto Condensed"/>
                <w:sz w:val="22"/>
              </w:rPr>
            </w:pPr>
            <w:r w:rsidRPr="00DD44F6">
              <w:rPr>
                <w:rFonts w:ascii="Roboto Condensed" w:hAnsi="Roboto Condensed"/>
                <w:sz w:val="22"/>
              </w:rPr>
              <w:t xml:space="preserve">z.B. Sekretariat, </w:t>
            </w:r>
            <w:r w:rsidR="00757ADE" w:rsidRPr="00DD44F6">
              <w:rPr>
                <w:rFonts w:ascii="Roboto Condensed" w:hAnsi="Roboto Condensed"/>
                <w:sz w:val="22"/>
              </w:rPr>
              <w:t>EJW-Ansprechpartner</w:t>
            </w:r>
            <w:r w:rsidR="00E13BAA">
              <w:rPr>
                <w:rFonts w:ascii="Roboto Condensed" w:hAnsi="Roboto Condensed"/>
                <w:sz w:val="22"/>
              </w:rPr>
              <w:t>*innen</w:t>
            </w:r>
            <w:r w:rsidR="00757ADE" w:rsidRPr="00DD44F6">
              <w:rPr>
                <w:rFonts w:ascii="Roboto Condensed" w:hAnsi="Roboto Condensed"/>
                <w:sz w:val="22"/>
              </w:rPr>
              <w:t xml:space="preserve"> (fachliche</w:t>
            </w:r>
            <w:r w:rsidR="00E13BAA">
              <w:rPr>
                <w:rFonts w:ascii="Roboto Condensed" w:hAnsi="Roboto Condensed"/>
                <w:sz w:val="22"/>
              </w:rPr>
              <w:t>*</w:t>
            </w:r>
            <w:r w:rsidR="00757ADE" w:rsidRPr="00DD44F6">
              <w:rPr>
                <w:rFonts w:ascii="Roboto Condensed" w:hAnsi="Roboto Condensed"/>
                <w:sz w:val="22"/>
              </w:rPr>
              <w:t>r Leiter</w:t>
            </w:r>
            <w:r w:rsidR="00E13BAA">
              <w:rPr>
                <w:rFonts w:ascii="Roboto Condensed" w:hAnsi="Roboto Condensed"/>
                <w:sz w:val="22"/>
              </w:rPr>
              <w:t>*in</w:t>
            </w:r>
            <w:r w:rsidR="00757ADE" w:rsidRPr="00DD44F6">
              <w:rPr>
                <w:rFonts w:ascii="Roboto Condensed" w:hAnsi="Roboto Condensed"/>
                <w:sz w:val="22"/>
              </w:rPr>
              <w:t>, Pressereferent</w:t>
            </w:r>
            <w:r w:rsidR="00E13BAA">
              <w:rPr>
                <w:rFonts w:ascii="Roboto Condensed" w:hAnsi="Roboto Condensed"/>
                <w:sz w:val="22"/>
              </w:rPr>
              <w:t>*in</w:t>
            </w:r>
            <w:r w:rsidR="00757ADE" w:rsidRPr="00DD44F6">
              <w:rPr>
                <w:rFonts w:ascii="Roboto Condensed" w:hAnsi="Roboto Condensed"/>
                <w:sz w:val="22"/>
              </w:rPr>
              <w:t xml:space="preserve"> </w:t>
            </w:r>
            <w:r w:rsidR="00757ADE" w:rsidRPr="00DD44F6">
              <w:rPr>
                <w:rFonts w:ascii="Roboto Condensed" w:hAnsi="Roboto Condensed" w:hint="eastAsia"/>
                <w:sz w:val="22"/>
              </w:rPr>
              <w:t>…</w:t>
            </w:r>
            <w:r w:rsidR="00757ADE" w:rsidRPr="00DD44F6">
              <w:rPr>
                <w:rFonts w:ascii="Roboto Condensed" w:hAnsi="Roboto Condensed"/>
                <w:sz w:val="22"/>
              </w:rPr>
              <w:t>)</w:t>
            </w:r>
          </w:p>
        </w:tc>
        <w:tc>
          <w:tcPr>
            <w:tcW w:w="3402" w:type="dxa"/>
          </w:tcPr>
          <w:p w14:paraId="5A2A3FEE" w14:textId="77777777" w:rsidR="00F61673" w:rsidRPr="00DD44F6" w:rsidRDefault="00F61673" w:rsidP="00EB6261">
            <w:pPr>
              <w:rPr>
                <w:rFonts w:ascii="Roboto Condensed" w:hAnsi="Roboto Condensed"/>
                <w:sz w:val="22"/>
              </w:rPr>
            </w:pPr>
          </w:p>
        </w:tc>
      </w:tr>
    </w:tbl>
    <w:p w14:paraId="2F855E0A" w14:textId="77777777" w:rsidR="00F61673" w:rsidRPr="00DD44F6" w:rsidRDefault="00F61673" w:rsidP="00EB6261">
      <w:pPr>
        <w:rPr>
          <w:rFonts w:ascii="Roboto Condensed" w:hAnsi="Roboto Condensed"/>
          <w:sz w:val="22"/>
        </w:rPr>
      </w:pPr>
    </w:p>
    <w:p w14:paraId="2A756300" w14:textId="77777777" w:rsidR="00F61673" w:rsidRPr="00DD44F6" w:rsidRDefault="00F61673" w:rsidP="00251DB6">
      <w:pPr>
        <w:pStyle w:val="berschrift3"/>
      </w:pPr>
      <w:r w:rsidRPr="00DD44F6">
        <w:rPr>
          <w:rFonts w:hint="eastAsia"/>
        </w:rPr>
        <w:t>Zuständigkeiten des Krisenteams</w:t>
      </w:r>
    </w:p>
    <w:p w14:paraId="625B16AB" w14:textId="1EB90569" w:rsidR="00F40BE6" w:rsidRPr="00DD44F6" w:rsidRDefault="00F40BE6" w:rsidP="00F61673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 xml:space="preserve">Wenn keine Person des Krisenteams vor Ort ist: </w:t>
      </w:r>
    </w:p>
    <w:p w14:paraId="4614157E" w14:textId="739B2B71" w:rsidR="00F40BE6" w:rsidRPr="00DD44F6" w:rsidRDefault="00F40BE6" w:rsidP="00F61673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 xml:space="preserve">- Stellung bzw. Benennung </w:t>
      </w:r>
      <w:r w:rsidRPr="00E13BAA">
        <w:rPr>
          <w:rFonts w:ascii="Roboto Condensed" w:hAnsi="Roboto Condensed"/>
          <w:sz w:val="22"/>
        </w:rPr>
        <w:t>eines</w:t>
      </w:r>
      <w:r w:rsidR="00E13BAA" w:rsidRPr="00E13BAA">
        <w:rPr>
          <w:rFonts w:ascii="Roboto Condensed" w:hAnsi="Roboto Condensed"/>
          <w:sz w:val="22"/>
        </w:rPr>
        <w:t>*</w:t>
      </w:r>
      <w:r w:rsidR="00A016C3" w:rsidRPr="00E13BAA">
        <w:rPr>
          <w:rFonts w:ascii="Roboto Condensed" w:hAnsi="Roboto Condensed"/>
          <w:sz w:val="22"/>
        </w:rPr>
        <w:t>eine</w:t>
      </w:r>
      <w:r w:rsidR="00DD44F6" w:rsidRPr="00E13BAA">
        <w:rPr>
          <w:rFonts w:ascii="Roboto Condensed" w:hAnsi="Roboto Condensed"/>
          <w:sz w:val="22"/>
        </w:rPr>
        <w:t>r</w:t>
      </w:r>
      <w:r w:rsidRPr="00DD44F6">
        <w:rPr>
          <w:rFonts w:ascii="Roboto Condensed" w:hAnsi="Roboto Condensed"/>
          <w:sz w:val="22"/>
        </w:rPr>
        <w:t xml:space="preserve"> Krisenmanagers</w:t>
      </w:r>
      <w:r w:rsidR="00DD44F6">
        <w:rPr>
          <w:rFonts w:ascii="Roboto Condensed" w:hAnsi="Roboto Condensed"/>
          <w:sz w:val="22"/>
        </w:rPr>
        <w:t>*in</w:t>
      </w:r>
      <w:r w:rsidRPr="00DD44F6">
        <w:rPr>
          <w:rFonts w:ascii="Roboto Condensed" w:hAnsi="Roboto Condensed"/>
          <w:sz w:val="22"/>
        </w:rPr>
        <w:t xml:space="preserve"> vor Ort (i.d.R. die Leitung vor Ort)</w:t>
      </w:r>
      <w:r w:rsidRPr="00DD44F6">
        <w:rPr>
          <w:rFonts w:ascii="Roboto Condensed" w:hAnsi="Roboto Condensed"/>
          <w:sz w:val="22"/>
        </w:rPr>
        <w:br/>
        <w:t>- Unterst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>tzung haupt- und ehrenamtlicher Mitarbeiter*innen</w:t>
      </w:r>
      <w:r w:rsidRPr="00DD44F6">
        <w:rPr>
          <w:rFonts w:ascii="Roboto Condensed" w:hAnsi="Roboto Condensed"/>
          <w:sz w:val="22"/>
        </w:rPr>
        <w:br/>
        <w:t>- Kl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>rung des Ereignishergangs</w:t>
      </w:r>
      <w:r w:rsidRPr="00DD44F6">
        <w:rPr>
          <w:rFonts w:ascii="Roboto Condensed" w:hAnsi="Roboto Condensed"/>
          <w:sz w:val="22"/>
        </w:rPr>
        <w:br/>
        <w:t>- Kontakt zu Bundesverband</w:t>
      </w:r>
      <w:r w:rsidRPr="00DD44F6">
        <w:rPr>
          <w:rFonts w:ascii="Roboto Condensed" w:hAnsi="Roboto Condensed"/>
          <w:sz w:val="22"/>
        </w:rPr>
        <w:br/>
        <w:t>- Medienbeobachtung</w:t>
      </w:r>
      <w:r w:rsidRPr="00DD44F6">
        <w:rPr>
          <w:rFonts w:ascii="Roboto Condensed" w:hAnsi="Roboto Condensed"/>
          <w:sz w:val="22"/>
        </w:rPr>
        <w:br/>
        <w:t>- Ansprechpartner</w:t>
      </w:r>
      <w:r w:rsidR="007043AF">
        <w:rPr>
          <w:rFonts w:ascii="Roboto Condensed" w:hAnsi="Roboto Condensed"/>
          <w:sz w:val="22"/>
        </w:rPr>
        <w:t>*in</w:t>
      </w:r>
      <w:r w:rsidRPr="00DD44F6">
        <w:rPr>
          <w:rFonts w:ascii="Roboto Condensed" w:hAnsi="Roboto Condensed"/>
          <w:sz w:val="22"/>
        </w:rPr>
        <w:t xml:space="preserve"> f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 xml:space="preserve">r Presse </w:t>
      </w:r>
      <w:r w:rsidRPr="00DD44F6">
        <w:rPr>
          <w:rFonts w:ascii="Roboto Condensed" w:hAnsi="Roboto Condensed"/>
          <w:sz w:val="22"/>
        </w:rPr>
        <w:br/>
        <w:t xml:space="preserve">- Kommunikation </w:t>
      </w:r>
      <w:r w:rsidRPr="00DD44F6">
        <w:rPr>
          <w:rFonts w:ascii="Roboto Condensed" w:hAnsi="Roboto Condensed" w:hint="eastAsia"/>
          <w:sz w:val="22"/>
        </w:rPr>
        <w:t>Ö</w:t>
      </w:r>
      <w:r w:rsidRPr="00DD44F6">
        <w:rPr>
          <w:rFonts w:ascii="Roboto Condensed" w:hAnsi="Roboto Condensed"/>
          <w:sz w:val="22"/>
        </w:rPr>
        <w:t>ffentlichkeitsarbeit / Medienbetreuung</w:t>
      </w:r>
      <w:r w:rsidRPr="00DD44F6">
        <w:rPr>
          <w:rFonts w:ascii="Roboto Condensed" w:hAnsi="Roboto Condensed"/>
          <w:sz w:val="22"/>
        </w:rPr>
        <w:br/>
        <w:t>- Kontakt zu Angeh</w:t>
      </w:r>
      <w:r w:rsidRPr="00DD44F6">
        <w:rPr>
          <w:rFonts w:ascii="Roboto Condensed" w:hAnsi="Roboto Condensed" w:hint="eastAsia"/>
          <w:sz w:val="22"/>
        </w:rPr>
        <w:t>ö</w:t>
      </w:r>
      <w:r w:rsidRPr="00DD44F6">
        <w:rPr>
          <w:rFonts w:ascii="Roboto Condensed" w:hAnsi="Roboto Condensed"/>
          <w:sz w:val="22"/>
        </w:rPr>
        <w:t xml:space="preserve">rigen </w:t>
      </w:r>
      <w:r w:rsidRPr="00DD44F6">
        <w:rPr>
          <w:rFonts w:ascii="Roboto Condensed" w:hAnsi="Roboto Condensed"/>
          <w:sz w:val="22"/>
        </w:rPr>
        <w:br/>
      </w:r>
    </w:p>
    <w:p w14:paraId="637D82E6" w14:textId="5FA17179" w:rsidR="009E0164" w:rsidRPr="00251DB6" w:rsidRDefault="00F40BE6" w:rsidP="00F61673">
      <w:pPr>
        <w:rPr>
          <w:rFonts w:ascii="Roboto Condensed" w:hAnsi="Roboto Condensed"/>
          <w:sz w:val="22"/>
          <w:u w:val="single"/>
        </w:rPr>
      </w:pPr>
      <w:r w:rsidRPr="00251DB6">
        <w:rPr>
          <w:rFonts w:ascii="Roboto Condensed" w:hAnsi="Roboto Condensed"/>
          <w:sz w:val="22"/>
          <w:u w:val="single"/>
        </w:rPr>
        <w:t>Zus</w:t>
      </w:r>
      <w:r w:rsidRPr="00251DB6">
        <w:rPr>
          <w:rFonts w:ascii="Roboto Condensed" w:hAnsi="Roboto Condensed" w:hint="eastAsia"/>
          <w:sz w:val="22"/>
          <w:u w:val="single"/>
        </w:rPr>
        <w:t>ä</w:t>
      </w:r>
      <w:r w:rsidRPr="00251DB6">
        <w:rPr>
          <w:rFonts w:ascii="Roboto Condensed" w:hAnsi="Roboto Condensed"/>
          <w:sz w:val="22"/>
          <w:u w:val="single"/>
        </w:rPr>
        <w:t>tzliche Aufgaben, w</w:t>
      </w:r>
      <w:r w:rsidR="009E0164" w:rsidRPr="00251DB6">
        <w:rPr>
          <w:rFonts w:ascii="Roboto Condensed" w:hAnsi="Roboto Condensed"/>
          <w:sz w:val="22"/>
          <w:u w:val="single"/>
        </w:rPr>
        <w:t>enn eine Person des Krisenteams vor Ort ist:</w:t>
      </w:r>
    </w:p>
    <w:p w14:paraId="7463C7C5" w14:textId="26DDE299" w:rsidR="00F61673" w:rsidRPr="00DD44F6" w:rsidRDefault="00F40BE6" w:rsidP="00F40BE6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>- Kommunikation vor Ort</w:t>
      </w:r>
      <w:r w:rsidRPr="00DD44F6">
        <w:rPr>
          <w:rFonts w:ascii="Roboto Condensed" w:hAnsi="Roboto Condensed"/>
          <w:sz w:val="22"/>
        </w:rPr>
        <w:br/>
        <w:t>- Kl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>rung inhaltlicher und sicherheitsrelevanter Fragen (gemeinsam mit den Einsatzkr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>ften)</w:t>
      </w:r>
      <w:r w:rsidRPr="00DD44F6">
        <w:rPr>
          <w:rFonts w:ascii="Roboto Condensed" w:hAnsi="Roboto Condensed"/>
          <w:sz w:val="22"/>
        </w:rPr>
        <w:br/>
        <w:t>- Kontakt zur Polizei / Rettungsdienst / Notfallseelsorge</w:t>
      </w:r>
      <w:r w:rsidRPr="00DD44F6">
        <w:rPr>
          <w:rFonts w:ascii="Roboto Condensed" w:hAnsi="Roboto Condensed"/>
          <w:sz w:val="22"/>
        </w:rPr>
        <w:br/>
      </w:r>
    </w:p>
    <w:p w14:paraId="32F3C96D" w14:textId="77777777" w:rsidR="00443ED6" w:rsidRPr="00DD44F6" w:rsidRDefault="00443ED6" w:rsidP="00251DB6">
      <w:pPr>
        <w:pStyle w:val="berschrift3"/>
      </w:pPr>
      <w:r w:rsidRPr="00DD44F6">
        <w:rPr>
          <w:rFonts w:hint="eastAsia"/>
        </w:rPr>
        <w:t>Training des Krisenteams</w:t>
      </w:r>
    </w:p>
    <w:p w14:paraId="4D8333FD" w14:textId="04E20429" w:rsidR="00443ED6" w:rsidRPr="00DD44F6" w:rsidRDefault="00443ED6" w:rsidP="00443ED6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>Die Mitglieder des Krisenteams und ihre Vertreter</w:t>
      </w:r>
      <w:r w:rsidR="007043AF">
        <w:rPr>
          <w:rFonts w:ascii="Roboto Condensed" w:hAnsi="Roboto Condensed"/>
          <w:sz w:val="22"/>
        </w:rPr>
        <w:t>*innen</w:t>
      </w:r>
      <w:r w:rsidRPr="00DD44F6">
        <w:rPr>
          <w:rFonts w:ascii="Roboto Condensed" w:hAnsi="Roboto Condensed"/>
          <w:sz w:val="22"/>
        </w:rPr>
        <w:t xml:space="preserve"> </w:t>
      </w:r>
      <w:r w:rsidR="00B8704F" w:rsidRPr="00DD44F6">
        <w:rPr>
          <w:rFonts w:ascii="Roboto Condensed" w:hAnsi="Roboto Condensed"/>
          <w:sz w:val="22"/>
        </w:rPr>
        <w:t xml:space="preserve">werden </w:t>
      </w:r>
      <w:r w:rsidR="007043AF" w:rsidRPr="00DD44F6">
        <w:rPr>
          <w:rFonts w:ascii="Roboto Condensed" w:hAnsi="Roboto Condensed"/>
          <w:sz w:val="22"/>
        </w:rPr>
        <w:t>regelmäßig</w:t>
      </w:r>
      <w:r w:rsidR="00B8704F" w:rsidRPr="00DD44F6">
        <w:rPr>
          <w:rFonts w:ascii="Roboto Condensed" w:hAnsi="Roboto Condensed"/>
          <w:sz w:val="22"/>
        </w:rPr>
        <w:t xml:space="preserve"> geschult.</w:t>
      </w:r>
      <w:r w:rsidRPr="00DD44F6">
        <w:rPr>
          <w:rFonts w:ascii="Roboto Condensed" w:hAnsi="Roboto Condensed"/>
          <w:sz w:val="22"/>
        </w:rPr>
        <w:t xml:space="preserve"> </w:t>
      </w:r>
    </w:p>
    <w:p w14:paraId="3D6E3F23" w14:textId="77777777" w:rsidR="00443ED6" w:rsidRPr="00DD44F6" w:rsidRDefault="00443ED6" w:rsidP="00251DB6">
      <w:pPr>
        <w:pStyle w:val="berschrift3"/>
      </w:pPr>
      <w:r w:rsidRPr="00DD44F6">
        <w:rPr>
          <w:rFonts w:hint="eastAsia"/>
        </w:rPr>
        <w:lastRenderedPageBreak/>
        <w:t>Aufrechterhaltung der Geschäftsführung</w:t>
      </w:r>
    </w:p>
    <w:p w14:paraId="4978ED78" w14:textId="709DA98E" w:rsidR="00EB6261" w:rsidRPr="00DD44F6" w:rsidRDefault="00443ED6" w:rsidP="00443ED6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 xml:space="preserve">Da die Dynamik der Krise die Mitglieder des Krisenteams stark beansprucht, sollten nicht alle Mitglieder der Landesleitung involviert sein. </w:t>
      </w:r>
      <w:r w:rsidR="00E13BAA">
        <w:rPr>
          <w:rFonts w:ascii="Roboto Condensed" w:hAnsi="Roboto Condensed"/>
          <w:sz w:val="22"/>
        </w:rPr>
        <w:t>D</w:t>
      </w:r>
      <w:r w:rsidR="00123589" w:rsidRPr="00E13BAA">
        <w:rPr>
          <w:rFonts w:ascii="Roboto Condensed" w:hAnsi="Roboto Condensed"/>
          <w:sz w:val="22"/>
        </w:rPr>
        <w:t>ie</w:t>
      </w:r>
      <w:r w:rsidR="00123589" w:rsidRPr="00DD44F6">
        <w:rPr>
          <w:rFonts w:ascii="Roboto Condensed" w:hAnsi="Roboto Condensed"/>
          <w:sz w:val="22"/>
        </w:rPr>
        <w:t xml:space="preserve"> </w:t>
      </w:r>
      <w:r w:rsidR="00123589" w:rsidRPr="00DD44F6">
        <w:rPr>
          <w:rFonts w:ascii="Roboto Condensed" w:hAnsi="Roboto Condensed" w:hint="eastAsia"/>
          <w:sz w:val="22"/>
        </w:rPr>
        <w:t>ü</w:t>
      </w:r>
      <w:r w:rsidR="00123589" w:rsidRPr="00DD44F6">
        <w:rPr>
          <w:rFonts w:ascii="Roboto Condensed" w:hAnsi="Roboto Condensed"/>
          <w:sz w:val="22"/>
        </w:rPr>
        <w:t xml:space="preserve">brigen Mitglieder der Landesleitung </w:t>
      </w:r>
      <w:r w:rsidR="00123589" w:rsidRPr="00DD44F6">
        <w:rPr>
          <w:rFonts w:ascii="Roboto Condensed" w:hAnsi="Roboto Condensed" w:hint="eastAsia"/>
          <w:sz w:val="22"/>
        </w:rPr>
        <w:t>ü</w:t>
      </w:r>
      <w:r w:rsidR="00123589" w:rsidRPr="00DD44F6">
        <w:rPr>
          <w:rFonts w:ascii="Roboto Condensed" w:hAnsi="Roboto Condensed"/>
          <w:sz w:val="22"/>
        </w:rPr>
        <w:t>bernehmen verantwortlich die Leitung der Tagesgesch</w:t>
      </w:r>
      <w:r w:rsidR="00123589" w:rsidRPr="00DD44F6">
        <w:rPr>
          <w:rFonts w:ascii="Roboto Condensed" w:hAnsi="Roboto Condensed" w:hint="eastAsia"/>
          <w:sz w:val="22"/>
        </w:rPr>
        <w:t>ä</w:t>
      </w:r>
      <w:r w:rsidR="00123589" w:rsidRPr="00DD44F6">
        <w:rPr>
          <w:rFonts w:ascii="Roboto Condensed" w:hAnsi="Roboto Condensed"/>
          <w:sz w:val="22"/>
        </w:rPr>
        <w:t>fte des Verbandes Christlicher Pfadfinderinnen und Pfadfinder W</w:t>
      </w:r>
      <w:r w:rsidR="00123589" w:rsidRPr="00DD44F6">
        <w:rPr>
          <w:rFonts w:ascii="Roboto Condensed" w:hAnsi="Roboto Condensed" w:hint="eastAsia"/>
          <w:sz w:val="22"/>
        </w:rPr>
        <w:t>ü</w:t>
      </w:r>
      <w:r w:rsidR="00123589" w:rsidRPr="00DD44F6">
        <w:rPr>
          <w:rFonts w:ascii="Roboto Condensed" w:hAnsi="Roboto Condensed"/>
          <w:sz w:val="22"/>
        </w:rPr>
        <w:t xml:space="preserve">rttemberg e.V. in Absprache mit </w:t>
      </w:r>
      <w:r w:rsidR="00280C9D" w:rsidRPr="00E13BAA">
        <w:rPr>
          <w:rFonts w:ascii="Roboto Condensed" w:hAnsi="Roboto Condensed"/>
          <w:sz w:val="22"/>
        </w:rPr>
        <w:t>dem</w:t>
      </w:r>
      <w:r w:rsidR="00E13BAA" w:rsidRPr="00E13BAA">
        <w:rPr>
          <w:rFonts w:ascii="Roboto Condensed" w:hAnsi="Roboto Condensed"/>
          <w:sz w:val="22"/>
        </w:rPr>
        <w:t>*</w:t>
      </w:r>
      <w:r w:rsidR="00A016C3" w:rsidRPr="00E13BAA">
        <w:rPr>
          <w:rFonts w:ascii="Roboto Condensed" w:hAnsi="Roboto Condensed"/>
          <w:sz w:val="22"/>
        </w:rPr>
        <w:t>der</w:t>
      </w:r>
      <w:r w:rsidR="00280C9D" w:rsidRPr="00DD44F6">
        <w:rPr>
          <w:rFonts w:ascii="Roboto Condensed" w:hAnsi="Roboto Condensed"/>
          <w:sz w:val="22"/>
        </w:rPr>
        <w:t xml:space="preserve"> Gesch</w:t>
      </w:r>
      <w:r w:rsidR="00280C9D" w:rsidRPr="00DD44F6">
        <w:rPr>
          <w:rFonts w:ascii="Roboto Condensed" w:hAnsi="Roboto Condensed" w:hint="eastAsia"/>
          <w:sz w:val="22"/>
        </w:rPr>
        <w:t>ä</w:t>
      </w:r>
      <w:r w:rsidR="00280C9D" w:rsidRPr="00DD44F6">
        <w:rPr>
          <w:rFonts w:ascii="Roboto Condensed" w:hAnsi="Roboto Condensed"/>
          <w:sz w:val="22"/>
        </w:rPr>
        <w:t>ftsf</w:t>
      </w:r>
      <w:r w:rsidR="00280C9D" w:rsidRPr="00DD44F6">
        <w:rPr>
          <w:rFonts w:ascii="Roboto Condensed" w:hAnsi="Roboto Condensed" w:hint="eastAsia"/>
          <w:sz w:val="22"/>
        </w:rPr>
        <w:t>ü</w:t>
      </w:r>
      <w:r w:rsidR="00280C9D" w:rsidRPr="00DD44F6">
        <w:rPr>
          <w:rFonts w:ascii="Roboto Condensed" w:hAnsi="Roboto Condensed"/>
          <w:sz w:val="22"/>
        </w:rPr>
        <w:t>hrer</w:t>
      </w:r>
      <w:r w:rsidR="00A016C3">
        <w:rPr>
          <w:rFonts w:ascii="Roboto Condensed" w:hAnsi="Roboto Condensed"/>
          <w:sz w:val="22"/>
        </w:rPr>
        <w:t>*in</w:t>
      </w:r>
      <w:r w:rsidR="00280C9D" w:rsidRPr="00DD44F6">
        <w:rPr>
          <w:rFonts w:ascii="Roboto Condensed" w:hAnsi="Roboto Condensed"/>
          <w:sz w:val="22"/>
        </w:rPr>
        <w:t xml:space="preserve"> oder seiner Stellvertretung </w:t>
      </w:r>
    </w:p>
    <w:p w14:paraId="3F3AE092" w14:textId="4F8B256B" w:rsidR="00123589" w:rsidRPr="00DD44F6" w:rsidRDefault="00123589" w:rsidP="00251DB6">
      <w:pPr>
        <w:pStyle w:val="berschrift3"/>
      </w:pPr>
      <w:r w:rsidRPr="00DD44F6">
        <w:rPr>
          <w:rFonts w:hint="eastAsia"/>
        </w:rPr>
        <w:t>Urlaub</w:t>
      </w:r>
      <w:r w:rsidR="00F000E1">
        <w:t>s</w:t>
      </w:r>
      <w:r w:rsidRPr="00DD44F6">
        <w:rPr>
          <w:rFonts w:hint="eastAsia"/>
        </w:rPr>
        <w:t>regelungen / Erreichbarkeit Krisenteam</w:t>
      </w:r>
    </w:p>
    <w:p w14:paraId="50C621EC" w14:textId="1C3EE9E2" w:rsidR="00280C9D" w:rsidRPr="00DD44F6" w:rsidRDefault="001E134A" w:rsidP="00280C9D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>Die hauptamtlichen Mitglieder der Landesleitung</w:t>
      </w:r>
      <w:r w:rsidR="00280C9D" w:rsidRPr="00DD44F6">
        <w:rPr>
          <w:rFonts w:ascii="Roboto Condensed" w:hAnsi="Roboto Condensed"/>
          <w:sz w:val="22"/>
        </w:rPr>
        <w:t xml:space="preserve"> versuchen durch Absprachen m</w:t>
      </w:r>
      <w:r w:rsidR="00280C9D" w:rsidRPr="00DD44F6">
        <w:rPr>
          <w:rFonts w:ascii="Roboto Condensed" w:hAnsi="Roboto Condensed" w:hint="eastAsia"/>
          <w:sz w:val="22"/>
        </w:rPr>
        <w:t>ö</w:t>
      </w:r>
      <w:r w:rsidR="00280C9D" w:rsidRPr="00DD44F6">
        <w:rPr>
          <w:rFonts w:ascii="Roboto Condensed" w:hAnsi="Roboto Condensed"/>
          <w:sz w:val="22"/>
        </w:rPr>
        <w:t xml:space="preserve">glichst wenig </w:t>
      </w:r>
      <w:r w:rsidR="00280C9D" w:rsidRPr="00DD44F6">
        <w:rPr>
          <w:rFonts w:ascii="Roboto Condensed" w:hAnsi="Roboto Condensed" w:hint="eastAsia"/>
          <w:sz w:val="22"/>
        </w:rPr>
        <w:t>ü</w:t>
      </w:r>
      <w:r w:rsidR="00280C9D" w:rsidRPr="00DD44F6">
        <w:rPr>
          <w:rFonts w:ascii="Roboto Condensed" w:hAnsi="Roboto Condensed"/>
          <w:sz w:val="22"/>
        </w:rPr>
        <w:t>berlappende Urlaubstage zu planen. Bei Gro</w:t>
      </w:r>
      <w:r w:rsidR="00280C9D" w:rsidRPr="00DD44F6">
        <w:rPr>
          <w:rFonts w:ascii="Roboto Condensed" w:hAnsi="Roboto Condensed" w:hint="eastAsia"/>
          <w:sz w:val="22"/>
        </w:rPr>
        <w:t>ß</w:t>
      </w:r>
      <w:r w:rsidR="00280C9D" w:rsidRPr="00DD44F6">
        <w:rPr>
          <w:rFonts w:ascii="Roboto Condensed" w:hAnsi="Roboto Condensed"/>
          <w:sz w:val="22"/>
        </w:rPr>
        <w:t>veranstaltungen des VCP W</w:t>
      </w:r>
      <w:r w:rsidR="00280C9D" w:rsidRPr="00DD44F6">
        <w:rPr>
          <w:rFonts w:ascii="Roboto Condensed" w:hAnsi="Roboto Condensed" w:hint="eastAsia"/>
          <w:sz w:val="22"/>
        </w:rPr>
        <w:t>ü</w:t>
      </w:r>
      <w:r w:rsidR="00280C9D" w:rsidRPr="00DD44F6">
        <w:rPr>
          <w:rFonts w:ascii="Roboto Condensed" w:hAnsi="Roboto Condensed"/>
          <w:sz w:val="22"/>
        </w:rPr>
        <w:t xml:space="preserve">rttemberg e.V. bzw. des Landeslagers e.V. soll eine der hauptamtlichen Personen </w:t>
      </w:r>
      <w:r w:rsidR="00280C9D" w:rsidRPr="00DD44F6">
        <w:rPr>
          <w:rFonts w:ascii="Roboto Condensed" w:hAnsi="Roboto Condensed" w:hint="eastAsia"/>
          <w:sz w:val="22"/>
        </w:rPr>
        <w:t>ü</w:t>
      </w:r>
      <w:r w:rsidR="00280C9D" w:rsidRPr="00DD44F6">
        <w:rPr>
          <w:rFonts w:ascii="Roboto Condensed" w:hAnsi="Roboto Condensed"/>
          <w:sz w:val="22"/>
        </w:rPr>
        <w:t xml:space="preserve">ber die jeweils kommunizierte Handynummer erreichbar sein. </w:t>
      </w:r>
      <w:r w:rsidR="00F37CA0" w:rsidRPr="00DD44F6">
        <w:rPr>
          <w:rFonts w:ascii="Roboto Condensed" w:hAnsi="Roboto Condensed"/>
          <w:sz w:val="22"/>
        </w:rPr>
        <w:t>Au</w:t>
      </w:r>
      <w:r w:rsidR="00F37CA0" w:rsidRPr="00DD44F6">
        <w:rPr>
          <w:rFonts w:ascii="Roboto Condensed" w:hAnsi="Roboto Condensed" w:hint="eastAsia"/>
          <w:sz w:val="22"/>
        </w:rPr>
        <w:t>ß</w:t>
      </w:r>
      <w:r w:rsidR="00F37CA0" w:rsidRPr="00DD44F6">
        <w:rPr>
          <w:rFonts w:ascii="Roboto Condensed" w:hAnsi="Roboto Condensed"/>
          <w:sz w:val="22"/>
        </w:rPr>
        <w:t>erhalb dieser Zeiten</w:t>
      </w:r>
      <w:r w:rsidR="00280C9D" w:rsidRPr="00DD44F6">
        <w:rPr>
          <w:rFonts w:ascii="Roboto Condensed" w:hAnsi="Roboto Condensed"/>
          <w:sz w:val="22"/>
        </w:rPr>
        <w:t xml:space="preserve"> </w:t>
      </w:r>
      <w:r w:rsidR="00F37CA0" w:rsidRPr="00DD44F6">
        <w:rPr>
          <w:rFonts w:ascii="Roboto Condensed" w:hAnsi="Roboto Condensed"/>
          <w:sz w:val="22"/>
        </w:rPr>
        <w:t xml:space="preserve">kann auch </w:t>
      </w:r>
      <w:r w:rsidR="00280C9D" w:rsidRPr="00DD44F6">
        <w:rPr>
          <w:rFonts w:ascii="Roboto Condensed" w:hAnsi="Roboto Condensed"/>
          <w:sz w:val="22"/>
        </w:rPr>
        <w:t xml:space="preserve">ein </w:t>
      </w:r>
      <w:r w:rsidRPr="00DD44F6">
        <w:rPr>
          <w:rFonts w:ascii="Roboto Condensed" w:hAnsi="Roboto Condensed"/>
          <w:sz w:val="22"/>
        </w:rPr>
        <w:t xml:space="preserve">ehrenamtliches Mitglied der </w:t>
      </w:r>
      <w:r w:rsidR="00F37CA0" w:rsidRPr="00DD44F6">
        <w:rPr>
          <w:rFonts w:ascii="Roboto Condensed" w:hAnsi="Roboto Condensed"/>
          <w:sz w:val="22"/>
        </w:rPr>
        <w:t>Landesleitung die Ansprechperson sein.</w:t>
      </w:r>
    </w:p>
    <w:p w14:paraId="52364D47" w14:textId="77777777" w:rsidR="00251DB6" w:rsidRDefault="00251DB6" w:rsidP="008E507E">
      <w:pPr>
        <w:pStyle w:val="berschrift2"/>
        <w:numPr>
          <w:ilvl w:val="0"/>
          <w:numId w:val="0"/>
        </w:numPr>
      </w:pPr>
    </w:p>
    <w:p w14:paraId="73F1A641" w14:textId="52B3AE65" w:rsidR="00123589" w:rsidRPr="00DD44F6" w:rsidRDefault="00123589" w:rsidP="00251DB6">
      <w:pPr>
        <w:pStyle w:val="berschrift2"/>
      </w:pPr>
      <w:r w:rsidRPr="00DD44F6">
        <w:rPr>
          <w:rFonts w:hint="eastAsia"/>
        </w:rPr>
        <w:t>Sonderfälle des Krisenmanagements</w:t>
      </w:r>
    </w:p>
    <w:p w14:paraId="1883FD0F" w14:textId="77777777" w:rsidR="00123589" w:rsidRPr="00DD44F6" w:rsidRDefault="00123589" w:rsidP="00251DB6">
      <w:pPr>
        <w:pStyle w:val="berschrift3"/>
      </w:pPr>
      <w:r w:rsidRPr="00DD44F6">
        <w:rPr>
          <w:rFonts w:hint="eastAsia"/>
        </w:rPr>
        <w:t xml:space="preserve">Vorwurf des sexuellen Missbrauchs </w:t>
      </w:r>
    </w:p>
    <w:p w14:paraId="1A8FDC3A" w14:textId="6175335C" w:rsidR="00123589" w:rsidRPr="00DD44F6" w:rsidRDefault="00123589" w:rsidP="00123589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 xml:space="preserve">Der bereits etablierte </w:t>
      </w:r>
      <w:r w:rsidR="00F000E1">
        <w:rPr>
          <w:rFonts w:ascii="Roboto Condensed" w:hAnsi="Roboto Condensed"/>
          <w:sz w:val="22"/>
        </w:rPr>
        <w:t>„</w:t>
      </w:r>
      <w:r w:rsidRPr="00DD44F6">
        <w:rPr>
          <w:rFonts w:ascii="Roboto Condensed" w:hAnsi="Roboto Condensed"/>
          <w:sz w:val="22"/>
        </w:rPr>
        <w:t xml:space="preserve">Handlungsleitfaden beim Verdacht auf Grenzverletzungen oder sexuelle 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>bergriffe</w:t>
      </w:r>
      <w:r w:rsidR="00F000E1">
        <w:rPr>
          <w:rFonts w:ascii="Roboto Condensed" w:hAnsi="Roboto Condensed"/>
          <w:sz w:val="22"/>
        </w:rPr>
        <w:t>“</w:t>
      </w:r>
      <w:r w:rsidRPr="00DD44F6">
        <w:rPr>
          <w:rFonts w:ascii="Roboto Condensed" w:hAnsi="Roboto Condensed"/>
          <w:sz w:val="22"/>
        </w:rPr>
        <w:t xml:space="preserve"> wird angewendet. </w:t>
      </w:r>
    </w:p>
    <w:p w14:paraId="1C006441" w14:textId="77777777" w:rsidR="00123589" w:rsidRPr="00DD44F6" w:rsidRDefault="00180B2F" w:rsidP="00251DB6">
      <w:pPr>
        <w:pStyle w:val="berschrift3"/>
      </w:pPr>
      <w:r w:rsidRPr="00DD44F6">
        <w:rPr>
          <w:rFonts w:hint="eastAsia"/>
        </w:rPr>
        <w:t>Unfall/Unglück auf einer Veranstaltung, bei dem der Landesverband Veranstalter ist (z.B. Landeslager oder AK-Aktivität, etc.)</w:t>
      </w:r>
    </w:p>
    <w:p w14:paraId="5612DA84" w14:textId="77777777" w:rsidR="00180B2F" w:rsidRPr="00DD44F6" w:rsidRDefault="00180B2F" w:rsidP="00180B2F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 xml:space="preserve">Liegt eine Krise vor, reist sofort ein Mitglied des Krisenteams an den Ort des Ereignisses, um das Krisenmanagement vor Ort zu koordinieren. </w:t>
      </w:r>
      <w:r w:rsidR="00F37CA0" w:rsidRPr="00DD44F6">
        <w:rPr>
          <w:rFonts w:ascii="Roboto Condensed" w:hAnsi="Roboto Condensed"/>
          <w:sz w:val="22"/>
        </w:rPr>
        <w:t xml:space="preserve">Das Krisenteam wird von dieser Person </w:t>
      </w:r>
      <w:r w:rsidR="00F37CA0" w:rsidRPr="00DD44F6">
        <w:rPr>
          <w:rFonts w:ascii="Roboto Condensed" w:hAnsi="Roboto Condensed" w:hint="eastAsia"/>
          <w:sz w:val="22"/>
        </w:rPr>
        <w:t>ü</w:t>
      </w:r>
      <w:r w:rsidR="00F37CA0" w:rsidRPr="00DD44F6">
        <w:rPr>
          <w:rFonts w:ascii="Roboto Condensed" w:hAnsi="Roboto Condensed"/>
          <w:sz w:val="22"/>
        </w:rPr>
        <w:t>ber den Sachverhalt und die n</w:t>
      </w:r>
      <w:r w:rsidR="00F37CA0" w:rsidRPr="00DD44F6">
        <w:rPr>
          <w:rFonts w:ascii="Roboto Condensed" w:hAnsi="Roboto Condensed" w:hint="eastAsia"/>
          <w:sz w:val="22"/>
        </w:rPr>
        <w:t>ö</w:t>
      </w:r>
      <w:r w:rsidR="00F37CA0" w:rsidRPr="00DD44F6">
        <w:rPr>
          <w:rFonts w:ascii="Roboto Condensed" w:hAnsi="Roboto Condensed"/>
          <w:sz w:val="22"/>
        </w:rPr>
        <w:t>tigen Handlungsschritte informiert. Bis dahin ist das Krisenteam auf Standby.</w:t>
      </w:r>
    </w:p>
    <w:p w14:paraId="2C55F00B" w14:textId="77777777" w:rsidR="00180B2F" w:rsidRPr="00DD44F6" w:rsidRDefault="00180B2F" w:rsidP="00251DB6">
      <w:pPr>
        <w:pStyle w:val="berschrift3"/>
      </w:pPr>
      <w:r w:rsidRPr="00DD44F6">
        <w:rPr>
          <w:rFonts w:hint="eastAsia"/>
        </w:rPr>
        <w:t>Unfall/Unglück auf einer Veranstaltung auf Gau- oder Stammesebene</w:t>
      </w:r>
    </w:p>
    <w:p w14:paraId="77E693A9" w14:textId="73D86431" w:rsidR="00F37CA0" w:rsidRPr="00DD44F6" w:rsidRDefault="00F37CA0" w:rsidP="00180B2F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>Grunds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>tzlich empfehlen wir dringend in Gauen und St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 xml:space="preserve">mmen ein kleines Krisenteam </w:t>
      </w:r>
      <w:r w:rsidR="00504005" w:rsidRPr="00DD44F6">
        <w:rPr>
          <w:rFonts w:ascii="Roboto Condensed" w:hAnsi="Roboto Condensed"/>
          <w:sz w:val="22"/>
        </w:rPr>
        <w:t xml:space="preserve">als Ansprechorgan </w:t>
      </w:r>
      <w:r w:rsidRPr="00DD44F6">
        <w:rPr>
          <w:rFonts w:ascii="Roboto Condensed" w:hAnsi="Roboto Condensed"/>
          <w:sz w:val="22"/>
        </w:rPr>
        <w:t>f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>r das ganze Jahr (schwere Verletzung / Todesfall in der Sippenstunde bei Tagesveranstal</w:t>
      </w:r>
      <w:r w:rsidR="002253F0">
        <w:rPr>
          <w:rFonts w:ascii="Roboto Condensed" w:hAnsi="Roboto Condensed"/>
          <w:sz w:val="22"/>
        </w:rPr>
        <w:t xml:space="preserve">tungen, Wochenenden </w:t>
      </w:r>
      <w:r w:rsidR="002253F0" w:rsidRPr="00DD44F6">
        <w:rPr>
          <w:rFonts w:ascii="Roboto Condensed" w:hAnsi="Roboto Condensed" w:hint="eastAsia"/>
          <w:sz w:val="22"/>
        </w:rPr>
        <w:t>…</w:t>
      </w:r>
      <w:r w:rsidRPr="00DD44F6">
        <w:rPr>
          <w:rFonts w:ascii="Roboto Condensed" w:hAnsi="Roboto Condensed"/>
          <w:sz w:val="22"/>
        </w:rPr>
        <w:t>) und ein gr</w:t>
      </w:r>
      <w:r w:rsidRPr="00DD44F6">
        <w:rPr>
          <w:rFonts w:ascii="Roboto Condensed" w:hAnsi="Roboto Condensed" w:hint="eastAsia"/>
          <w:sz w:val="22"/>
        </w:rPr>
        <w:t>öß</w:t>
      </w:r>
      <w:r w:rsidRPr="00DD44F6">
        <w:rPr>
          <w:rFonts w:ascii="Roboto Condensed" w:hAnsi="Roboto Condensed"/>
          <w:sz w:val="22"/>
        </w:rPr>
        <w:t>eres Krisenteam f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>r Lager einzurichten.</w:t>
      </w:r>
      <w:r w:rsidR="00757ADE" w:rsidRPr="00DD44F6">
        <w:rPr>
          <w:rFonts w:ascii="Roboto Condensed" w:hAnsi="Roboto Condensed"/>
          <w:sz w:val="22"/>
        </w:rPr>
        <w:t xml:space="preserve"> </w:t>
      </w:r>
    </w:p>
    <w:p w14:paraId="63BBA70A" w14:textId="2CB1AB97" w:rsidR="00757ADE" w:rsidRPr="00DD44F6" w:rsidRDefault="00757ADE" w:rsidP="00180B2F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>M</w:t>
      </w:r>
      <w:r w:rsidRPr="00DD44F6">
        <w:rPr>
          <w:rFonts w:ascii="Roboto Condensed" w:hAnsi="Roboto Condensed" w:hint="eastAsia"/>
          <w:sz w:val="22"/>
        </w:rPr>
        <w:t>ö</w:t>
      </w:r>
      <w:r w:rsidRPr="00DD44F6">
        <w:rPr>
          <w:rFonts w:ascii="Roboto Condensed" w:hAnsi="Roboto Condensed"/>
          <w:sz w:val="22"/>
        </w:rPr>
        <w:t xml:space="preserve">gliches kleines Krisenteam: </w:t>
      </w:r>
      <w:r w:rsidR="00916DB3" w:rsidRPr="00DD44F6">
        <w:rPr>
          <w:rFonts w:ascii="Roboto Condensed" w:hAnsi="Roboto Condensed"/>
          <w:sz w:val="22"/>
        </w:rPr>
        <w:t>ein oder mehrere Mitglieder</w:t>
      </w:r>
      <w:r w:rsidRPr="00DD44F6">
        <w:rPr>
          <w:rFonts w:ascii="Roboto Condensed" w:hAnsi="Roboto Condensed"/>
          <w:sz w:val="22"/>
        </w:rPr>
        <w:t xml:space="preserve"> der Stammesleitung, Mitglied der 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>lterenschaft / F</w:t>
      </w:r>
      <w:r w:rsidRPr="00DD44F6">
        <w:rPr>
          <w:rFonts w:ascii="Roboto Condensed" w:hAnsi="Roboto Condensed" w:hint="eastAsia"/>
          <w:sz w:val="22"/>
        </w:rPr>
        <w:t>ö</w:t>
      </w:r>
      <w:r w:rsidRPr="00DD44F6">
        <w:rPr>
          <w:rFonts w:ascii="Roboto Condensed" w:hAnsi="Roboto Condensed"/>
          <w:sz w:val="22"/>
        </w:rPr>
        <w:t xml:space="preserve">rderverein, </w:t>
      </w:r>
      <w:r w:rsidR="00504005" w:rsidRPr="00DD44F6">
        <w:rPr>
          <w:rFonts w:ascii="Roboto Condensed" w:hAnsi="Roboto Condensed"/>
          <w:sz w:val="22"/>
        </w:rPr>
        <w:t>Kirchengemeinderat f</w:t>
      </w:r>
      <w:r w:rsidR="00504005" w:rsidRPr="00DD44F6">
        <w:rPr>
          <w:rFonts w:ascii="Roboto Condensed" w:hAnsi="Roboto Condensed" w:hint="eastAsia"/>
          <w:sz w:val="22"/>
        </w:rPr>
        <w:t>ü</w:t>
      </w:r>
      <w:r w:rsidR="00504005" w:rsidRPr="00DD44F6">
        <w:rPr>
          <w:rFonts w:ascii="Roboto Condensed" w:hAnsi="Roboto Condensed"/>
          <w:sz w:val="22"/>
        </w:rPr>
        <w:t xml:space="preserve">r Jugendarbeit, </w:t>
      </w:r>
      <w:r w:rsidRPr="00DD44F6">
        <w:rPr>
          <w:rFonts w:ascii="Roboto Condensed" w:hAnsi="Roboto Condensed"/>
          <w:sz w:val="22"/>
        </w:rPr>
        <w:t>Pfarrer*in</w:t>
      </w:r>
      <w:r w:rsidR="00131BD1" w:rsidRPr="00DD44F6">
        <w:rPr>
          <w:rFonts w:ascii="Roboto Condensed" w:hAnsi="Roboto Condensed"/>
          <w:sz w:val="22"/>
        </w:rPr>
        <w:t xml:space="preserve"> </w:t>
      </w:r>
      <w:r w:rsidR="00131BD1" w:rsidRPr="00DD44F6">
        <w:rPr>
          <w:rFonts w:ascii="Roboto Condensed" w:hAnsi="Roboto Condensed" w:hint="eastAsia"/>
          <w:sz w:val="22"/>
        </w:rPr>
        <w:t>…</w:t>
      </w:r>
    </w:p>
    <w:p w14:paraId="31041329" w14:textId="77777777" w:rsidR="00504005" w:rsidRPr="00DD44F6" w:rsidRDefault="00757ADE" w:rsidP="00180B2F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>Ein gro</w:t>
      </w:r>
      <w:r w:rsidRPr="00DD44F6">
        <w:rPr>
          <w:rFonts w:ascii="Roboto Condensed" w:hAnsi="Roboto Condensed" w:hint="eastAsia"/>
          <w:sz w:val="22"/>
        </w:rPr>
        <w:t>ß</w:t>
      </w:r>
      <w:r w:rsidRPr="00DD44F6">
        <w:rPr>
          <w:rFonts w:ascii="Roboto Condensed" w:hAnsi="Roboto Condensed"/>
          <w:sz w:val="22"/>
        </w:rPr>
        <w:t>es Krisenteam k</w:t>
      </w:r>
      <w:r w:rsidRPr="00DD44F6">
        <w:rPr>
          <w:rFonts w:ascii="Roboto Condensed" w:hAnsi="Roboto Condensed" w:hint="eastAsia"/>
          <w:sz w:val="22"/>
        </w:rPr>
        <w:t>ö</w:t>
      </w:r>
      <w:r w:rsidRPr="00DD44F6">
        <w:rPr>
          <w:rFonts w:ascii="Roboto Condensed" w:hAnsi="Roboto Condensed"/>
          <w:sz w:val="22"/>
        </w:rPr>
        <w:t xml:space="preserve">nnte </w:t>
      </w:r>
      <w:r w:rsidR="00504005" w:rsidRPr="00DD44F6">
        <w:rPr>
          <w:rFonts w:ascii="Roboto Condensed" w:hAnsi="Roboto Condensed"/>
          <w:sz w:val="22"/>
        </w:rPr>
        <w:t>sich zus</w:t>
      </w:r>
      <w:r w:rsidR="00504005" w:rsidRPr="00DD44F6">
        <w:rPr>
          <w:rFonts w:ascii="Roboto Condensed" w:hAnsi="Roboto Condensed" w:hint="eastAsia"/>
          <w:sz w:val="22"/>
        </w:rPr>
        <w:t>ä</w:t>
      </w:r>
      <w:r w:rsidR="00504005" w:rsidRPr="00DD44F6">
        <w:rPr>
          <w:rFonts w:ascii="Roboto Condensed" w:hAnsi="Roboto Condensed"/>
          <w:sz w:val="22"/>
        </w:rPr>
        <w:t>tzlich nach Absprache noch Unterst</w:t>
      </w:r>
      <w:r w:rsidR="00504005" w:rsidRPr="00DD44F6">
        <w:rPr>
          <w:rFonts w:ascii="Roboto Condensed" w:hAnsi="Roboto Condensed" w:hint="eastAsia"/>
          <w:sz w:val="22"/>
        </w:rPr>
        <w:t>ü</w:t>
      </w:r>
      <w:r w:rsidR="00504005" w:rsidRPr="00DD44F6">
        <w:rPr>
          <w:rFonts w:ascii="Roboto Condensed" w:hAnsi="Roboto Condensed"/>
          <w:sz w:val="22"/>
        </w:rPr>
        <w:t>tzung beim zust</w:t>
      </w:r>
      <w:r w:rsidR="00504005" w:rsidRPr="00DD44F6">
        <w:rPr>
          <w:rFonts w:ascii="Roboto Condensed" w:hAnsi="Roboto Condensed" w:hint="eastAsia"/>
          <w:sz w:val="22"/>
        </w:rPr>
        <w:t>ä</w:t>
      </w:r>
      <w:r w:rsidR="00504005" w:rsidRPr="00DD44F6">
        <w:rPr>
          <w:rFonts w:ascii="Roboto Condensed" w:hAnsi="Roboto Condensed"/>
          <w:sz w:val="22"/>
        </w:rPr>
        <w:t xml:space="preserve">ndigen Bezirksjugendwerk, Jugendpfarrer*in </w:t>
      </w:r>
      <w:r w:rsidR="00504005" w:rsidRPr="00DD44F6">
        <w:rPr>
          <w:rFonts w:ascii="Roboto Condensed" w:hAnsi="Roboto Condensed" w:hint="eastAsia"/>
          <w:sz w:val="22"/>
        </w:rPr>
        <w:t>…</w:t>
      </w:r>
      <w:r w:rsidR="00504005" w:rsidRPr="00DD44F6">
        <w:rPr>
          <w:rFonts w:ascii="Roboto Condensed" w:hAnsi="Roboto Condensed"/>
          <w:sz w:val="22"/>
        </w:rPr>
        <w:t xml:space="preserve"> dazu</w:t>
      </w:r>
      <w:r w:rsidR="00131BD1" w:rsidRPr="00DD44F6">
        <w:rPr>
          <w:rFonts w:ascii="Roboto Condensed" w:hAnsi="Roboto Condensed"/>
          <w:sz w:val="22"/>
        </w:rPr>
        <w:t xml:space="preserve"> </w:t>
      </w:r>
      <w:r w:rsidR="00504005" w:rsidRPr="00DD44F6">
        <w:rPr>
          <w:rFonts w:ascii="Roboto Condensed" w:hAnsi="Roboto Condensed"/>
          <w:sz w:val="22"/>
        </w:rPr>
        <w:t>holen.</w:t>
      </w:r>
    </w:p>
    <w:p w14:paraId="045FCE49" w14:textId="03F7583A" w:rsidR="00757ADE" w:rsidRPr="00DD44F6" w:rsidRDefault="00504005" w:rsidP="00180B2F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>Grunds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>tzlich muss gew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>hrleistet sein, dass die Krisenteams auch aktuelle personenbezogene Daten incl. Telefonnummern zur Verf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>gung haben</w:t>
      </w:r>
      <w:r w:rsidR="002253F0">
        <w:rPr>
          <w:rFonts w:ascii="Roboto Condensed" w:hAnsi="Roboto Condensed"/>
          <w:sz w:val="22"/>
        </w:rPr>
        <w:t>,</w:t>
      </w:r>
      <w:r w:rsidRPr="00DD44F6">
        <w:rPr>
          <w:rFonts w:ascii="Roboto Condensed" w:hAnsi="Roboto Condensed"/>
          <w:sz w:val="22"/>
        </w:rPr>
        <w:t xml:space="preserve"> um im Krisenfall</w:t>
      </w:r>
      <w:r w:rsidR="00757ADE" w:rsidRPr="00DD44F6">
        <w:rPr>
          <w:rFonts w:ascii="Roboto Condensed" w:hAnsi="Roboto Condensed"/>
          <w:sz w:val="22"/>
        </w:rPr>
        <w:t xml:space="preserve"> </w:t>
      </w:r>
      <w:r w:rsidRPr="00DD44F6">
        <w:rPr>
          <w:rFonts w:ascii="Roboto Condensed" w:hAnsi="Roboto Condensed"/>
          <w:sz w:val="22"/>
        </w:rPr>
        <w:t>handlungsf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>hig zu sein.</w:t>
      </w:r>
    </w:p>
    <w:p w14:paraId="6A797772" w14:textId="083F8EEA" w:rsidR="00F37CA0" w:rsidRDefault="00504005" w:rsidP="00180B2F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>Sollte trotz intensivem Bem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 xml:space="preserve">hen der Aufbau eines </w:t>
      </w:r>
      <w:r w:rsidRPr="00DD44F6">
        <w:rPr>
          <w:rFonts w:ascii="Roboto Condensed" w:hAnsi="Roboto Condensed" w:hint="eastAsia"/>
          <w:sz w:val="22"/>
        </w:rPr>
        <w:t>ö</w:t>
      </w:r>
      <w:r w:rsidRPr="00DD44F6">
        <w:rPr>
          <w:rFonts w:ascii="Roboto Condensed" w:hAnsi="Roboto Condensed"/>
          <w:sz w:val="22"/>
        </w:rPr>
        <w:t>rtlichen Krisenteams f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>r gr</w:t>
      </w:r>
      <w:r w:rsidRPr="00DD44F6">
        <w:rPr>
          <w:rFonts w:ascii="Roboto Condensed" w:hAnsi="Roboto Condensed" w:hint="eastAsia"/>
          <w:sz w:val="22"/>
        </w:rPr>
        <w:t>öß</w:t>
      </w:r>
      <w:r w:rsidRPr="00DD44F6">
        <w:rPr>
          <w:rFonts w:ascii="Roboto Condensed" w:hAnsi="Roboto Condensed"/>
          <w:sz w:val="22"/>
        </w:rPr>
        <w:t>ere Stammes- oder Gauaktivit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>ten nicht m</w:t>
      </w:r>
      <w:r w:rsidRPr="00DD44F6">
        <w:rPr>
          <w:rFonts w:ascii="Roboto Condensed" w:hAnsi="Roboto Condensed" w:hint="eastAsia"/>
          <w:sz w:val="22"/>
        </w:rPr>
        <w:t>ö</w:t>
      </w:r>
      <w:r w:rsidRPr="00DD44F6">
        <w:rPr>
          <w:rFonts w:ascii="Roboto Condensed" w:hAnsi="Roboto Condensed"/>
          <w:sz w:val="22"/>
        </w:rPr>
        <w:t>glich sein, kann das Krisenteam des Landesverbandes mit einem Vorlauf von mindestens 6 Monaten angefragt werden.</w:t>
      </w:r>
    </w:p>
    <w:p w14:paraId="50E841B4" w14:textId="77777777" w:rsidR="00180B2F" w:rsidRPr="00DD44F6" w:rsidRDefault="00180B2F" w:rsidP="00251DB6">
      <w:pPr>
        <w:pStyle w:val="berschrift2"/>
      </w:pPr>
      <w:r w:rsidRPr="00DD44F6">
        <w:rPr>
          <w:rFonts w:hint="eastAsia"/>
        </w:rPr>
        <w:lastRenderedPageBreak/>
        <w:t>Krisenkommunikation</w:t>
      </w:r>
    </w:p>
    <w:p w14:paraId="792D88CE" w14:textId="77777777" w:rsidR="00180B2F" w:rsidRPr="00DD44F6" w:rsidRDefault="007149F1" w:rsidP="00251DB6">
      <w:pPr>
        <w:pStyle w:val="berschrift3"/>
      </w:pPr>
      <w:r w:rsidRPr="00DD44F6">
        <w:rPr>
          <w:rFonts w:hint="eastAsia"/>
        </w:rPr>
        <w:t>Leitlinien der Presse- und Öffentlichkeitsarbeit im Rahmen der Krisenkommunikation</w:t>
      </w:r>
    </w:p>
    <w:p w14:paraId="62E62EAF" w14:textId="5DCF1CFA" w:rsidR="007149F1" w:rsidRPr="00DD44F6" w:rsidRDefault="007149F1" w:rsidP="007149F1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 xml:space="preserve">Im Krisenfall 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 xml:space="preserve">bernimmt </w:t>
      </w:r>
      <w:r w:rsidR="00ED2687" w:rsidRPr="00DD44F6">
        <w:rPr>
          <w:rFonts w:ascii="Roboto Condensed" w:hAnsi="Roboto Condensed"/>
          <w:sz w:val="22"/>
        </w:rPr>
        <w:t>der</w:t>
      </w:r>
      <w:r w:rsidR="00495A59" w:rsidRPr="00DD44F6">
        <w:rPr>
          <w:rFonts w:ascii="Roboto Condensed" w:hAnsi="Roboto Condensed"/>
          <w:sz w:val="22"/>
        </w:rPr>
        <w:t xml:space="preserve">*die </w:t>
      </w:r>
      <w:r w:rsidR="00ED2687" w:rsidRPr="00DD44F6">
        <w:rPr>
          <w:rFonts w:ascii="Roboto Condensed" w:hAnsi="Roboto Condensed"/>
          <w:sz w:val="22"/>
        </w:rPr>
        <w:t>Gesch</w:t>
      </w:r>
      <w:r w:rsidR="00ED2687" w:rsidRPr="00DD44F6">
        <w:rPr>
          <w:rFonts w:ascii="Roboto Condensed" w:hAnsi="Roboto Condensed" w:hint="eastAsia"/>
          <w:sz w:val="22"/>
        </w:rPr>
        <w:t>ä</w:t>
      </w:r>
      <w:r w:rsidR="00ED2687" w:rsidRPr="00DD44F6">
        <w:rPr>
          <w:rFonts w:ascii="Roboto Condensed" w:hAnsi="Roboto Condensed"/>
          <w:sz w:val="22"/>
        </w:rPr>
        <w:t>ftsf</w:t>
      </w:r>
      <w:r w:rsidR="00ED2687" w:rsidRPr="00DD44F6">
        <w:rPr>
          <w:rFonts w:ascii="Roboto Condensed" w:hAnsi="Roboto Condensed" w:hint="eastAsia"/>
          <w:sz w:val="22"/>
        </w:rPr>
        <w:t>ü</w:t>
      </w:r>
      <w:r w:rsidR="00ED2687" w:rsidRPr="00DD44F6">
        <w:rPr>
          <w:rFonts w:ascii="Roboto Condensed" w:hAnsi="Roboto Condensed"/>
          <w:sz w:val="22"/>
        </w:rPr>
        <w:t>hrer</w:t>
      </w:r>
      <w:r w:rsidR="00495A59" w:rsidRPr="00DD44F6">
        <w:rPr>
          <w:rFonts w:ascii="Roboto Condensed" w:hAnsi="Roboto Condensed"/>
          <w:sz w:val="22"/>
        </w:rPr>
        <w:t>*in</w:t>
      </w:r>
      <w:r w:rsidR="00ED2687" w:rsidRPr="00DD44F6">
        <w:rPr>
          <w:rFonts w:ascii="Roboto Condensed" w:hAnsi="Roboto Condensed"/>
          <w:sz w:val="22"/>
        </w:rPr>
        <w:t xml:space="preserve"> oder </w:t>
      </w:r>
      <w:r w:rsidR="00495A59" w:rsidRPr="00DD44F6">
        <w:rPr>
          <w:rFonts w:ascii="Roboto Condensed" w:hAnsi="Roboto Condensed"/>
          <w:sz w:val="22"/>
        </w:rPr>
        <w:t xml:space="preserve">die </w:t>
      </w:r>
      <w:r w:rsidR="00ED2687" w:rsidRPr="00DD44F6">
        <w:rPr>
          <w:rFonts w:ascii="Roboto Condensed" w:hAnsi="Roboto Condensed"/>
          <w:sz w:val="22"/>
        </w:rPr>
        <w:t xml:space="preserve">Stellvertretung </w:t>
      </w:r>
      <w:r w:rsidRPr="00DD44F6">
        <w:rPr>
          <w:rFonts w:ascii="Roboto Condensed" w:hAnsi="Roboto Condensed"/>
          <w:sz w:val="22"/>
        </w:rPr>
        <w:t xml:space="preserve">sofort </w:t>
      </w:r>
      <w:r w:rsidR="00495A59" w:rsidRPr="00DD44F6">
        <w:rPr>
          <w:rFonts w:ascii="Roboto Condensed" w:hAnsi="Roboto Condensed"/>
          <w:sz w:val="22"/>
        </w:rPr>
        <w:t>d</w:t>
      </w:r>
      <w:r w:rsidR="00401391" w:rsidRPr="00DD44F6">
        <w:rPr>
          <w:rFonts w:ascii="Roboto Condensed" w:hAnsi="Roboto Condensed"/>
          <w:sz w:val="22"/>
        </w:rPr>
        <w:t xml:space="preserve">ie Kommunikation mit den Medien. </w:t>
      </w:r>
      <w:r w:rsidRPr="00DD44F6">
        <w:rPr>
          <w:rFonts w:ascii="Roboto Condensed" w:hAnsi="Roboto Condensed"/>
          <w:sz w:val="22"/>
        </w:rPr>
        <w:t>Er</w:t>
      </w:r>
      <w:r w:rsidR="005A470F" w:rsidRPr="00DD44F6">
        <w:rPr>
          <w:rFonts w:ascii="Roboto Condensed" w:hAnsi="Roboto Condensed"/>
          <w:sz w:val="22"/>
        </w:rPr>
        <w:t>*Sie</w:t>
      </w:r>
      <w:r w:rsidRPr="00DD44F6">
        <w:rPr>
          <w:rFonts w:ascii="Roboto Condensed" w:hAnsi="Roboto Condensed"/>
          <w:sz w:val="22"/>
        </w:rPr>
        <w:t xml:space="preserve"> verschickt die Pressemittleilungen, beantwortet Anfragen, vermittelt Interviews, beruft eventuell eine Pressekonferenz ein. Er</w:t>
      </w:r>
      <w:r w:rsidR="005A470F" w:rsidRPr="00DD44F6">
        <w:rPr>
          <w:rFonts w:ascii="Roboto Condensed" w:hAnsi="Roboto Condensed"/>
          <w:sz w:val="22"/>
        </w:rPr>
        <w:t>*Sie</w:t>
      </w:r>
      <w:r w:rsidRPr="00DD44F6">
        <w:rPr>
          <w:rFonts w:ascii="Roboto Condensed" w:hAnsi="Roboto Condensed"/>
          <w:sz w:val="22"/>
        </w:rPr>
        <w:t xml:space="preserve"> beobachtet die Medien und reagiert auf Falschmeldungen. </w:t>
      </w:r>
    </w:p>
    <w:p w14:paraId="3399E67D" w14:textId="77777777" w:rsidR="00152DCC" w:rsidRPr="00DD44F6" w:rsidRDefault="00152DCC" w:rsidP="007149F1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>Vor Ort sollen die Verantwortlichen darauf hinwirken, dass Teilnehmer*innen und Mitarbeiter*innen in eigenem Interesse keine Posts in sozialen Medien verbreiten d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>rfen.</w:t>
      </w:r>
    </w:p>
    <w:p w14:paraId="322C0701" w14:textId="77777777" w:rsidR="007149F1" w:rsidRPr="00DD44F6" w:rsidRDefault="007149F1" w:rsidP="00251DB6">
      <w:pPr>
        <w:pStyle w:val="berschrift3"/>
      </w:pPr>
      <w:r w:rsidRPr="00DD44F6">
        <w:rPr>
          <w:rFonts w:hint="eastAsia"/>
        </w:rPr>
        <w:t>Pressemitteilungen</w:t>
      </w:r>
    </w:p>
    <w:p w14:paraId="5E1570AD" w14:textId="77777777" w:rsidR="007149F1" w:rsidRPr="00DD44F6" w:rsidRDefault="007149F1" w:rsidP="007149F1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>Im Krisenfall wird so schnell wie m</w:t>
      </w:r>
      <w:r w:rsidRPr="00DD44F6">
        <w:rPr>
          <w:rFonts w:ascii="Roboto Condensed" w:hAnsi="Roboto Condensed" w:hint="eastAsia"/>
          <w:sz w:val="22"/>
        </w:rPr>
        <w:t>ö</w:t>
      </w:r>
      <w:r w:rsidRPr="00DD44F6">
        <w:rPr>
          <w:rFonts w:ascii="Roboto Condensed" w:hAnsi="Roboto Condensed"/>
          <w:sz w:val="22"/>
        </w:rPr>
        <w:t xml:space="preserve">glich eine Pressemitteilung verschickt, die die folgenden Fragen beantwortet: </w:t>
      </w:r>
    </w:p>
    <w:p w14:paraId="77908957" w14:textId="77777777" w:rsidR="007149F1" w:rsidRPr="00DD44F6" w:rsidRDefault="007149F1" w:rsidP="007149F1">
      <w:pPr>
        <w:pStyle w:val="Listenabsatz"/>
        <w:numPr>
          <w:ilvl w:val="0"/>
          <w:numId w:val="36"/>
        </w:numPr>
        <w:rPr>
          <w:rFonts w:ascii="Roboto Condensed" w:hAnsi="Roboto Condensed"/>
          <w:color w:val="auto"/>
          <w:sz w:val="22"/>
        </w:rPr>
      </w:pPr>
      <w:r w:rsidRPr="00DD44F6">
        <w:rPr>
          <w:rFonts w:ascii="Roboto Condensed" w:hAnsi="Roboto Condensed"/>
          <w:color w:val="auto"/>
          <w:sz w:val="22"/>
        </w:rPr>
        <w:t>Was ist passiert?</w:t>
      </w:r>
    </w:p>
    <w:p w14:paraId="7EF1CF67" w14:textId="77777777" w:rsidR="007149F1" w:rsidRPr="00DD44F6" w:rsidRDefault="007149F1" w:rsidP="007149F1">
      <w:pPr>
        <w:pStyle w:val="Listenabsatz"/>
        <w:numPr>
          <w:ilvl w:val="0"/>
          <w:numId w:val="36"/>
        </w:numPr>
        <w:rPr>
          <w:rFonts w:ascii="Roboto Condensed" w:hAnsi="Roboto Condensed"/>
          <w:color w:val="auto"/>
          <w:sz w:val="22"/>
        </w:rPr>
      </w:pPr>
      <w:r w:rsidRPr="00DD44F6">
        <w:rPr>
          <w:rFonts w:ascii="Roboto Condensed" w:hAnsi="Roboto Condensed"/>
          <w:color w:val="auto"/>
          <w:sz w:val="22"/>
        </w:rPr>
        <w:t>Wo ist es passiert?</w:t>
      </w:r>
    </w:p>
    <w:p w14:paraId="1DAEABEA" w14:textId="77777777" w:rsidR="007149F1" w:rsidRPr="00DD44F6" w:rsidRDefault="007149F1" w:rsidP="007149F1">
      <w:pPr>
        <w:pStyle w:val="Listenabsatz"/>
        <w:numPr>
          <w:ilvl w:val="0"/>
          <w:numId w:val="36"/>
        </w:numPr>
        <w:rPr>
          <w:rFonts w:ascii="Roboto Condensed" w:hAnsi="Roboto Condensed"/>
          <w:color w:val="auto"/>
          <w:sz w:val="22"/>
        </w:rPr>
      </w:pPr>
      <w:r w:rsidRPr="00DD44F6">
        <w:rPr>
          <w:rFonts w:ascii="Roboto Condensed" w:hAnsi="Roboto Condensed"/>
          <w:color w:val="auto"/>
          <w:sz w:val="22"/>
        </w:rPr>
        <w:t>Wer ist betroffen (Anzahl, Ausma</w:t>
      </w:r>
      <w:r w:rsidRPr="00DD44F6">
        <w:rPr>
          <w:rFonts w:ascii="Roboto Condensed" w:hAnsi="Roboto Condensed" w:hint="eastAsia"/>
          <w:color w:val="auto"/>
          <w:sz w:val="22"/>
        </w:rPr>
        <w:t>ß</w:t>
      </w:r>
      <w:r w:rsidRPr="00DD44F6">
        <w:rPr>
          <w:rFonts w:ascii="Roboto Condensed" w:hAnsi="Roboto Condensed"/>
          <w:color w:val="auto"/>
          <w:sz w:val="22"/>
        </w:rPr>
        <w:t>)?</w:t>
      </w:r>
    </w:p>
    <w:p w14:paraId="5105EF79" w14:textId="77777777" w:rsidR="007149F1" w:rsidRPr="00DD44F6" w:rsidRDefault="007149F1" w:rsidP="007149F1">
      <w:pPr>
        <w:pStyle w:val="Listenabsatz"/>
        <w:numPr>
          <w:ilvl w:val="0"/>
          <w:numId w:val="36"/>
        </w:numPr>
        <w:rPr>
          <w:rFonts w:ascii="Roboto Condensed" w:hAnsi="Roboto Condensed"/>
          <w:color w:val="auto"/>
          <w:sz w:val="22"/>
        </w:rPr>
      </w:pPr>
      <w:r w:rsidRPr="00DD44F6">
        <w:rPr>
          <w:rFonts w:ascii="Roboto Condensed" w:hAnsi="Roboto Condensed"/>
          <w:color w:val="auto"/>
          <w:sz w:val="22"/>
        </w:rPr>
        <w:t>Wann ist es passiert?</w:t>
      </w:r>
    </w:p>
    <w:p w14:paraId="6BC0C906" w14:textId="77777777" w:rsidR="007149F1" w:rsidRPr="00DD44F6" w:rsidRDefault="007149F1" w:rsidP="007149F1">
      <w:pPr>
        <w:pStyle w:val="Listenabsatz"/>
        <w:numPr>
          <w:ilvl w:val="0"/>
          <w:numId w:val="36"/>
        </w:numPr>
        <w:rPr>
          <w:rFonts w:ascii="Roboto Condensed" w:hAnsi="Roboto Condensed"/>
          <w:color w:val="auto"/>
          <w:sz w:val="22"/>
        </w:rPr>
      </w:pPr>
      <w:r w:rsidRPr="00DD44F6">
        <w:rPr>
          <w:rFonts w:ascii="Roboto Condensed" w:hAnsi="Roboto Condensed"/>
          <w:color w:val="auto"/>
          <w:sz w:val="22"/>
        </w:rPr>
        <w:t>Wie wurde von wem geholfen?</w:t>
      </w:r>
    </w:p>
    <w:p w14:paraId="5DECE3BD" w14:textId="77777777" w:rsidR="007149F1" w:rsidRPr="00DD44F6" w:rsidRDefault="007149F1" w:rsidP="007149F1">
      <w:pPr>
        <w:pStyle w:val="Listenabsatz"/>
        <w:numPr>
          <w:ilvl w:val="0"/>
          <w:numId w:val="36"/>
        </w:numPr>
        <w:rPr>
          <w:rFonts w:ascii="Roboto Condensed" w:hAnsi="Roboto Condensed"/>
          <w:color w:val="auto"/>
          <w:sz w:val="22"/>
        </w:rPr>
      </w:pPr>
      <w:r w:rsidRPr="00DD44F6">
        <w:rPr>
          <w:rFonts w:ascii="Roboto Condensed" w:hAnsi="Roboto Condensed"/>
          <w:color w:val="auto"/>
          <w:sz w:val="22"/>
        </w:rPr>
        <w:t>Wer ermittelt?</w:t>
      </w:r>
    </w:p>
    <w:p w14:paraId="63E9AD8A" w14:textId="77777777" w:rsidR="007149F1" w:rsidRPr="00DD44F6" w:rsidRDefault="007149F1" w:rsidP="007149F1">
      <w:pPr>
        <w:pStyle w:val="Listenabsatz"/>
        <w:numPr>
          <w:ilvl w:val="0"/>
          <w:numId w:val="36"/>
        </w:numPr>
        <w:rPr>
          <w:rFonts w:ascii="Roboto Condensed" w:hAnsi="Roboto Condensed"/>
          <w:color w:val="auto"/>
          <w:sz w:val="22"/>
        </w:rPr>
      </w:pPr>
      <w:r w:rsidRPr="00DD44F6">
        <w:rPr>
          <w:rFonts w:ascii="Roboto Condensed" w:hAnsi="Roboto Condensed"/>
          <w:color w:val="auto"/>
          <w:sz w:val="22"/>
        </w:rPr>
        <w:t>Was ist sonst noch bekannt?</w:t>
      </w:r>
    </w:p>
    <w:p w14:paraId="16B365D8" w14:textId="70ECB310" w:rsidR="007149F1" w:rsidRPr="00DD44F6" w:rsidRDefault="007149F1" w:rsidP="007149F1">
      <w:pPr>
        <w:pStyle w:val="Listenabsatz"/>
        <w:numPr>
          <w:ilvl w:val="0"/>
          <w:numId w:val="36"/>
        </w:numPr>
        <w:rPr>
          <w:rFonts w:ascii="Roboto Condensed" w:hAnsi="Roboto Condensed"/>
          <w:color w:val="auto"/>
          <w:sz w:val="22"/>
        </w:rPr>
      </w:pPr>
      <w:r w:rsidRPr="00DD44F6">
        <w:rPr>
          <w:rFonts w:ascii="Roboto Condensed" w:hAnsi="Roboto Condensed"/>
          <w:color w:val="auto"/>
          <w:sz w:val="22"/>
        </w:rPr>
        <w:t>Wohin k</w:t>
      </w:r>
      <w:r w:rsidRPr="00DD44F6">
        <w:rPr>
          <w:rFonts w:ascii="Roboto Condensed" w:hAnsi="Roboto Condensed" w:hint="eastAsia"/>
          <w:color w:val="auto"/>
          <w:sz w:val="22"/>
        </w:rPr>
        <w:t>ö</w:t>
      </w:r>
      <w:r w:rsidRPr="00DD44F6">
        <w:rPr>
          <w:rFonts w:ascii="Roboto Condensed" w:hAnsi="Roboto Condensed"/>
          <w:color w:val="auto"/>
          <w:sz w:val="22"/>
        </w:rPr>
        <w:t>nnen sich Angeh</w:t>
      </w:r>
      <w:r w:rsidRPr="00DD44F6">
        <w:rPr>
          <w:rFonts w:ascii="Roboto Condensed" w:hAnsi="Roboto Condensed" w:hint="eastAsia"/>
          <w:color w:val="auto"/>
          <w:sz w:val="22"/>
        </w:rPr>
        <w:t>ö</w:t>
      </w:r>
      <w:r w:rsidRPr="00DD44F6">
        <w:rPr>
          <w:rFonts w:ascii="Roboto Condensed" w:hAnsi="Roboto Condensed"/>
          <w:color w:val="auto"/>
          <w:sz w:val="22"/>
        </w:rPr>
        <w:t>rige, Pressevertreter</w:t>
      </w:r>
      <w:r w:rsidR="00E13BAA">
        <w:rPr>
          <w:rFonts w:ascii="Roboto Condensed" w:hAnsi="Roboto Condensed"/>
          <w:color w:val="auto"/>
          <w:sz w:val="22"/>
        </w:rPr>
        <w:t>*innen</w:t>
      </w:r>
      <w:r w:rsidRPr="00DD44F6">
        <w:rPr>
          <w:rFonts w:ascii="Roboto Condensed" w:hAnsi="Roboto Condensed"/>
          <w:color w:val="auto"/>
          <w:sz w:val="22"/>
        </w:rPr>
        <w:t xml:space="preserve"> wenden?</w:t>
      </w:r>
    </w:p>
    <w:p w14:paraId="4DEB6845" w14:textId="77777777" w:rsidR="007149F1" w:rsidRPr="00DD44F6" w:rsidRDefault="007149F1" w:rsidP="00251DB6">
      <w:pPr>
        <w:pStyle w:val="berschrift3"/>
      </w:pPr>
      <w:r w:rsidRPr="00DD44F6">
        <w:rPr>
          <w:rFonts w:hint="eastAsia"/>
        </w:rPr>
        <w:t>Pressekonferenz</w:t>
      </w:r>
    </w:p>
    <w:p w14:paraId="5B0C05CB" w14:textId="7972E6B3" w:rsidR="007149F1" w:rsidRPr="00DD44F6" w:rsidRDefault="007149F1" w:rsidP="007149F1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>Bei st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 xml:space="preserve">ndig steigendem Medieninteresse wird </w:t>
      </w:r>
      <w:r w:rsidR="00164487" w:rsidRPr="00DD44F6">
        <w:rPr>
          <w:rFonts w:ascii="Roboto Condensed" w:hAnsi="Roboto Condensed"/>
          <w:sz w:val="22"/>
        </w:rPr>
        <w:t>(in Absprache mit Bundesebene und Beh</w:t>
      </w:r>
      <w:r w:rsidR="00164487" w:rsidRPr="00DD44F6">
        <w:rPr>
          <w:rFonts w:ascii="Roboto Condensed" w:hAnsi="Roboto Condensed" w:hint="eastAsia"/>
          <w:sz w:val="22"/>
        </w:rPr>
        <w:t>ö</w:t>
      </w:r>
      <w:r w:rsidR="00164487" w:rsidRPr="00DD44F6">
        <w:rPr>
          <w:rFonts w:ascii="Roboto Condensed" w:hAnsi="Roboto Condensed"/>
          <w:sz w:val="22"/>
        </w:rPr>
        <w:t xml:space="preserve">rden) </w:t>
      </w:r>
      <w:r w:rsidRPr="00DD44F6">
        <w:rPr>
          <w:rFonts w:ascii="Roboto Condensed" w:hAnsi="Roboto Condensed"/>
          <w:sz w:val="22"/>
        </w:rPr>
        <w:t xml:space="preserve">zu einer Pressekonferenz eingeladen. Pressekonferenzen finden in der Landesstelle statt. Eingeladen wird 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>ber den Presseverteiler (</w:t>
      </w:r>
      <w:r w:rsidR="00871F84" w:rsidRPr="00DD44F6">
        <w:rPr>
          <w:rFonts w:ascii="Roboto Condensed" w:hAnsi="Roboto Condensed"/>
          <w:sz w:val="22"/>
        </w:rPr>
        <w:t xml:space="preserve">VCP / </w:t>
      </w:r>
      <w:r w:rsidR="00AD4B32">
        <w:rPr>
          <w:rFonts w:ascii="Roboto Condensed" w:hAnsi="Roboto Condensed"/>
          <w:sz w:val="22"/>
        </w:rPr>
        <w:t>EJW</w:t>
      </w:r>
      <w:r w:rsidRPr="00DD44F6">
        <w:rPr>
          <w:rFonts w:ascii="Roboto Condensed" w:hAnsi="Roboto Condensed"/>
          <w:sz w:val="22"/>
        </w:rPr>
        <w:t xml:space="preserve"> </w:t>
      </w:r>
      <w:r w:rsidR="00871F84" w:rsidRPr="00DD44F6">
        <w:rPr>
          <w:rFonts w:ascii="Roboto Condensed" w:hAnsi="Roboto Condensed"/>
          <w:sz w:val="22"/>
        </w:rPr>
        <w:t>und</w:t>
      </w:r>
      <w:r w:rsidRPr="00DD44F6">
        <w:rPr>
          <w:rFonts w:ascii="Roboto Condensed" w:hAnsi="Roboto Condensed"/>
          <w:sz w:val="22"/>
        </w:rPr>
        <w:t xml:space="preserve"> Bundesebene) </w:t>
      </w:r>
      <w:r w:rsidR="00164487" w:rsidRPr="00DD44F6">
        <w:rPr>
          <w:rFonts w:ascii="Roboto Condensed" w:hAnsi="Roboto Condensed"/>
          <w:sz w:val="22"/>
        </w:rPr>
        <w:t xml:space="preserve">durch </w:t>
      </w:r>
      <w:r w:rsidR="00871F84" w:rsidRPr="00DD44F6">
        <w:rPr>
          <w:rFonts w:ascii="Roboto Condensed" w:hAnsi="Roboto Condensed"/>
          <w:sz w:val="22"/>
        </w:rPr>
        <w:t>die Gesch</w:t>
      </w:r>
      <w:r w:rsidR="00871F84" w:rsidRPr="00DD44F6">
        <w:rPr>
          <w:rFonts w:ascii="Roboto Condensed" w:hAnsi="Roboto Condensed" w:hint="eastAsia"/>
          <w:sz w:val="22"/>
        </w:rPr>
        <w:t>ä</w:t>
      </w:r>
      <w:r w:rsidR="00871F84" w:rsidRPr="00DD44F6">
        <w:rPr>
          <w:rFonts w:ascii="Roboto Condensed" w:hAnsi="Roboto Condensed"/>
          <w:sz w:val="22"/>
        </w:rPr>
        <w:t>ftsstelle des VCP.</w:t>
      </w:r>
      <w:r w:rsidR="00164487" w:rsidRPr="00DD44F6">
        <w:rPr>
          <w:rFonts w:ascii="Roboto Condensed" w:hAnsi="Roboto Condensed"/>
          <w:sz w:val="22"/>
        </w:rPr>
        <w:t xml:space="preserve"> </w:t>
      </w:r>
      <w:r w:rsidR="00DF7058" w:rsidRPr="00DD44F6">
        <w:rPr>
          <w:rFonts w:ascii="Roboto Condensed" w:hAnsi="Roboto Condensed"/>
          <w:sz w:val="22"/>
        </w:rPr>
        <w:t>Die Moderationsperson wird vom Krisenteam bestimmt.</w:t>
      </w:r>
      <w:r w:rsidR="00164487" w:rsidRPr="00DD44F6">
        <w:rPr>
          <w:rFonts w:ascii="Roboto Condensed" w:hAnsi="Roboto Condensed"/>
          <w:sz w:val="22"/>
        </w:rPr>
        <w:t xml:space="preserve"> </w:t>
      </w:r>
      <w:r w:rsidR="00164487" w:rsidRPr="00DD44F6">
        <w:rPr>
          <w:rFonts w:ascii="Roboto Condensed" w:hAnsi="Roboto Condensed"/>
          <w:sz w:val="22"/>
        </w:rPr>
        <w:br/>
        <w:t>Beteiligte Personen: Gesch</w:t>
      </w:r>
      <w:r w:rsidR="00164487" w:rsidRPr="00DD44F6">
        <w:rPr>
          <w:rFonts w:ascii="Roboto Condensed" w:hAnsi="Roboto Condensed" w:hint="eastAsia"/>
          <w:sz w:val="22"/>
        </w:rPr>
        <w:t>ä</w:t>
      </w:r>
      <w:r w:rsidR="00164487" w:rsidRPr="00DD44F6">
        <w:rPr>
          <w:rFonts w:ascii="Roboto Condensed" w:hAnsi="Roboto Condensed"/>
          <w:sz w:val="22"/>
        </w:rPr>
        <w:t>ftsf</w:t>
      </w:r>
      <w:r w:rsidR="00164487" w:rsidRPr="00DD44F6">
        <w:rPr>
          <w:rFonts w:ascii="Roboto Condensed" w:hAnsi="Roboto Condensed" w:hint="eastAsia"/>
          <w:sz w:val="22"/>
        </w:rPr>
        <w:t>ü</w:t>
      </w:r>
      <w:r w:rsidR="00164487" w:rsidRPr="00DD44F6">
        <w:rPr>
          <w:rFonts w:ascii="Roboto Condensed" w:hAnsi="Roboto Condensed"/>
          <w:sz w:val="22"/>
        </w:rPr>
        <w:t xml:space="preserve">hrer*in, Landesleitung, </w:t>
      </w:r>
      <w:r w:rsidR="00131BD1" w:rsidRPr="00DD44F6">
        <w:rPr>
          <w:rFonts w:ascii="Roboto Condensed" w:hAnsi="Roboto Condensed"/>
          <w:sz w:val="22"/>
        </w:rPr>
        <w:t>EJW</w:t>
      </w:r>
      <w:r w:rsidR="00871F84" w:rsidRPr="00DD44F6">
        <w:rPr>
          <w:rFonts w:ascii="Roboto Condensed" w:hAnsi="Roboto Condensed"/>
          <w:sz w:val="22"/>
        </w:rPr>
        <w:t>-Vertreter</w:t>
      </w:r>
    </w:p>
    <w:p w14:paraId="774717B5" w14:textId="1D5EAA4E" w:rsidR="00164487" w:rsidRDefault="00164487" w:rsidP="007149F1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 xml:space="preserve">Ablauf einer Pressekonferenz: </w:t>
      </w:r>
      <w:r w:rsidRPr="00DD44F6">
        <w:rPr>
          <w:rFonts w:ascii="Roboto Condensed" w:hAnsi="Roboto Condensed"/>
          <w:sz w:val="22"/>
        </w:rPr>
        <w:br/>
        <w:t>1. Begr</w:t>
      </w:r>
      <w:r w:rsidRPr="00DD44F6">
        <w:rPr>
          <w:rFonts w:ascii="Roboto Condensed" w:hAnsi="Roboto Condensed" w:hint="eastAsia"/>
          <w:sz w:val="22"/>
        </w:rPr>
        <w:t>üß</w:t>
      </w:r>
      <w:r w:rsidRPr="00DD44F6">
        <w:rPr>
          <w:rFonts w:ascii="Roboto Condensed" w:hAnsi="Roboto Condensed"/>
          <w:sz w:val="22"/>
        </w:rPr>
        <w:t>ung</w:t>
      </w:r>
      <w:r w:rsidRPr="00DD44F6">
        <w:rPr>
          <w:rFonts w:ascii="Roboto Condensed" w:hAnsi="Roboto Condensed"/>
          <w:sz w:val="22"/>
        </w:rPr>
        <w:br/>
        <w:t>2. Vorstellung der Gespr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>chspartner</w:t>
      </w:r>
      <w:r w:rsidR="00E13BAA">
        <w:rPr>
          <w:rFonts w:ascii="Roboto Condensed" w:hAnsi="Roboto Condensed"/>
          <w:sz w:val="22"/>
        </w:rPr>
        <w:t>*innen</w:t>
      </w:r>
      <w:r w:rsidRPr="00DD44F6">
        <w:rPr>
          <w:rFonts w:ascii="Roboto Condensed" w:hAnsi="Roboto Condensed"/>
          <w:sz w:val="22"/>
        </w:rPr>
        <w:br/>
        <w:t>3. Kurze Schilderung des Sachverhaltes</w:t>
      </w:r>
      <w:r w:rsidRPr="00DD44F6">
        <w:rPr>
          <w:rFonts w:ascii="Roboto Condensed" w:hAnsi="Roboto Condensed"/>
          <w:sz w:val="22"/>
        </w:rPr>
        <w:br/>
        <w:t xml:space="preserve">4. 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>berleitung zu den Gespr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>chspartner</w:t>
      </w:r>
      <w:r w:rsidR="00E13BAA">
        <w:rPr>
          <w:rFonts w:ascii="Roboto Condensed" w:hAnsi="Roboto Condensed"/>
          <w:sz w:val="22"/>
        </w:rPr>
        <w:t>*innen</w:t>
      </w:r>
      <w:r w:rsidRPr="00DD44F6">
        <w:rPr>
          <w:rFonts w:ascii="Roboto Condensed" w:hAnsi="Roboto Condensed"/>
          <w:sz w:val="22"/>
        </w:rPr>
        <w:t>, kurze State</w:t>
      </w:r>
      <w:r w:rsidR="00E13BAA">
        <w:rPr>
          <w:rFonts w:ascii="Roboto Condensed" w:hAnsi="Roboto Condensed"/>
          <w:sz w:val="22"/>
        </w:rPr>
        <w:t>ments</w:t>
      </w:r>
      <w:r w:rsidR="00E13BAA">
        <w:rPr>
          <w:rFonts w:ascii="Roboto Condensed" w:hAnsi="Roboto Condensed"/>
          <w:sz w:val="22"/>
        </w:rPr>
        <w:br/>
        <w:t>5. Fragen der Journalist*innen</w:t>
      </w:r>
      <w:r w:rsidRPr="00DD44F6">
        <w:rPr>
          <w:rFonts w:ascii="Roboto Condensed" w:hAnsi="Roboto Condensed"/>
          <w:sz w:val="22"/>
        </w:rPr>
        <w:br/>
        <w:t>6. Ausblick, Schluss, Verabschiedung</w:t>
      </w:r>
    </w:p>
    <w:p w14:paraId="53B82117" w14:textId="4C2C0F49" w:rsidR="001E4089" w:rsidRDefault="001E4089" w:rsidP="007149F1">
      <w:pPr>
        <w:rPr>
          <w:rFonts w:ascii="Roboto Condensed" w:hAnsi="Roboto Condensed"/>
          <w:sz w:val="22"/>
        </w:rPr>
      </w:pPr>
    </w:p>
    <w:p w14:paraId="51533D82" w14:textId="77777777" w:rsidR="001E4089" w:rsidRPr="00DD44F6" w:rsidRDefault="001E4089" w:rsidP="007149F1">
      <w:pPr>
        <w:rPr>
          <w:rFonts w:ascii="Roboto Condensed" w:hAnsi="Roboto Condensed"/>
          <w:sz w:val="22"/>
        </w:rPr>
      </w:pPr>
    </w:p>
    <w:p w14:paraId="7D656839" w14:textId="77777777" w:rsidR="00164487" w:rsidRPr="00DD44F6" w:rsidRDefault="00164487" w:rsidP="00251DB6">
      <w:pPr>
        <w:pStyle w:val="berschrift3"/>
      </w:pPr>
      <w:proofErr w:type="spellStart"/>
      <w:r w:rsidRPr="00DD44F6">
        <w:rPr>
          <w:rFonts w:hint="eastAsia"/>
        </w:rPr>
        <w:lastRenderedPageBreak/>
        <w:t>Darksite</w:t>
      </w:r>
      <w:proofErr w:type="spellEnd"/>
    </w:p>
    <w:p w14:paraId="365C3B15" w14:textId="0968BD5B" w:rsidR="00164487" w:rsidRPr="00DD44F6" w:rsidRDefault="00164487" w:rsidP="00164487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>Im Krisenfall wird eine spezielle Seite auf der Homepage zur Krise freigeschaltet. Sie enth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>lt eine Schilderung des Sachverhalts, sowie alle Pressemitteilungen und Ansprechpartner</w:t>
      </w:r>
      <w:r w:rsidR="00E13BAA">
        <w:rPr>
          <w:rFonts w:ascii="Roboto Condensed" w:hAnsi="Roboto Condensed"/>
          <w:sz w:val="22"/>
        </w:rPr>
        <w:t>*innen</w:t>
      </w:r>
      <w:r w:rsidRPr="00DD44F6">
        <w:rPr>
          <w:rFonts w:ascii="Roboto Condensed" w:hAnsi="Roboto Condensed"/>
          <w:sz w:val="22"/>
        </w:rPr>
        <w:t xml:space="preserve">. Parallel wird 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>berpr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>ft, ob bestimmte Seiten vor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 xml:space="preserve">bergehend </w:t>
      </w:r>
      <w:r w:rsidR="00E13BAA">
        <w:rPr>
          <w:rFonts w:ascii="Roboto Condensed" w:hAnsi="Roboto Condensed"/>
          <w:sz w:val="22"/>
        </w:rPr>
        <w:t>„</w:t>
      </w:r>
      <w:r w:rsidRPr="00DD44F6">
        <w:rPr>
          <w:rFonts w:ascii="Roboto Condensed" w:hAnsi="Roboto Condensed"/>
          <w:sz w:val="22"/>
        </w:rPr>
        <w:t>offline</w:t>
      </w:r>
      <w:r w:rsidR="00E13BAA">
        <w:rPr>
          <w:rFonts w:ascii="Roboto Condensed" w:hAnsi="Roboto Condensed"/>
          <w:sz w:val="22"/>
        </w:rPr>
        <w:t>“</w:t>
      </w:r>
      <w:r w:rsidRPr="00DD44F6">
        <w:rPr>
          <w:rFonts w:ascii="Roboto Condensed" w:hAnsi="Roboto Condensed"/>
          <w:sz w:val="22"/>
        </w:rPr>
        <w:t xml:space="preserve"> geschaltet werden m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>ssen, weil sie Image-sch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 xml:space="preserve">digende Bilder oder Texte enthalten. </w:t>
      </w:r>
    </w:p>
    <w:p w14:paraId="0B536F85" w14:textId="0EF8986E" w:rsidR="002B51C2" w:rsidRPr="00DD44F6" w:rsidRDefault="002B51C2" w:rsidP="00164487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>Auf der Landesstelle m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>ssen f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>r alle Plattformen in sozialen Medien, die im Auftrag des Landes gepflegt werden</w:t>
      </w:r>
      <w:r w:rsidR="000E2CDB">
        <w:rPr>
          <w:rFonts w:ascii="Roboto Condensed" w:hAnsi="Roboto Condensed"/>
          <w:sz w:val="22"/>
        </w:rPr>
        <w:t>,</w:t>
      </w:r>
      <w:r w:rsidRPr="00DD44F6">
        <w:rPr>
          <w:rFonts w:ascii="Roboto Condensed" w:hAnsi="Roboto Condensed"/>
          <w:sz w:val="22"/>
        </w:rPr>
        <w:t xml:space="preserve"> die Zugangsdaten vorhanden sein. Im Krisenfall werden die betreffenden Seiten von der Landesstelle vom Netz genommen.</w:t>
      </w:r>
    </w:p>
    <w:p w14:paraId="1AEA0175" w14:textId="77777777" w:rsidR="00164487" w:rsidRPr="00DD44F6" w:rsidRDefault="00164487" w:rsidP="00251DB6">
      <w:pPr>
        <w:pStyle w:val="berschrift3"/>
      </w:pPr>
      <w:r w:rsidRPr="00DD44F6">
        <w:rPr>
          <w:rFonts w:hint="eastAsia"/>
        </w:rPr>
        <w:t>Interne Kommunikation</w:t>
      </w:r>
    </w:p>
    <w:p w14:paraId="1E46AB90" w14:textId="77777777" w:rsidR="00164487" w:rsidRPr="00DD44F6" w:rsidRDefault="00164487" w:rsidP="00164487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>Hauptamtliche Mitarbeiter*innen und der restliche Teil der Landesleitung werden per E-Mail durch den*die Gesch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>ftsf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>hrer*in dar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>ber informiert, dass etwas vorgefallen ist</w:t>
      </w:r>
      <w:r w:rsidR="005A470F" w:rsidRPr="00DD44F6">
        <w:rPr>
          <w:rFonts w:ascii="Roboto Condensed" w:hAnsi="Roboto Condensed"/>
          <w:sz w:val="22"/>
        </w:rPr>
        <w:t>. Weitere Informationen befinden sich aus Sicherheitsgr</w:t>
      </w:r>
      <w:r w:rsidR="005A470F" w:rsidRPr="00DD44F6">
        <w:rPr>
          <w:rFonts w:ascii="Roboto Condensed" w:hAnsi="Roboto Condensed" w:hint="eastAsia"/>
          <w:sz w:val="22"/>
        </w:rPr>
        <w:t>ü</w:t>
      </w:r>
      <w:r w:rsidR="005A470F" w:rsidRPr="00DD44F6">
        <w:rPr>
          <w:rFonts w:ascii="Roboto Condensed" w:hAnsi="Roboto Condensed"/>
          <w:sz w:val="22"/>
        </w:rPr>
        <w:t xml:space="preserve">nden auf dem Server und werden nicht per E-Mail verschickt. </w:t>
      </w:r>
      <w:r w:rsidR="005A470F" w:rsidRPr="00DD44F6">
        <w:rPr>
          <w:rFonts w:ascii="Roboto Condensed" w:hAnsi="Roboto Condensed"/>
          <w:sz w:val="22"/>
        </w:rPr>
        <w:br/>
        <w:t xml:space="preserve">Die Bundesebene wird informiert. </w:t>
      </w:r>
    </w:p>
    <w:p w14:paraId="183086C9" w14:textId="77777777" w:rsidR="005A470F" w:rsidRPr="00DD44F6" w:rsidRDefault="005A470F" w:rsidP="00251DB6">
      <w:pPr>
        <w:pStyle w:val="berschrift3"/>
      </w:pPr>
      <w:r w:rsidRPr="00DD44F6">
        <w:rPr>
          <w:rFonts w:hint="eastAsia"/>
        </w:rPr>
        <w:t>Sprachregelungen für haupt- und ehrenamtliche Mitarbeiter*innen</w:t>
      </w:r>
    </w:p>
    <w:p w14:paraId="18AF8DD6" w14:textId="70D00FF2" w:rsidR="005A470F" w:rsidRDefault="005A470F" w:rsidP="005A470F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>Im Krisenfall sind die haupt- und ehrenamtlichen Mitarbeiter*innen des Verbandes Christlicher Pfadfinderinnen und Pfadfinder</w:t>
      </w:r>
      <w:r w:rsidR="00D51D4B" w:rsidRPr="00DD44F6">
        <w:rPr>
          <w:rFonts w:ascii="Roboto Condensed" w:hAnsi="Roboto Condensed"/>
          <w:sz w:val="22"/>
        </w:rPr>
        <w:t xml:space="preserve"> e.V.</w:t>
      </w:r>
      <w:r w:rsidRPr="00DD44F6">
        <w:rPr>
          <w:rFonts w:ascii="Roboto Condensed" w:hAnsi="Roboto Condensed"/>
          <w:sz w:val="22"/>
        </w:rPr>
        <w:t xml:space="preserve"> nicht auskunftsbefugt. </w:t>
      </w:r>
      <w:r w:rsidRPr="00DD44F6">
        <w:rPr>
          <w:rFonts w:ascii="Roboto Condensed" w:hAnsi="Roboto Condensed"/>
          <w:sz w:val="22"/>
        </w:rPr>
        <w:br/>
        <w:t>Folgende Formulierungen haben sich bew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>hrt:</w:t>
      </w:r>
      <w:r w:rsidRPr="00DD44F6">
        <w:rPr>
          <w:rFonts w:ascii="Roboto Condensed" w:hAnsi="Roboto Condensed"/>
          <w:sz w:val="22"/>
        </w:rPr>
        <w:br/>
      </w:r>
      <w:r w:rsidR="002253F0">
        <w:rPr>
          <w:rFonts w:ascii="Roboto Condensed" w:hAnsi="Roboto Condensed"/>
          <w:sz w:val="22"/>
        </w:rPr>
        <w:t>„</w:t>
      </w:r>
      <w:r w:rsidRPr="00DD44F6">
        <w:rPr>
          <w:rFonts w:ascii="Roboto Condensed" w:hAnsi="Roboto Condensed"/>
          <w:sz w:val="22"/>
        </w:rPr>
        <w:t>Ich bin leider nicht befugt, Ihnen Ausk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 xml:space="preserve">nfte zu erteilen, </w:t>
      </w:r>
      <w:r w:rsidR="00E13BAA">
        <w:rPr>
          <w:rFonts w:ascii="Roboto Condensed" w:hAnsi="Roboto Condensed"/>
          <w:sz w:val="22"/>
        </w:rPr>
        <w:t>unsere</w:t>
      </w:r>
      <w:r w:rsidR="00D51D4B" w:rsidRPr="00DD44F6">
        <w:rPr>
          <w:rFonts w:ascii="Roboto Condensed" w:hAnsi="Roboto Condensed"/>
          <w:sz w:val="22"/>
        </w:rPr>
        <w:t>*unser</w:t>
      </w:r>
      <w:r w:rsidRPr="00DD44F6">
        <w:rPr>
          <w:rFonts w:ascii="Roboto Condensed" w:hAnsi="Roboto Condensed"/>
          <w:sz w:val="22"/>
        </w:rPr>
        <w:t xml:space="preserve"> Presseverantwortliche*r wird Ihnen zur Verf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>gung stehen.</w:t>
      </w:r>
      <w:r w:rsidR="002253F0">
        <w:rPr>
          <w:rFonts w:ascii="Roboto Condensed" w:hAnsi="Roboto Condensed"/>
          <w:sz w:val="22"/>
        </w:rPr>
        <w:t>“</w:t>
      </w:r>
      <w:r w:rsidRPr="00DD44F6">
        <w:rPr>
          <w:rFonts w:ascii="Roboto Condensed" w:hAnsi="Roboto Condensed"/>
          <w:sz w:val="22"/>
        </w:rPr>
        <w:br/>
        <w:t>Kernbotschaften: Die Ursache ist ungekl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>rt. Wir unternehmen alles, um den Vorfall aufzukl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>ren. Wei</w:t>
      </w:r>
      <w:r w:rsidR="00871F84" w:rsidRPr="00DD44F6">
        <w:rPr>
          <w:rFonts w:ascii="Roboto Condensed" w:hAnsi="Roboto Condensed"/>
          <w:sz w:val="22"/>
        </w:rPr>
        <w:t>tere Informationen erhalten Sie in der Gesch</w:t>
      </w:r>
      <w:r w:rsidR="00871F84" w:rsidRPr="00DD44F6">
        <w:rPr>
          <w:rFonts w:ascii="Roboto Condensed" w:hAnsi="Roboto Condensed" w:hint="eastAsia"/>
          <w:sz w:val="22"/>
        </w:rPr>
        <w:t>ä</w:t>
      </w:r>
      <w:r w:rsidR="00871F84" w:rsidRPr="00DD44F6">
        <w:rPr>
          <w:rFonts w:ascii="Roboto Condensed" w:hAnsi="Roboto Condensed"/>
          <w:sz w:val="22"/>
        </w:rPr>
        <w:t>ft</w:t>
      </w:r>
      <w:r w:rsidR="006F3401" w:rsidRPr="00DD44F6">
        <w:rPr>
          <w:rFonts w:ascii="Roboto Condensed" w:hAnsi="Roboto Condensed"/>
          <w:sz w:val="22"/>
        </w:rPr>
        <w:t>sstelle des VCP W</w:t>
      </w:r>
      <w:r w:rsidR="006F3401" w:rsidRPr="00DD44F6">
        <w:rPr>
          <w:rFonts w:ascii="Roboto Condensed" w:hAnsi="Roboto Condensed" w:hint="eastAsia"/>
          <w:sz w:val="22"/>
        </w:rPr>
        <w:t>ü</w:t>
      </w:r>
      <w:r w:rsidR="006F3401" w:rsidRPr="00DD44F6">
        <w:rPr>
          <w:rFonts w:ascii="Roboto Condensed" w:hAnsi="Roboto Condensed"/>
          <w:sz w:val="22"/>
        </w:rPr>
        <w:t>rttem</w:t>
      </w:r>
      <w:r w:rsidR="00871F84" w:rsidRPr="00DD44F6">
        <w:rPr>
          <w:rFonts w:ascii="Roboto Condensed" w:hAnsi="Roboto Condensed"/>
          <w:sz w:val="22"/>
        </w:rPr>
        <w:t>b</w:t>
      </w:r>
      <w:r w:rsidR="006F3401" w:rsidRPr="00DD44F6">
        <w:rPr>
          <w:rFonts w:ascii="Roboto Condensed" w:hAnsi="Roboto Condensed"/>
          <w:sz w:val="22"/>
        </w:rPr>
        <w:t>e</w:t>
      </w:r>
      <w:r w:rsidR="00871F84" w:rsidRPr="00DD44F6">
        <w:rPr>
          <w:rFonts w:ascii="Roboto Condensed" w:hAnsi="Roboto Condensed"/>
          <w:sz w:val="22"/>
        </w:rPr>
        <w:t>rg e.V.</w:t>
      </w:r>
    </w:p>
    <w:p w14:paraId="7900A475" w14:textId="77777777" w:rsidR="008E507E" w:rsidRDefault="008E507E" w:rsidP="005A470F">
      <w:pPr>
        <w:rPr>
          <w:rFonts w:ascii="Roboto Condensed" w:hAnsi="Roboto Condensed"/>
          <w:sz w:val="22"/>
        </w:rPr>
      </w:pPr>
    </w:p>
    <w:p w14:paraId="20349E76" w14:textId="5E834CC1" w:rsidR="008E507E" w:rsidRDefault="008E507E" w:rsidP="005A470F">
      <w:pPr>
        <w:rPr>
          <w:rFonts w:ascii="Roboto Condensed" w:hAnsi="Roboto Condensed"/>
          <w:sz w:val="22"/>
        </w:rPr>
      </w:pPr>
      <w:r>
        <w:rPr>
          <w:rFonts w:ascii="Roboto Condensed" w:hAnsi="Roboto Condensed"/>
          <w:sz w:val="22"/>
        </w:rPr>
        <w:br w:type="page"/>
      </w:r>
    </w:p>
    <w:p w14:paraId="21E102CA" w14:textId="77777777" w:rsidR="005A470F" w:rsidRPr="00DD44F6" w:rsidRDefault="005A470F" w:rsidP="00251DB6">
      <w:pPr>
        <w:pStyle w:val="berschrift2"/>
      </w:pPr>
      <w:r w:rsidRPr="00DD44F6">
        <w:rPr>
          <w:rFonts w:hint="eastAsia"/>
        </w:rPr>
        <w:lastRenderedPageBreak/>
        <w:t>Infrastruktur</w:t>
      </w:r>
    </w:p>
    <w:p w14:paraId="5034D420" w14:textId="77777777" w:rsidR="005A470F" w:rsidRPr="00DD44F6" w:rsidRDefault="005A470F" w:rsidP="00251DB6">
      <w:pPr>
        <w:pStyle w:val="berschrift3"/>
      </w:pPr>
      <w:r w:rsidRPr="00DD44F6">
        <w:rPr>
          <w:rFonts w:hint="eastAsia"/>
        </w:rPr>
        <w:t>Zusammenkunft des Krisenteams</w:t>
      </w:r>
    </w:p>
    <w:p w14:paraId="15BABA2D" w14:textId="77777777" w:rsidR="000959CA" w:rsidRPr="00DD44F6" w:rsidRDefault="005A470F" w:rsidP="005A470F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 xml:space="preserve">Das Krisenteam trifft sich </w:t>
      </w:r>
      <w:r w:rsidR="000959CA" w:rsidRPr="00DD44F6">
        <w:rPr>
          <w:rFonts w:ascii="Roboto Condensed" w:hAnsi="Roboto Condensed"/>
          <w:sz w:val="22"/>
        </w:rPr>
        <w:t>bestm</w:t>
      </w:r>
      <w:r w:rsidR="000959CA" w:rsidRPr="00DD44F6">
        <w:rPr>
          <w:rFonts w:ascii="Roboto Condensed" w:hAnsi="Roboto Condensed" w:hint="eastAsia"/>
          <w:sz w:val="22"/>
        </w:rPr>
        <w:t>ö</w:t>
      </w:r>
      <w:r w:rsidR="000959CA" w:rsidRPr="00DD44F6">
        <w:rPr>
          <w:rFonts w:ascii="Roboto Condensed" w:hAnsi="Roboto Condensed"/>
          <w:sz w:val="22"/>
        </w:rPr>
        <w:t xml:space="preserve">glich </w:t>
      </w:r>
      <w:r w:rsidRPr="00DD44F6">
        <w:rPr>
          <w:rFonts w:ascii="Roboto Condensed" w:hAnsi="Roboto Condensed"/>
          <w:sz w:val="22"/>
        </w:rPr>
        <w:t xml:space="preserve">auf der Landesstelle. </w:t>
      </w:r>
    </w:p>
    <w:p w14:paraId="37850F10" w14:textId="77777777" w:rsidR="00131BD1" w:rsidRPr="00DD44F6" w:rsidRDefault="000959CA" w:rsidP="00251DB6">
      <w:pPr>
        <w:pStyle w:val="berschrift3"/>
      </w:pPr>
      <w:r w:rsidRPr="00DD44F6">
        <w:rPr>
          <w:rFonts w:hint="eastAsia"/>
        </w:rPr>
        <w:t>Notfalltelefon</w:t>
      </w:r>
    </w:p>
    <w:p w14:paraId="069FB3EE" w14:textId="77777777" w:rsidR="000959CA" w:rsidRPr="00DD44F6" w:rsidRDefault="00131BD1" w:rsidP="00131BD1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>Siehe Telefonnummern Krisenteam</w:t>
      </w:r>
    </w:p>
    <w:p w14:paraId="37C66024" w14:textId="77777777" w:rsidR="000959CA" w:rsidRPr="00DD44F6" w:rsidRDefault="000959CA" w:rsidP="00251DB6">
      <w:pPr>
        <w:pStyle w:val="berschrift3"/>
      </w:pPr>
      <w:r w:rsidRPr="00DD44F6">
        <w:rPr>
          <w:rFonts w:hint="eastAsia"/>
        </w:rPr>
        <w:t>Inv</w:t>
      </w:r>
      <w:r w:rsidR="00131BD1" w:rsidRPr="00DD44F6">
        <w:rPr>
          <w:rFonts w:hint="eastAsia"/>
        </w:rPr>
        <w:t>olvierung EJW und Bundesebene</w:t>
      </w:r>
    </w:p>
    <w:p w14:paraId="50632523" w14:textId="65ABBD02" w:rsidR="0027600B" w:rsidRPr="00DD44F6" w:rsidRDefault="00D4536A" w:rsidP="0027600B">
      <w:pPr>
        <w:rPr>
          <w:rFonts w:ascii="Roboto Condensed" w:hAnsi="Roboto Condensed"/>
          <w:sz w:val="22"/>
        </w:rPr>
      </w:pPr>
      <w:r>
        <w:rPr>
          <w:rFonts w:ascii="Roboto Condensed" w:hAnsi="Roboto Condensed"/>
          <w:sz w:val="22"/>
        </w:rPr>
        <w:t>Das Krisenteam entscheidet f</w:t>
      </w:r>
      <w:r w:rsidR="00131BD1" w:rsidRPr="00DD44F6">
        <w:rPr>
          <w:rFonts w:ascii="Roboto Condensed" w:hAnsi="Roboto Condensed"/>
          <w:sz w:val="22"/>
        </w:rPr>
        <w:t>allspezifisch</w:t>
      </w:r>
      <w:r>
        <w:rPr>
          <w:rFonts w:ascii="Roboto Condensed" w:hAnsi="Roboto Condensed"/>
          <w:sz w:val="22"/>
        </w:rPr>
        <w:t>,</w:t>
      </w:r>
      <w:r w:rsidR="00131BD1" w:rsidRPr="00DD44F6">
        <w:rPr>
          <w:rFonts w:ascii="Roboto Condensed" w:hAnsi="Roboto Condensed"/>
          <w:sz w:val="22"/>
        </w:rPr>
        <w:t xml:space="preserve"> ob Unterst</w:t>
      </w:r>
      <w:r w:rsidR="00131BD1" w:rsidRPr="00DD44F6">
        <w:rPr>
          <w:rFonts w:ascii="Roboto Condensed" w:hAnsi="Roboto Condensed" w:hint="eastAsia"/>
          <w:sz w:val="22"/>
        </w:rPr>
        <w:t>ü</w:t>
      </w:r>
      <w:r w:rsidR="00131BD1" w:rsidRPr="00DD44F6">
        <w:rPr>
          <w:rFonts w:ascii="Roboto Condensed" w:hAnsi="Roboto Condensed"/>
          <w:sz w:val="22"/>
        </w:rPr>
        <w:t>tzung beim EJW oder von der Bundesebene eingeholt wird und kommuniziert seine Ergebnisse an das EJW und die Bundeszentrale.</w:t>
      </w:r>
    </w:p>
    <w:p w14:paraId="06948450" w14:textId="77777777" w:rsidR="0027600B" w:rsidRPr="00DD44F6" w:rsidRDefault="0027600B" w:rsidP="00251DB6">
      <w:pPr>
        <w:pStyle w:val="berschrift3"/>
      </w:pPr>
      <w:r w:rsidRPr="00DD44F6">
        <w:rPr>
          <w:rFonts w:hint="eastAsia"/>
        </w:rPr>
        <w:t>Wichtige Versicherungen</w:t>
      </w:r>
    </w:p>
    <w:p w14:paraId="0AA4A750" w14:textId="61F029E6" w:rsidR="004B6EE3" w:rsidRPr="00DD44F6" w:rsidRDefault="004B6EE3" w:rsidP="004B6EE3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 xml:space="preserve">Alle VCP-Mitglieder sind 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>ber die Gruppenversicherung des EJW bei der Ecclesia versichert. Dies umschlie</w:t>
      </w:r>
      <w:r w:rsidRPr="00DD44F6">
        <w:rPr>
          <w:rFonts w:ascii="Roboto Condensed" w:hAnsi="Roboto Condensed" w:hint="eastAsia"/>
          <w:sz w:val="22"/>
        </w:rPr>
        <w:t>ß</w:t>
      </w:r>
      <w:r w:rsidRPr="00DD44F6">
        <w:rPr>
          <w:rFonts w:ascii="Roboto Condensed" w:hAnsi="Roboto Condensed"/>
          <w:sz w:val="22"/>
        </w:rPr>
        <w:t>t eine Unfall-</w:t>
      </w:r>
      <w:r w:rsidR="00302D04">
        <w:rPr>
          <w:rFonts w:ascii="Roboto Condensed" w:hAnsi="Roboto Condensed"/>
          <w:sz w:val="22"/>
        </w:rPr>
        <w:t>,</w:t>
      </w:r>
      <w:r w:rsidRPr="00DD44F6">
        <w:rPr>
          <w:rFonts w:ascii="Roboto Condensed" w:hAnsi="Roboto Condensed"/>
          <w:sz w:val="22"/>
        </w:rPr>
        <w:t xml:space="preserve"> Haftpflicht und Fahrzeugversicherung (f</w:t>
      </w:r>
      <w:r w:rsidRPr="00DD44F6">
        <w:rPr>
          <w:rFonts w:ascii="Roboto Condensed" w:hAnsi="Roboto Condensed" w:hint="eastAsia"/>
          <w:sz w:val="22"/>
        </w:rPr>
        <w:t>ü</w:t>
      </w:r>
      <w:r w:rsidRPr="00DD44F6">
        <w:rPr>
          <w:rFonts w:ascii="Roboto Condensed" w:hAnsi="Roboto Condensed"/>
          <w:sz w:val="22"/>
        </w:rPr>
        <w:t xml:space="preserve">r VCP-Auftragsfahrten). </w:t>
      </w:r>
      <w:r w:rsidR="006F3401" w:rsidRPr="00DD44F6">
        <w:rPr>
          <w:rFonts w:ascii="Roboto Condensed" w:hAnsi="Roboto Condensed"/>
          <w:sz w:val="22"/>
        </w:rPr>
        <w:t>Obwohl alle VCP-Mitglieder zus</w:t>
      </w:r>
      <w:r w:rsidR="006F3401" w:rsidRPr="00DD44F6">
        <w:rPr>
          <w:rFonts w:ascii="Roboto Condensed" w:hAnsi="Roboto Condensed" w:hint="eastAsia"/>
          <w:sz w:val="22"/>
        </w:rPr>
        <w:t>ä</w:t>
      </w:r>
      <w:r w:rsidR="006F3401" w:rsidRPr="00DD44F6">
        <w:rPr>
          <w:rFonts w:ascii="Roboto Condensed" w:hAnsi="Roboto Condensed"/>
          <w:sz w:val="22"/>
        </w:rPr>
        <w:t xml:space="preserve">tzlich </w:t>
      </w:r>
      <w:r w:rsidR="006F3401" w:rsidRPr="00DD44F6">
        <w:rPr>
          <w:rFonts w:ascii="Roboto Condensed" w:hAnsi="Roboto Condensed" w:hint="eastAsia"/>
          <w:sz w:val="22"/>
        </w:rPr>
        <w:t>ü</w:t>
      </w:r>
      <w:r w:rsidR="006F3401" w:rsidRPr="00DD44F6">
        <w:rPr>
          <w:rFonts w:ascii="Roboto Condensed" w:hAnsi="Roboto Condensed"/>
          <w:sz w:val="22"/>
        </w:rPr>
        <w:t xml:space="preserve">ber den VCP Bund </w:t>
      </w:r>
      <w:r w:rsidR="00302D04">
        <w:rPr>
          <w:rFonts w:ascii="Roboto Condensed" w:hAnsi="Roboto Condensed"/>
          <w:sz w:val="22"/>
        </w:rPr>
        <w:t>u</w:t>
      </w:r>
      <w:r w:rsidR="006F3401" w:rsidRPr="00DD44F6">
        <w:rPr>
          <w:rFonts w:ascii="Roboto Condensed" w:hAnsi="Roboto Condensed"/>
          <w:sz w:val="22"/>
        </w:rPr>
        <w:t xml:space="preserve">nfall- und </w:t>
      </w:r>
      <w:r w:rsidR="00302D04">
        <w:rPr>
          <w:rFonts w:ascii="Roboto Condensed" w:hAnsi="Roboto Condensed"/>
          <w:sz w:val="22"/>
        </w:rPr>
        <w:t>h</w:t>
      </w:r>
      <w:r w:rsidR="006F3401" w:rsidRPr="00DD44F6">
        <w:rPr>
          <w:rFonts w:ascii="Roboto Condensed" w:hAnsi="Roboto Condensed"/>
          <w:sz w:val="22"/>
        </w:rPr>
        <w:t>aftpflichtversichert sind, wickeln wir alle Schadenf</w:t>
      </w:r>
      <w:r w:rsidR="006F3401" w:rsidRPr="00DD44F6">
        <w:rPr>
          <w:rFonts w:ascii="Roboto Condensed" w:hAnsi="Roboto Condensed" w:hint="eastAsia"/>
          <w:sz w:val="22"/>
        </w:rPr>
        <w:t>ä</w:t>
      </w:r>
      <w:r w:rsidR="006F3401" w:rsidRPr="00DD44F6">
        <w:rPr>
          <w:rFonts w:ascii="Roboto Condensed" w:hAnsi="Roboto Condensed"/>
          <w:sz w:val="22"/>
        </w:rPr>
        <w:t xml:space="preserve">lle </w:t>
      </w:r>
      <w:r w:rsidR="006F3401" w:rsidRPr="00DD44F6">
        <w:rPr>
          <w:rFonts w:ascii="Roboto Condensed" w:hAnsi="Roboto Condensed" w:hint="eastAsia"/>
          <w:sz w:val="22"/>
        </w:rPr>
        <w:t>ü</w:t>
      </w:r>
      <w:r w:rsidR="006F3401" w:rsidRPr="00DD44F6">
        <w:rPr>
          <w:rFonts w:ascii="Roboto Condensed" w:hAnsi="Roboto Condensed"/>
          <w:sz w:val="22"/>
        </w:rPr>
        <w:t xml:space="preserve">ber die EJW Gruppenversicherung ab. </w:t>
      </w:r>
      <w:hyperlink r:id="rId18" w:history="1">
        <w:r w:rsidR="006F3401" w:rsidRPr="00DD44F6">
          <w:rPr>
            <w:rStyle w:val="Hyperlink"/>
            <w:rFonts w:ascii="Roboto Condensed" w:hAnsi="Roboto Condensed"/>
            <w:color w:val="auto"/>
            <w:sz w:val="22"/>
          </w:rPr>
          <w:t>www.ejwue.de/service/versicherungen</w:t>
        </w:r>
      </w:hyperlink>
    </w:p>
    <w:p w14:paraId="69B36F04" w14:textId="063824F8" w:rsidR="006F3401" w:rsidRPr="00DD44F6" w:rsidRDefault="006F3401" w:rsidP="002B51C2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>Bei Vorliegen eines Unfalles mit t</w:t>
      </w:r>
      <w:r w:rsidRPr="00DD44F6">
        <w:rPr>
          <w:rFonts w:ascii="Roboto Condensed" w:hAnsi="Roboto Condensed" w:hint="eastAsia"/>
          <w:sz w:val="22"/>
        </w:rPr>
        <w:t>ö</w:t>
      </w:r>
      <w:r w:rsidRPr="00DD44F6">
        <w:rPr>
          <w:rFonts w:ascii="Roboto Condensed" w:hAnsi="Roboto Condensed"/>
          <w:sz w:val="22"/>
        </w:rPr>
        <w:t>dlichem Ausgang oder einem vergleichbaren Krisenfall mit schwerwiegenden Personensch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>den sollte das</w:t>
      </w:r>
      <w:r w:rsidRPr="00DD44F6">
        <w:rPr>
          <w:rFonts w:ascii="Roboto Condensed" w:hAnsi="Roboto Condensed" w:hint="eastAsia"/>
          <w:sz w:val="22"/>
        </w:rPr>
        <w:t> </w:t>
      </w:r>
      <w:r w:rsidRPr="00DD44F6">
        <w:rPr>
          <w:rFonts w:ascii="Roboto Condensed" w:hAnsi="Roboto Condensed"/>
          <w:b/>
          <w:bCs/>
          <w:sz w:val="22"/>
        </w:rPr>
        <w:t>EJW so zeitnah</w:t>
      </w:r>
      <w:r w:rsidRPr="00DD44F6">
        <w:rPr>
          <w:rFonts w:ascii="Roboto Condensed" w:hAnsi="Roboto Condensed"/>
          <w:sz w:val="22"/>
        </w:rPr>
        <w:t xml:space="preserve"> wie m</w:t>
      </w:r>
      <w:r w:rsidRPr="00DD44F6">
        <w:rPr>
          <w:rFonts w:ascii="Roboto Condensed" w:hAnsi="Roboto Condensed" w:hint="eastAsia"/>
          <w:sz w:val="22"/>
        </w:rPr>
        <w:t>ö</w:t>
      </w:r>
      <w:r w:rsidRPr="00DD44F6">
        <w:rPr>
          <w:rFonts w:ascii="Roboto Condensed" w:hAnsi="Roboto Condensed"/>
          <w:sz w:val="22"/>
        </w:rPr>
        <w:t xml:space="preserve">glich benachrichtigt werden, sinnvollerweise </w:t>
      </w:r>
      <w:r w:rsidRPr="00DD44F6">
        <w:rPr>
          <w:rFonts w:ascii="Roboto Condensed" w:hAnsi="Roboto Condensed"/>
          <w:b/>
          <w:bCs/>
          <w:sz w:val="22"/>
        </w:rPr>
        <w:t>schriftlich</w:t>
      </w:r>
      <w:r w:rsidRPr="00DD44F6">
        <w:rPr>
          <w:rFonts w:ascii="Roboto Condensed" w:hAnsi="Roboto Condensed"/>
          <w:sz w:val="22"/>
        </w:rPr>
        <w:t xml:space="preserve"> per E-Mail an </w:t>
      </w:r>
      <w:hyperlink r:id="rId19" w:history="1">
        <w:r w:rsidRPr="00DD44F6">
          <w:rPr>
            <w:rStyle w:val="Hyperlink"/>
            <w:rFonts w:ascii="Roboto Condensed" w:hAnsi="Roboto Condensed"/>
            <w:color w:val="auto"/>
            <w:sz w:val="22"/>
          </w:rPr>
          <w:t>versicherungen@ejwue.de</w:t>
        </w:r>
      </w:hyperlink>
      <w:r w:rsidRPr="00DD44F6">
        <w:rPr>
          <w:rFonts w:ascii="Roboto Condensed" w:hAnsi="Roboto Condensed"/>
          <w:sz w:val="22"/>
        </w:rPr>
        <w:t xml:space="preserve"> un</w:t>
      </w:r>
      <w:r w:rsidR="00D4536A">
        <w:rPr>
          <w:rFonts w:ascii="Roboto Condensed" w:hAnsi="Roboto Condensed"/>
          <w:sz w:val="22"/>
        </w:rPr>
        <w:t>d an die Landesstelle des VCP.</w:t>
      </w:r>
    </w:p>
    <w:p w14:paraId="30D6D6BE" w14:textId="77777777" w:rsidR="008E507E" w:rsidRDefault="006F3401" w:rsidP="00D31C04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 xml:space="preserve">Parallel ist es hilfreich, den Notdienst der </w:t>
      </w:r>
      <w:r w:rsidRPr="00DD44F6">
        <w:rPr>
          <w:rFonts w:ascii="Roboto Condensed" w:hAnsi="Roboto Condensed"/>
          <w:b/>
          <w:bCs/>
          <w:sz w:val="22"/>
        </w:rPr>
        <w:t>ECCLESIA direkt</w:t>
      </w:r>
      <w:r w:rsidRPr="00DD44F6">
        <w:rPr>
          <w:rFonts w:ascii="Roboto Condensed" w:hAnsi="Roboto Condensed"/>
          <w:sz w:val="22"/>
        </w:rPr>
        <w:t xml:space="preserve"> einzuschalten, wo in Krisenf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>llen prof</w:t>
      </w:r>
      <w:r w:rsidR="00131BD1" w:rsidRPr="00DD44F6">
        <w:rPr>
          <w:rFonts w:ascii="Roboto Condensed" w:hAnsi="Roboto Condensed"/>
          <w:sz w:val="22"/>
        </w:rPr>
        <w:t>essionelle Unterst</w:t>
      </w:r>
      <w:r w:rsidR="00131BD1" w:rsidRPr="00DD44F6">
        <w:rPr>
          <w:rFonts w:ascii="Roboto Condensed" w:hAnsi="Roboto Condensed" w:hint="eastAsia"/>
          <w:sz w:val="22"/>
        </w:rPr>
        <w:t>ü</w:t>
      </w:r>
      <w:r w:rsidR="00131BD1" w:rsidRPr="00DD44F6">
        <w:rPr>
          <w:rFonts w:ascii="Roboto Condensed" w:hAnsi="Roboto Condensed"/>
          <w:sz w:val="22"/>
        </w:rPr>
        <w:t>tzung bereit</w:t>
      </w:r>
      <w:r w:rsidRPr="00DD44F6">
        <w:rPr>
          <w:rFonts w:ascii="Roboto Condensed" w:hAnsi="Roboto Condensed"/>
          <w:sz w:val="22"/>
        </w:rPr>
        <w:t xml:space="preserve">steht. Rufe dort unter </w:t>
      </w:r>
      <w:r w:rsidRPr="00DD44F6">
        <w:rPr>
          <w:rFonts w:ascii="Roboto Condensed" w:hAnsi="Roboto Condensed"/>
          <w:b/>
          <w:bCs/>
          <w:sz w:val="22"/>
        </w:rPr>
        <w:t>05231 603-0</w:t>
      </w:r>
      <w:r w:rsidRPr="00DD44F6">
        <w:rPr>
          <w:rFonts w:ascii="Roboto Condensed" w:hAnsi="Roboto Condensed"/>
          <w:sz w:val="22"/>
        </w:rPr>
        <w:t xml:space="preserve"> oder au</w:t>
      </w:r>
      <w:r w:rsidRPr="00DD44F6">
        <w:rPr>
          <w:rFonts w:ascii="Roboto Condensed" w:hAnsi="Roboto Condensed" w:hint="eastAsia"/>
          <w:sz w:val="22"/>
        </w:rPr>
        <w:t>ß</w:t>
      </w:r>
      <w:r w:rsidRPr="00DD44F6">
        <w:rPr>
          <w:rFonts w:ascii="Roboto Condensed" w:hAnsi="Roboto Condensed"/>
          <w:sz w:val="22"/>
        </w:rPr>
        <w:t xml:space="preserve">erhalb der Dienstzeiten unter </w:t>
      </w:r>
      <w:r w:rsidRPr="00DD44F6">
        <w:rPr>
          <w:rFonts w:ascii="Roboto Condensed" w:hAnsi="Roboto Condensed"/>
          <w:b/>
          <w:bCs/>
          <w:sz w:val="22"/>
        </w:rPr>
        <w:t>0171 3392974</w:t>
      </w:r>
      <w:r w:rsidRPr="00DD44F6">
        <w:rPr>
          <w:rFonts w:ascii="Roboto Condensed" w:hAnsi="Roboto Condensed"/>
          <w:sz w:val="22"/>
        </w:rPr>
        <w:t xml:space="preserve"> bzw. aus dem Ausland +491713392974 an und erl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>utere den Sachverhalt mit dem Hinweis, an der Unfallversicherung des EJW zu partizipieren.</w:t>
      </w:r>
    </w:p>
    <w:p w14:paraId="6AF1743F" w14:textId="77777777" w:rsidR="008E507E" w:rsidRDefault="008E507E" w:rsidP="00D31C04">
      <w:pPr>
        <w:rPr>
          <w:rFonts w:ascii="Roboto Condensed" w:hAnsi="Roboto Condensed"/>
          <w:sz w:val="22"/>
        </w:rPr>
      </w:pPr>
    </w:p>
    <w:p w14:paraId="23B6ED2F" w14:textId="16E1B71A" w:rsidR="008E507E" w:rsidRDefault="006F3401" w:rsidP="00D31C04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 w:hint="eastAsia"/>
          <w:sz w:val="22"/>
        </w:rPr>
        <w:t> </w:t>
      </w:r>
      <w:r w:rsidRPr="00DD44F6">
        <w:rPr>
          <w:rFonts w:ascii="Roboto Condensed" w:hAnsi="Roboto Condensed"/>
          <w:sz w:val="22"/>
        </w:rPr>
        <w:t xml:space="preserve"> </w:t>
      </w:r>
      <w:r w:rsidR="008E507E">
        <w:rPr>
          <w:rFonts w:ascii="Roboto Condensed" w:hAnsi="Roboto Condensed"/>
          <w:sz w:val="22"/>
        </w:rPr>
        <w:br w:type="page"/>
      </w:r>
    </w:p>
    <w:p w14:paraId="3BB5D9CC" w14:textId="63D5E240" w:rsidR="000959CA" w:rsidRPr="00DD44F6" w:rsidRDefault="000959CA" w:rsidP="008E507E">
      <w:pPr>
        <w:pStyle w:val="berschrift2"/>
      </w:pPr>
      <w:r w:rsidRPr="00DD44F6">
        <w:rPr>
          <w:rFonts w:hint="eastAsia"/>
        </w:rPr>
        <w:lastRenderedPageBreak/>
        <w:t>Datenpool</w:t>
      </w:r>
    </w:p>
    <w:p w14:paraId="63D9F3A5" w14:textId="77777777" w:rsidR="002A5032" w:rsidRPr="00DD44F6" w:rsidRDefault="002A5032" w:rsidP="000959CA">
      <w:pPr>
        <w:rPr>
          <w:rFonts w:ascii="Roboto Condensed" w:hAnsi="Roboto Condensed"/>
          <w:color w:val="002060"/>
          <w:sz w:val="22"/>
        </w:rPr>
      </w:pPr>
    </w:p>
    <w:p w14:paraId="4A714A04" w14:textId="34EE3BDD" w:rsidR="000959CA" w:rsidRPr="00DD44F6" w:rsidRDefault="00D31C04" w:rsidP="000959CA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>Notfalltelefonnummern</w:t>
      </w:r>
      <w:r w:rsidR="002A5032" w:rsidRPr="00DD44F6">
        <w:rPr>
          <w:rFonts w:ascii="Roboto Condensed" w:hAnsi="Roboto Condensed"/>
          <w:sz w:val="22"/>
        </w:rPr>
        <w:t xml:space="preserve"> </w:t>
      </w:r>
    </w:p>
    <w:p w14:paraId="3F6C3EC7" w14:textId="77777777" w:rsidR="002A5032" w:rsidRPr="00DD44F6" w:rsidRDefault="002A5032" w:rsidP="002A5032">
      <w:pPr>
        <w:rPr>
          <w:rFonts w:ascii="Roboto Condensed" w:hAnsi="Roboto Condensed"/>
          <w:sz w:val="22"/>
        </w:rPr>
      </w:pPr>
    </w:p>
    <w:p w14:paraId="447D794C" w14:textId="462BF6DB" w:rsidR="002A5032" w:rsidRPr="00DD44F6" w:rsidRDefault="002A5032" w:rsidP="002A5032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>Krisennummer VCP</w:t>
      </w:r>
    </w:p>
    <w:p w14:paraId="327B6FD1" w14:textId="77777777" w:rsidR="002A5032" w:rsidRPr="00DD44F6" w:rsidRDefault="002A5032" w:rsidP="000959CA">
      <w:pPr>
        <w:rPr>
          <w:rFonts w:ascii="Roboto Condensed" w:hAnsi="Roboto Condensed"/>
          <w:sz w:val="22"/>
        </w:rPr>
      </w:pPr>
    </w:p>
    <w:p w14:paraId="77314C4C" w14:textId="77777777" w:rsidR="00D31C04" w:rsidRPr="00DD44F6" w:rsidRDefault="00D31C04" w:rsidP="000959CA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>Polizei</w:t>
      </w:r>
      <w:r w:rsidRPr="00DD44F6">
        <w:rPr>
          <w:rFonts w:ascii="Roboto Condensed" w:hAnsi="Roboto Condensed"/>
          <w:sz w:val="22"/>
        </w:rPr>
        <w:tab/>
      </w:r>
      <w:r w:rsidRPr="00DD44F6">
        <w:rPr>
          <w:rFonts w:ascii="Roboto Condensed" w:hAnsi="Roboto Condensed"/>
          <w:sz w:val="22"/>
        </w:rPr>
        <w:tab/>
      </w:r>
      <w:r w:rsidRPr="00DD44F6">
        <w:rPr>
          <w:rFonts w:ascii="Roboto Condensed" w:hAnsi="Roboto Condensed"/>
          <w:sz w:val="22"/>
        </w:rPr>
        <w:tab/>
      </w:r>
      <w:r w:rsidRPr="00DD44F6">
        <w:rPr>
          <w:rFonts w:ascii="Roboto Condensed" w:hAnsi="Roboto Condensed"/>
          <w:sz w:val="22"/>
        </w:rPr>
        <w:tab/>
        <w:t>110</w:t>
      </w:r>
    </w:p>
    <w:p w14:paraId="3948FF70" w14:textId="77777777" w:rsidR="00D31C04" w:rsidRPr="00DD44F6" w:rsidRDefault="00D31C04" w:rsidP="000959CA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>Feuerwehr / Rettungsdienst</w:t>
      </w:r>
      <w:r w:rsidRPr="00DD44F6">
        <w:rPr>
          <w:rFonts w:ascii="Roboto Condensed" w:hAnsi="Roboto Condensed"/>
          <w:sz w:val="22"/>
        </w:rPr>
        <w:tab/>
        <w:t>112</w:t>
      </w:r>
    </w:p>
    <w:p w14:paraId="407C4108" w14:textId="77777777" w:rsidR="00D31C04" w:rsidRPr="00DD44F6" w:rsidRDefault="00D31C04" w:rsidP="000959CA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>Giftnotrufzentrale</w:t>
      </w:r>
      <w:r w:rsidRPr="00DD44F6">
        <w:rPr>
          <w:rFonts w:ascii="Roboto Condensed" w:hAnsi="Roboto Condensed"/>
          <w:sz w:val="22"/>
        </w:rPr>
        <w:tab/>
      </w:r>
      <w:r w:rsidRPr="00DD44F6">
        <w:rPr>
          <w:rFonts w:ascii="Roboto Condensed" w:hAnsi="Roboto Condensed"/>
          <w:sz w:val="22"/>
        </w:rPr>
        <w:tab/>
      </w:r>
      <w:r w:rsidRPr="00DD44F6">
        <w:rPr>
          <w:rFonts w:ascii="Roboto Condensed" w:hAnsi="Roboto Condensed"/>
          <w:sz w:val="22"/>
        </w:rPr>
        <w:tab/>
        <w:t>+49 761 19 240</w:t>
      </w:r>
    </w:p>
    <w:p w14:paraId="79D7A579" w14:textId="77777777" w:rsidR="00D31C04" w:rsidRPr="00DD44F6" w:rsidRDefault="00D31C04" w:rsidP="000959CA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>Telefonseelsorge</w:t>
      </w:r>
      <w:r w:rsidRPr="00DD44F6">
        <w:rPr>
          <w:rFonts w:ascii="Roboto Condensed" w:hAnsi="Roboto Condensed"/>
          <w:sz w:val="22"/>
        </w:rPr>
        <w:tab/>
      </w:r>
      <w:r w:rsidRPr="00DD44F6">
        <w:rPr>
          <w:rFonts w:ascii="Roboto Condensed" w:hAnsi="Roboto Condensed"/>
          <w:sz w:val="22"/>
        </w:rPr>
        <w:tab/>
      </w:r>
      <w:r w:rsidRPr="00DD44F6">
        <w:rPr>
          <w:rFonts w:ascii="Roboto Condensed" w:hAnsi="Roboto Condensed"/>
          <w:sz w:val="22"/>
        </w:rPr>
        <w:tab/>
        <w:t>0800 11 10 111</w:t>
      </w:r>
    </w:p>
    <w:p w14:paraId="60F3FD6E" w14:textId="77777777" w:rsidR="00D31C04" w:rsidRPr="00DD44F6" w:rsidRDefault="00D31C04" w:rsidP="000959CA">
      <w:pPr>
        <w:rPr>
          <w:rFonts w:ascii="Roboto Condensed" w:hAnsi="Roboto Condensed"/>
          <w:sz w:val="22"/>
        </w:rPr>
      </w:pPr>
      <w:r w:rsidRPr="00DD44F6">
        <w:rPr>
          <w:rFonts w:ascii="Roboto Condensed" w:hAnsi="Roboto Condensed"/>
          <w:sz w:val="22"/>
        </w:rPr>
        <w:t>ggf. noch spezifische vor Ort erg</w:t>
      </w:r>
      <w:r w:rsidRPr="00DD44F6">
        <w:rPr>
          <w:rFonts w:ascii="Roboto Condensed" w:hAnsi="Roboto Condensed" w:hint="eastAsia"/>
          <w:sz w:val="22"/>
        </w:rPr>
        <w:t>ä</w:t>
      </w:r>
      <w:r w:rsidRPr="00DD44F6">
        <w:rPr>
          <w:rFonts w:ascii="Roboto Condensed" w:hAnsi="Roboto Condensed"/>
          <w:sz w:val="22"/>
        </w:rPr>
        <w:t>nzen</w:t>
      </w:r>
    </w:p>
    <w:p w14:paraId="0B4E4326" w14:textId="77777777" w:rsidR="00D31C04" w:rsidRPr="00DD44F6" w:rsidRDefault="00D31C04" w:rsidP="000959CA">
      <w:pPr>
        <w:rPr>
          <w:rFonts w:ascii="Roboto Condensed" w:hAnsi="Roboto Condensed"/>
          <w:sz w:val="22"/>
        </w:rPr>
      </w:pPr>
    </w:p>
    <w:p w14:paraId="5472C8A5" w14:textId="77777777" w:rsidR="005A470F" w:rsidRPr="00DD44F6" w:rsidRDefault="005A470F" w:rsidP="005A470F">
      <w:pPr>
        <w:rPr>
          <w:rFonts w:ascii="Roboto Condensed" w:hAnsi="Roboto Condensed"/>
          <w:sz w:val="22"/>
        </w:rPr>
      </w:pPr>
    </w:p>
    <w:sectPr w:rsidR="005A470F" w:rsidRPr="00DD44F6" w:rsidSect="008E507E">
      <w:headerReference w:type="default" r:id="rId20"/>
      <w:footerReference w:type="default" r:id="rId21"/>
      <w:pgSz w:w="12240" w:h="15840"/>
      <w:pgMar w:top="2160" w:right="1418" w:bottom="1134" w:left="1418" w:header="720" w:footer="714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0ADA76" w16cid:durableId="20ACBCDD"/>
  <w16cid:commentId w16cid:paraId="6E6BCD5C" w16cid:durableId="20ACBCDE"/>
  <w16cid:commentId w16cid:paraId="39FE18A2" w16cid:durableId="20ACBCEB"/>
  <w16cid:commentId w16cid:paraId="50CB2F9B" w16cid:durableId="20ACBCDF"/>
  <w16cid:commentId w16cid:paraId="5FE37AF2" w16cid:durableId="20ACBD5C"/>
  <w16cid:commentId w16cid:paraId="0B8950ED" w16cid:durableId="20ACBCE0"/>
  <w16cid:commentId w16cid:paraId="700CB879" w16cid:durableId="20ACBE12"/>
  <w16cid:commentId w16cid:paraId="773A92E3" w16cid:durableId="20ACBEBD"/>
  <w16cid:commentId w16cid:paraId="0E331259" w16cid:durableId="20ACBF70"/>
  <w16cid:commentId w16cid:paraId="58CA22D7" w16cid:durableId="20AD2038"/>
  <w16cid:commentId w16cid:paraId="71A418A7" w16cid:durableId="20AD20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15AED7" w14:textId="77777777" w:rsidR="00B959E7" w:rsidRDefault="00B959E7" w:rsidP="00A11292">
      <w:pPr>
        <w:spacing w:after="0" w:line="240" w:lineRule="auto"/>
      </w:pPr>
      <w:r>
        <w:separator/>
      </w:r>
    </w:p>
  </w:endnote>
  <w:endnote w:type="continuationSeparator" w:id="0">
    <w:p w14:paraId="06E641E6" w14:textId="77777777" w:rsidR="00B959E7" w:rsidRDefault="00B959E7" w:rsidP="00A11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Regular">
    <w:panose1 w:val="00000000000000000000"/>
    <w:charset w:val="00"/>
    <w:family w:val="roman"/>
    <w:notTrueType/>
    <w:pitch w:val="default"/>
  </w:font>
  <w:font w:name="Roboto Light">
    <w:altName w:val="Times New Roman"/>
    <w:panose1 w:val="00000000000000000000"/>
    <w:charset w:val="00"/>
    <w:family w:val="roman"/>
    <w:notTrueType/>
    <w:pitch w:val="default"/>
  </w:font>
  <w:font w:name="Roboto Condensed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 Medium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 Condensed Light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E17DA" w14:textId="77777777" w:rsidR="001718F9" w:rsidRDefault="001718F9" w:rsidP="001718F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936DA" w14:textId="5DBA82CC" w:rsidR="001718F9" w:rsidRPr="001718F9" w:rsidRDefault="001718F9" w:rsidP="001718F9">
    <w:pPr>
      <w:pStyle w:val="Fuzeile"/>
    </w:pPr>
    <w:r w:rsidRPr="001718F9">
      <w:t xml:space="preserve">Speicherstand: </w:t>
    </w:r>
    <w:r w:rsidR="000C74C3">
      <w:fldChar w:fldCharType="begin"/>
    </w:r>
    <w:r w:rsidR="000C74C3">
      <w:instrText xml:space="preserve"> SAVEDATE  \@ "dd.MM.yyyy"  \* MERGEFORMAT </w:instrText>
    </w:r>
    <w:r w:rsidR="000C74C3">
      <w:fldChar w:fldCharType="separate"/>
    </w:r>
    <w:r w:rsidR="000C74C3">
      <w:rPr>
        <w:noProof/>
      </w:rPr>
      <w:t>16.03.2020</w:t>
    </w:r>
    <w:r w:rsidR="000C74C3"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2630B" w14:textId="77777777" w:rsidR="001718F9" w:rsidRDefault="001718F9" w:rsidP="001718F9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8B5E0F" w14:textId="7E068A33" w:rsidR="000B4DBE" w:rsidRPr="008E507E" w:rsidRDefault="000B4DBE" w:rsidP="001718F9">
    <w:pPr>
      <w:pStyle w:val="Fuzeile"/>
    </w:pPr>
    <w:r w:rsidRPr="008E507E">
      <w:t>Krisenhandbuch – Stand 26.06.2019</w:t>
    </w:r>
    <w:r w:rsidRPr="008E507E">
      <w:tab/>
    </w:r>
    <w:r w:rsidRPr="008E507E"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0C74C3">
      <w:rPr>
        <w:noProof/>
      </w:rPr>
      <w:t>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38B826" w14:textId="77777777" w:rsidR="00B959E7" w:rsidRDefault="00B959E7" w:rsidP="00A11292">
      <w:pPr>
        <w:spacing w:after="0" w:line="240" w:lineRule="auto"/>
      </w:pPr>
      <w:r>
        <w:separator/>
      </w:r>
    </w:p>
  </w:footnote>
  <w:footnote w:type="continuationSeparator" w:id="0">
    <w:p w14:paraId="0D135A19" w14:textId="77777777" w:rsidR="00B959E7" w:rsidRDefault="00B959E7" w:rsidP="00A11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C7FB4" w14:textId="77777777" w:rsidR="001718F9" w:rsidRDefault="001718F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5E07F" w14:textId="52BAFA36" w:rsidR="003B3068" w:rsidRDefault="001718F9" w:rsidP="00251DB6">
    <w:pPr>
      <w:pStyle w:val="Kopfzeile"/>
      <w:jc w:val="right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6D248F59" wp14:editId="4E347CFA">
          <wp:simplePos x="0" y="0"/>
          <wp:positionH relativeFrom="column">
            <wp:posOffset>3912235</wp:posOffset>
          </wp:positionH>
          <wp:positionV relativeFrom="paragraph">
            <wp:posOffset>-99001</wp:posOffset>
          </wp:positionV>
          <wp:extent cx="2524760" cy="1009650"/>
          <wp:effectExtent l="0" t="0" r="8890" b="0"/>
          <wp:wrapNone/>
          <wp:docPr id="4" name="Grafik 4" descr="C:\Users\schomi\AppData\Local\Microsoft\Windows\INetCache\Content.Word\201701_VCP-WBM_VCP-Blau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2" descr="C:\Users\schomi\AppData\Local\Microsoft\Windows\INetCache\Content.Word\201701_VCP-WBM_VCP-Blau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76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BCE7" w14:textId="77777777" w:rsidR="001718F9" w:rsidRDefault="001718F9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19AAA" w14:textId="225B50AC" w:rsidR="00871F81" w:rsidRDefault="00871F81" w:rsidP="00251DB6">
    <w:pPr>
      <w:pStyle w:val="Kopfzeile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9C4FA" w14:textId="77777777" w:rsidR="000B4DBE" w:rsidRDefault="000C74C3" w:rsidP="00251DB6">
    <w:pPr>
      <w:pStyle w:val="Kopfzeile"/>
      <w:jc w:val="right"/>
    </w:pPr>
    <w:r>
      <w:rPr>
        <w:noProof/>
        <w:lang w:eastAsia="de-DE"/>
      </w:rPr>
      <w:pict w14:anchorId="5FFBE3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9.25pt;height:79.55pt">
          <v:imagedata r:id="rId1" o:title="201701_VCP-WBM_VCP-Blau RGB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7F65"/>
    <w:multiLevelType w:val="hybridMultilevel"/>
    <w:tmpl w:val="3DC4E1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E7ED8"/>
    <w:multiLevelType w:val="hybridMultilevel"/>
    <w:tmpl w:val="D54EC210"/>
    <w:lvl w:ilvl="0" w:tplc="9CEA2710">
      <w:start w:val="6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0E1ADB"/>
    <w:multiLevelType w:val="hybridMultilevel"/>
    <w:tmpl w:val="DE0E6A72"/>
    <w:lvl w:ilvl="0" w:tplc="3C0E6C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66D09"/>
    <w:multiLevelType w:val="hybridMultilevel"/>
    <w:tmpl w:val="EE443EF2"/>
    <w:lvl w:ilvl="0" w:tplc="491284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F6A66"/>
    <w:multiLevelType w:val="hybridMultilevel"/>
    <w:tmpl w:val="06C2BF24"/>
    <w:lvl w:ilvl="0" w:tplc="818AF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206B9"/>
    <w:multiLevelType w:val="hybridMultilevel"/>
    <w:tmpl w:val="99F00246"/>
    <w:lvl w:ilvl="0" w:tplc="D188FD5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95088"/>
    <w:multiLevelType w:val="hybridMultilevel"/>
    <w:tmpl w:val="A826594E"/>
    <w:lvl w:ilvl="0" w:tplc="9D04133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4E748E"/>
    <w:multiLevelType w:val="hybridMultilevel"/>
    <w:tmpl w:val="B96009C0"/>
    <w:lvl w:ilvl="0" w:tplc="9048B2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016F5"/>
    <w:multiLevelType w:val="hybridMultilevel"/>
    <w:tmpl w:val="CA049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3230D"/>
    <w:multiLevelType w:val="hybridMultilevel"/>
    <w:tmpl w:val="67406F2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656074"/>
    <w:multiLevelType w:val="hybridMultilevel"/>
    <w:tmpl w:val="77927F64"/>
    <w:lvl w:ilvl="0" w:tplc="8B14257C">
      <w:start w:val="1"/>
      <w:numFmt w:val="decimal"/>
      <w:lvlText w:val="%1."/>
      <w:lvlJc w:val="left"/>
      <w:pPr>
        <w:ind w:left="607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6795" w:hanging="360"/>
      </w:pPr>
    </w:lvl>
    <w:lvl w:ilvl="2" w:tplc="0407001B" w:tentative="1">
      <w:start w:val="1"/>
      <w:numFmt w:val="lowerRoman"/>
      <w:lvlText w:val="%3."/>
      <w:lvlJc w:val="right"/>
      <w:pPr>
        <w:ind w:left="7515" w:hanging="180"/>
      </w:pPr>
    </w:lvl>
    <w:lvl w:ilvl="3" w:tplc="0407000F" w:tentative="1">
      <w:start w:val="1"/>
      <w:numFmt w:val="decimal"/>
      <w:lvlText w:val="%4."/>
      <w:lvlJc w:val="left"/>
      <w:pPr>
        <w:ind w:left="8235" w:hanging="360"/>
      </w:pPr>
    </w:lvl>
    <w:lvl w:ilvl="4" w:tplc="04070019" w:tentative="1">
      <w:start w:val="1"/>
      <w:numFmt w:val="lowerLetter"/>
      <w:lvlText w:val="%5."/>
      <w:lvlJc w:val="left"/>
      <w:pPr>
        <w:ind w:left="8955" w:hanging="360"/>
      </w:pPr>
    </w:lvl>
    <w:lvl w:ilvl="5" w:tplc="0407001B" w:tentative="1">
      <w:start w:val="1"/>
      <w:numFmt w:val="lowerRoman"/>
      <w:lvlText w:val="%6."/>
      <w:lvlJc w:val="right"/>
      <w:pPr>
        <w:ind w:left="9675" w:hanging="180"/>
      </w:pPr>
    </w:lvl>
    <w:lvl w:ilvl="6" w:tplc="0407000F" w:tentative="1">
      <w:start w:val="1"/>
      <w:numFmt w:val="decimal"/>
      <w:lvlText w:val="%7."/>
      <w:lvlJc w:val="left"/>
      <w:pPr>
        <w:ind w:left="10395" w:hanging="360"/>
      </w:pPr>
    </w:lvl>
    <w:lvl w:ilvl="7" w:tplc="04070019" w:tentative="1">
      <w:start w:val="1"/>
      <w:numFmt w:val="lowerLetter"/>
      <w:lvlText w:val="%8."/>
      <w:lvlJc w:val="left"/>
      <w:pPr>
        <w:ind w:left="11115" w:hanging="360"/>
      </w:pPr>
    </w:lvl>
    <w:lvl w:ilvl="8" w:tplc="0407001B" w:tentative="1">
      <w:start w:val="1"/>
      <w:numFmt w:val="lowerRoman"/>
      <w:lvlText w:val="%9."/>
      <w:lvlJc w:val="right"/>
      <w:pPr>
        <w:ind w:left="11835" w:hanging="180"/>
      </w:pPr>
    </w:lvl>
  </w:abstractNum>
  <w:abstractNum w:abstractNumId="11" w15:restartNumberingAfterBreak="0">
    <w:nsid w:val="34387EB8"/>
    <w:multiLevelType w:val="hybridMultilevel"/>
    <w:tmpl w:val="7C9E4BA4"/>
    <w:lvl w:ilvl="0" w:tplc="3A6A73A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F46BF"/>
    <w:multiLevelType w:val="hybridMultilevel"/>
    <w:tmpl w:val="B2FABAB2"/>
    <w:lvl w:ilvl="0" w:tplc="1D86E214">
      <w:start w:val="2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CE523A"/>
    <w:multiLevelType w:val="hybridMultilevel"/>
    <w:tmpl w:val="9F282F5E"/>
    <w:lvl w:ilvl="0" w:tplc="DDFA5B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E61F5F"/>
    <w:multiLevelType w:val="hybridMultilevel"/>
    <w:tmpl w:val="A31AB3D2"/>
    <w:lvl w:ilvl="0" w:tplc="54FE11D6">
      <w:start w:val="1"/>
      <w:numFmt w:val="decimal"/>
      <w:lvlText w:val="%1."/>
      <w:lvlJc w:val="left"/>
      <w:pPr>
        <w:ind w:left="571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6435" w:hanging="360"/>
      </w:pPr>
    </w:lvl>
    <w:lvl w:ilvl="2" w:tplc="0407001B" w:tentative="1">
      <w:start w:val="1"/>
      <w:numFmt w:val="lowerRoman"/>
      <w:lvlText w:val="%3."/>
      <w:lvlJc w:val="right"/>
      <w:pPr>
        <w:ind w:left="7155" w:hanging="180"/>
      </w:pPr>
    </w:lvl>
    <w:lvl w:ilvl="3" w:tplc="0407000F" w:tentative="1">
      <w:start w:val="1"/>
      <w:numFmt w:val="decimal"/>
      <w:lvlText w:val="%4."/>
      <w:lvlJc w:val="left"/>
      <w:pPr>
        <w:ind w:left="7875" w:hanging="360"/>
      </w:pPr>
    </w:lvl>
    <w:lvl w:ilvl="4" w:tplc="04070019" w:tentative="1">
      <w:start w:val="1"/>
      <w:numFmt w:val="lowerLetter"/>
      <w:lvlText w:val="%5."/>
      <w:lvlJc w:val="left"/>
      <w:pPr>
        <w:ind w:left="8595" w:hanging="360"/>
      </w:pPr>
    </w:lvl>
    <w:lvl w:ilvl="5" w:tplc="0407001B" w:tentative="1">
      <w:start w:val="1"/>
      <w:numFmt w:val="lowerRoman"/>
      <w:lvlText w:val="%6."/>
      <w:lvlJc w:val="right"/>
      <w:pPr>
        <w:ind w:left="9315" w:hanging="180"/>
      </w:pPr>
    </w:lvl>
    <w:lvl w:ilvl="6" w:tplc="0407000F" w:tentative="1">
      <w:start w:val="1"/>
      <w:numFmt w:val="decimal"/>
      <w:lvlText w:val="%7."/>
      <w:lvlJc w:val="left"/>
      <w:pPr>
        <w:ind w:left="10035" w:hanging="360"/>
      </w:pPr>
    </w:lvl>
    <w:lvl w:ilvl="7" w:tplc="04070019" w:tentative="1">
      <w:start w:val="1"/>
      <w:numFmt w:val="lowerLetter"/>
      <w:lvlText w:val="%8."/>
      <w:lvlJc w:val="left"/>
      <w:pPr>
        <w:ind w:left="10755" w:hanging="360"/>
      </w:pPr>
    </w:lvl>
    <w:lvl w:ilvl="8" w:tplc="0407001B" w:tentative="1">
      <w:start w:val="1"/>
      <w:numFmt w:val="lowerRoman"/>
      <w:lvlText w:val="%9."/>
      <w:lvlJc w:val="right"/>
      <w:pPr>
        <w:ind w:left="11475" w:hanging="180"/>
      </w:pPr>
    </w:lvl>
  </w:abstractNum>
  <w:abstractNum w:abstractNumId="15" w15:restartNumberingAfterBreak="0">
    <w:nsid w:val="49A222E1"/>
    <w:multiLevelType w:val="hybridMultilevel"/>
    <w:tmpl w:val="81A29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4F4D48"/>
    <w:multiLevelType w:val="hybridMultilevel"/>
    <w:tmpl w:val="1F52E3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694A81"/>
    <w:multiLevelType w:val="hybridMultilevel"/>
    <w:tmpl w:val="4F7EF1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482BC6"/>
    <w:multiLevelType w:val="hybridMultilevel"/>
    <w:tmpl w:val="369A15B2"/>
    <w:lvl w:ilvl="0" w:tplc="331C3CA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14DF0"/>
    <w:multiLevelType w:val="hybridMultilevel"/>
    <w:tmpl w:val="5F76B59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31A4CCC"/>
    <w:multiLevelType w:val="hybridMultilevel"/>
    <w:tmpl w:val="6690FBB0"/>
    <w:lvl w:ilvl="0" w:tplc="45E4C5F4">
      <w:start w:val="1"/>
      <w:numFmt w:val="upperRoman"/>
      <w:pStyle w:val="berschrift2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9A6393"/>
    <w:multiLevelType w:val="hybridMultilevel"/>
    <w:tmpl w:val="A4A86D5A"/>
    <w:lvl w:ilvl="0" w:tplc="EACA03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C120B8"/>
    <w:multiLevelType w:val="hybridMultilevel"/>
    <w:tmpl w:val="EC809DA4"/>
    <w:lvl w:ilvl="0" w:tplc="BE042E4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490800"/>
    <w:multiLevelType w:val="hybridMultilevel"/>
    <w:tmpl w:val="C110277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C5462C"/>
    <w:multiLevelType w:val="hybridMultilevel"/>
    <w:tmpl w:val="2E3898B0"/>
    <w:lvl w:ilvl="0" w:tplc="68309074">
      <w:numFmt w:val="bullet"/>
      <w:lvlText w:val="-"/>
      <w:lvlJc w:val="left"/>
      <w:pPr>
        <w:ind w:left="720" w:hanging="360"/>
      </w:pPr>
      <w:rPr>
        <w:rFonts w:ascii="Roboto Regular" w:eastAsiaTheme="minorHAnsi" w:hAnsi="Roboto Regular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6915F7"/>
    <w:multiLevelType w:val="hybridMultilevel"/>
    <w:tmpl w:val="F3E2B080"/>
    <w:lvl w:ilvl="0" w:tplc="F8A696D4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E4AB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3A4B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230C3C"/>
    <w:multiLevelType w:val="hybridMultilevel"/>
    <w:tmpl w:val="FA5E9B6A"/>
    <w:lvl w:ilvl="0" w:tplc="44944798">
      <w:start w:val="1"/>
      <w:numFmt w:val="decimalZero"/>
      <w:lvlText w:val="%1."/>
      <w:lvlJc w:val="left"/>
      <w:pPr>
        <w:ind w:left="607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6795" w:hanging="360"/>
      </w:pPr>
    </w:lvl>
    <w:lvl w:ilvl="2" w:tplc="0407001B" w:tentative="1">
      <w:start w:val="1"/>
      <w:numFmt w:val="lowerRoman"/>
      <w:lvlText w:val="%3."/>
      <w:lvlJc w:val="right"/>
      <w:pPr>
        <w:ind w:left="7515" w:hanging="180"/>
      </w:pPr>
    </w:lvl>
    <w:lvl w:ilvl="3" w:tplc="0407000F" w:tentative="1">
      <w:start w:val="1"/>
      <w:numFmt w:val="decimal"/>
      <w:lvlText w:val="%4."/>
      <w:lvlJc w:val="left"/>
      <w:pPr>
        <w:ind w:left="8235" w:hanging="360"/>
      </w:pPr>
    </w:lvl>
    <w:lvl w:ilvl="4" w:tplc="04070019" w:tentative="1">
      <w:start w:val="1"/>
      <w:numFmt w:val="lowerLetter"/>
      <w:lvlText w:val="%5."/>
      <w:lvlJc w:val="left"/>
      <w:pPr>
        <w:ind w:left="8955" w:hanging="360"/>
      </w:pPr>
    </w:lvl>
    <w:lvl w:ilvl="5" w:tplc="0407001B" w:tentative="1">
      <w:start w:val="1"/>
      <w:numFmt w:val="lowerRoman"/>
      <w:lvlText w:val="%6."/>
      <w:lvlJc w:val="right"/>
      <w:pPr>
        <w:ind w:left="9675" w:hanging="180"/>
      </w:pPr>
    </w:lvl>
    <w:lvl w:ilvl="6" w:tplc="0407000F" w:tentative="1">
      <w:start w:val="1"/>
      <w:numFmt w:val="decimal"/>
      <w:lvlText w:val="%7."/>
      <w:lvlJc w:val="left"/>
      <w:pPr>
        <w:ind w:left="10395" w:hanging="360"/>
      </w:pPr>
    </w:lvl>
    <w:lvl w:ilvl="7" w:tplc="04070019" w:tentative="1">
      <w:start w:val="1"/>
      <w:numFmt w:val="lowerLetter"/>
      <w:lvlText w:val="%8."/>
      <w:lvlJc w:val="left"/>
      <w:pPr>
        <w:ind w:left="11115" w:hanging="360"/>
      </w:pPr>
    </w:lvl>
    <w:lvl w:ilvl="8" w:tplc="0407001B" w:tentative="1">
      <w:start w:val="1"/>
      <w:numFmt w:val="lowerRoman"/>
      <w:lvlText w:val="%9."/>
      <w:lvlJc w:val="right"/>
      <w:pPr>
        <w:ind w:left="11835" w:hanging="180"/>
      </w:pPr>
    </w:lvl>
  </w:abstractNum>
  <w:abstractNum w:abstractNumId="27" w15:restartNumberingAfterBreak="0">
    <w:nsid w:val="7AEB5DAE"/>
    <w:multiLevelType w:val="hybridMultilevel"/>
    <w:tmpl w:val="FFFABD36"/>
    <w:lvl w:ilvl="0" w:tplc="3C0E6C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926BDB"/>
    <w:multiLevelType w:val="hybridMultilevel"/>
    <w:tmpl w:val="0AACB14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2363FC"/>
    <w:multiLevelType w:val="hybridMultilevel"/>
    <w:tmpl w:val="CEC84B38"/>
    <w:lvl w:ilvl="0" w:tplc="1C2E63DE">
      <w:start w:val="2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4E5004"/>
    <w:multiLevelType w:val="hybridMultilevel"/>
    <w:tmpl w:val="20EED488"/>
    <w:lvl w:ilvl="0" w:tplc="5DD8C056">
      <w:start w:val="1"/>
      <w:numFmt w:val="decimalZero"/>
      <w:lvlText w:val="%1."/>
      <w:lvlJc w:val="left"/>
      <w:pPr>
        <w:ind w:left="59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6660" w:hanging="360"/>
      </w:pPr>
    </w:lvl>
    <w:lvl w:ilvl="2" w:tplc="0407001B" w:tentative="1">
      <w:start w:val="1"/>
      <w:numFmt w:val="lowerRoman"/>
      <w:lvlText w:val="%3."/>
      <w:lvlJc w:val="right"/>
      <w:pPr>
        <w:ind w:left="7380" w:hanging="180"/>
      </w:pPr>
    </w:lvl>
    <w:lvl w:ilvl="3" w:tplc="0407000F" w:tentative="1">
      <w:start w:val="1"/>
      <w:numFmt w:val="decimal"/>
      <w:lvlText w:val="%4."/>
      <w:lvlJc w:val="left"/>
      <w:pPr>
        <w:ind w:left="8100" w:hanging="360"/>
      </w:pPr>
    </w:lvl>
    <w:lvl w:ilvl="4" w:tplc="04070019" w:tentative="1">
      <w:start w:val="1"/>
      <w:numFmt w:val="lowerLetter"/>
      <w:lvlText w:val="%5."/>
      <w:lvlJc w:val="left"/>
      <w:pPr>
        <w:ind w:left="8820" w:hanging="360"/>
      </w:pPr>
    </w:lvl>
    <w:lvl w:ilvl="5" w:tplc="0407001B" w:tentative="1">
      <w:start w:val="1"/>
      <w:numFmt w:val="lowerRoman"/>
      <w:lvlText w:val="%6."/>
      <w:lvlJc w:val="right"/>
      <w:pPr>
        <w:ind w:left="9540" w:hanging="180"/>
      </w:pPr>
    </w:lvl>
    <w:lvl w:ilvl="6" w:tplc="0407000F" w:tentative="1">
      <w:start w:val="1"/>
      <w:numFmt w:val="decimal"/>
      <w:lvlText w:val="%7."/>
      <w:lvlJc w:val="left"/>
      <w:pPr>
        <w:ind w:left="10260" w:hanging="360"/>
      </w:pPr>
    </w:lvl>
    <w:lvl w:ilvl="7" w:tplc="04070019" w:tentative="1">
      <w:start w:val="1"/>
      <w:numFmt w:val="lowerLetter"/>
      <w:lvlText w:val="%8."/>
      <w:lvlJc w:val="left"/>
      <w:pPr>
        <w:ind w:left="10980" w:hanging="360"/>
      </w:pPr>
    </w:lvl>
    <w:lvl w:ilvl="8" w:tplc="0407001B" w:tentative="1">
      <w:start w:val="1"/>
      <w:numFmt w:val="lowerRoman"/>
      <w:lvlText w:val="%9."/>
      <w:lvlJc w:val="right"/>
      <w:pPr>
        <w:ind w:left="11700" w:hanging="180"/>
      </w:pPr>
    </w:lvl>
  </w:abstractNum>
  <w:abstractNum w:abstractNumId="31" w15:restartNumberingAfterBreak="0">
    <w:nsid w:val="7EE90A99"/>
    <w:multiLevelType w:val="hybridMultilevel"/>
    <w:tmpl w:val="EDA2F35E"/>
    <w:lvl w:ilvl="0" w:tplc="48A66FF0">
      <w:start w:val="2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1"/>
  </w:num>
  <w:num w:numId="3">
    <w:abstractNumId w:val="12"/>
  </w:num>
  <w:num w:numId="4">
    <w:abstractNumId w:val="30"/>
  </w:num>
  <w:num w:numId="5">
    <w:abstractNumId w:val="14"/>
  </w:num>
  <w:num w:numId="6">
    <w:abstractNumId w:val="10"/>
  </w:num>
  <w:num w:numId="7">
    <w:abstractNumId w:val="26"/>
  </w:num>
  <w:num w:numId="8">
    <w:abstractNumId w:val="22"/>
  </w:num>
  <w:num w:numId="9">
    <w:abstractNumId w:val="11"/>
  </w:num>
  <w:num w:numId="10">
    <w:abstractNumId w:val="5"/>
  </w:num>
  <w:num w:numId="11">
    <w:abstractNumId w:val="1"/>
  </w:num>
  <w:num w:numId="12">
    <w:abstractNumId w:val="8"/>
  </w:num>
  <w:num w:numId="13">
    <w:abstractNumId w:val="17"/>
  </w:num>
  <w:num w:numId="14">
    <w:abstractNumId w:val="19"/>
  </w:num>
  <w:num w:numId="15">
    <w:abstractNumId w:val="0"/>
  </w:num>
  <w:num w:numId="16">
    <w:abstractNumId w:val="25"/>
  </w:num>
  <w:num w:numId="17">
    <w:abstractNumId w:val="15"/>
  </w:num>
  <w:num w:numId="18">
    <w:abstractNumId w:val="4"/>
  </w:num>
  <w:num w:numId="19">
    <w:abstractNumId w:val="16"/>
  </w:num>
  <w:num w:numId="20">
    <w:abstractNumId w:val="18"/>
  </w:num>
  <w:num w:numId="21">
    <w:abstractNumId w:val="20"/>
  </w:num>
  <w:num w:numId="22">
    <w:abstractNumId w:val="6"/>
  </w:num>
  <w:num w:numId="23">
    <w:abstractNumId w:val="9"/>
  </w:num>
  <w:num w:numId="24">
    <w:abstractNumId w:val="13"/>
  </w:num>
  <w:num w:numId="25">
    <w:abstractNumId w:val="13"/>
  </w:num>
  <w:num w:numId="26">
    <w:abstractNumId w:val="2"/>
  </w:num>
  <w:num w:numId="27">
    <w:abstractNumId w:val="13"/>
  </w:num>
  <w:num w:numId="28">
    <w:abstractNumId w:val="21"/>
  </w:num>
  <w:num w:numId="29">
    <w:abstractNumId w:val="7"/>
  </w:num>
  <w:num w:numId="30">
    <w:abstractNumId w:val="21"/>
  </w:num>
  <w:num w:numId="31">
    <w:abstractNumId w:val="21"/>
  </w:num>
  <w:num w:numId="32">
    <w:abstractNumId w:val="27"/>
  </w:num>
  <w:num w:numId="33">
    <w:abstractNumId w:val="21"/>
  </w:num>
  <w:num w:numId="34">
    <w:abstractNumId w:val="7"/>
  </w:num>
  <w:num w:numId="35">
    <w:abstractNumId w:val="7"/>
    <w:lvlOverride w:ilvl="0">
      <w:startOverride w:val="1"/>
    </w:lvlOverride>
  </w:num>
  <w:num w:numId="36">
    <w:abstractNumId w:val="23"/>
  </w:num>
  <w:num w:numId="37">
    <w:abstractNumId w:val="7"/>
  </w:num>
  <w:num w:numId="38">
    <w:abstractNumId w:val="3"/>
  </w:num>
  <w:num w:numId="39">
    <w:abstractNumId w:val="28"/>
  </w:num>
  <w:num w:numId="40">
    <w:abstractNumId w:val="7"/>
  </w:num>
  <w:num w:numId="41">
    <w:abstractNumId w:val="7"/>
    <w:lvlOverride w:ilvl="0">
      <w:startOverride w:val="1"/>
    </w:lvlOverride>
  </w:num>
  <w:num w:numId="42">
    <w:abstractNumId w:val="7"/>
    <w:lvlOverride w:ilvl="0">
      <w:startOverride w:val="1"/>
    </w:lvlOverride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attachedTemplate r:id="rId1"/>
  <w:defaultTabStop w:val="708"/>
  <w:hyphenationZone w:val="425"/>
  <w:drawingGridHorizontalSpacing w:val="108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944"/>
    <w:rsid w:val="00006112"/>
    <w:rsid w:val="0002618A"/>
    <w:rsid w:val="00026B5A"/>
    <w:rsid w:val="00035F2B"/>
    <w:rsid w:val="00037B39"/>
    <w:rsid w:val="00053DA4"/>
    <w:rsid w:val="000563B5"/>
    <w:rsid w:val="000624E0"/>
    <w:rsid w:val="00063BE8"/>
    <w:rsid w:val="00064166"/>
    <w:rsid w:val="000659EF"/>
    <w:rsid w:val="00070D42"/>
    <w:rsid w:val="00080A91"/>
    <w:rsid w:val="000823FC"/>
    <w:rsid w:val="00092B1E"/>
    <w:rsid w:val="000959CA"/>
    <w:rsid w:val="000A3F80"/>
    <w:rsid w:val="000A7677"/>
    <w:rsid w:val="000A7683"/>
    <w:rsid w:val="000B4DBE"/>
    <w:rsid w:val="000C33D2"/>
    <w:rsid w:val="000C7105"/>
    <w:rsid w:val="000C74C3"/>
    <w:rsid w:val="000D2EAD"/>
    <w:rsid w:val="000D4CC5"/>
    <w:rsid w:val="000D5EED"/>
    <w:rsid w:val="000D6FA3"/>
    <w:rsid w:val="000E2CDB"/>
    <w:rsid w:val="000F42E7"/>
    <w:rsid w:val="0010397B"/>
    <w:rsid w:val="00123589"/>
    <w:rsid w:val="00125681"/>
    <w:rsid w:val="00130CF0"/>
    <w:rsid w:val="00131BD1"/>
    <w:rsid w:val="00136EF2"/>
    <w:rsid w:val="0014731E"/>
    <w:rsid w:val="00152DCC"/>
    <w:rsid w:val="00157861"/>
    <w:rsid w:val="00164487"/>
    <w:rsid w:val="00165790"/>
    <w:rsid w:val="00170A80"/>
    <w:rsid w:val="001718F9"/>
    <w:rsid w:val="00172FA3"/>
    <w:rsid w:val="00180B2F"/>
    <w:rsid w:val="00193C99"/>
    <w:rsid w:val="001A65D4"/>
    <w:rsid w:val="001A71AE"/>
    <w:rsid w:val="001B1E9B"/>
    <w:rsid w:val="001B4A8B"/>
    <w:rsid w:val="001C30D1"/>
    <w:rsid w:val="001E088C"/>
    <w:rsid w:val="001E134A"/>
    <w:rsid w:val="001E141C"/>
    <w:rsid w:val="001E4089"/>
    <w:rsid w:val="001E7F69"/>
    <w:rsid w:val="002013D7"/>
    <w:rsid w:val="00206D43"/>
    <w:rsid w:val="00210516"/>
    <w:rsid w:val="00212F54"/>
    <w:rsid w:val="002253F0"/>
    <w:rsid w:val="00232CB3"/>
    <w:rsid w:val="00232FF6"/>
    <w:rsid w:val="00235029"/>
    <w:rsid w:val="00240863"/>
    <w:rsid w:val="00250CBF"/>
    <w:rsid w:val="00251DB6"/>
    <w:rsid w:val="0027233F"/>
    <w:rsid w:val="0027600B"/>
    <w:rsid w:val="00280B44"/>
    <w:rsid w:val="00280C9D"/>
    <w:rsid w:val="002935FF"/>
    <w:rsid w:val="00294607"/>
    <w:rsid w:val="002950F7"/>
    <w:rsid w:val="00295EB6"/>
    <w:rsid w:val="002A4625"/>
    <w:rsid w:val="002A5032"/>
    <w:rsid w:val="002B51C2"/>
    <w:rsid w:val="002D169D"/>
    <w:rsid w:val="002D267C"/>
    <w:rsid w:val="002E1DC4"/>
    <w:rsid w:val="002F2689"/>
    <w:rsid w:val="00302D04"/>
    <w:rsid w:val="00303047"/>
    <w:rsid w:val="00304FFD"/>
    <w:rsid w:val="0030544F"/>
    <w:rsid w:val="00322BCD"/>
    <w:rsid w:val="003304CD"/>
    <w:rsid w:val="00331406"/>
    <w:rsid w:val="00335295"/>
    <w:rsid w:val="00341DD0"/>
    <w:rsid w:val="00345267"/>
    <w:rsid w:val="00347318"/>
    <w:rsid w:val="003505E3"/>
    <w:rsid w:val="00357F61"/>
    <w:rsid w:val="00361962"/>
    <w:rsid w:val="003654E8"/>
    <w:rsid w:val="0037745A"/>
    <w:rsid w:val="00386C11"/>
    <w:rsid w:val="003A00F9"/>
    <w:rsid w:val="003A43C9"/>
    <w:rsid w:val="003B3068"/>
    <w:rsid w:val="003B71C0"/>
    <w:rsid w:val="003E09D9"/>
    <w:rsid w:val="003F4AB3"/>
    <w:rsid w:val="00401391"/>
    <w:rsid w:val="00402CAE"/>
    <w:rsid w:val="0040633A"/>
    <w:rsid w:val="004252BF"/>
    <w:rsid w:val="0043381B"/>
    <w:rsid w:val="00443ED6"/>
    <w:rsid w:val="00454ACB"/>
    <w:rsid w:val="00460751"/>
    <w:rsid w:val="00473DDC"/>
    <w:rsid w:val="00487872"/>
    <w:rsid w:val="00491BC5"/>
    <w:rsid w:val="00492BA4"/>
    <w:rsid w:val="004930BF"/>
    <w:rsid w:val="00495A59"/>
    <w:rsid w:val="004A67DD"/>
    <w:rsid w:val="004B6EE3"/>
    <w:rsid w:val="004C1D2F"/>
    <w:rsid w:val="004D2A0A"/>
    <w:rsid w:val="004D2FE2"/>
    <w:rsid w:val="004F2970"/>
    <w:rsid w:val="004F4A3A"/>
    <w:rsid w:val="00501BD1"/>
    <w:rsid w:val="00504005"/>
    <w:rsid w:val="00504742"/>
    <w:rsid w:val="00515113"/>
    <w:rsid w:val="00516F6B"/>
    <w:rsid w:val="00522F19"/>
    <w:rsid w:val="005305C4"/>
    <w:rsid w:val="00532006"/>
    <w:rsid w:val="00535796"/>
    <w:rsid w:val="005479E3"/>
    <w:rsid w:val="0055610D"/>
    <w:rsid w:val="00570D2B"/>
    <w:rsid w:val="00576A5E"/>
    <w:rsid w:val="005846DD"/>
    <w:rsid w:val="005A470F"/>
    <w:rsid w:val="005C46FA"/>
    <w:rsid w:val="005C6D85"/>
    <w:rsid w:val="005D3893"/>
    <w:rsid w:val="005F1D70"/>
    <w:rsid w:val="005F26AE"/>
    <w:rsid w:val="00603707"/>
    <w:rsid w:val="0060419D"/>
    <w:rsid w:val="00604F9F"/>
    <w:rsid w:val="00635990"/>
    <w:rsid w:val="00640DB0"/>
    <w:rsid w:val="006607AE"/>
    <w:rsid w:val="0068035B"/>
    <w:rsid w:val="00687764"/>
    <w:rsid w:val="006943AA"/>
    <w:rsid w:val="00694579"/>
    <w:rsid w:val="006971AC"/>
    <w:rsid w:val="006A4D9F"/>
    <w:rsid w:val="006B5EBC"/>
    <w:rsid w:val="006B678C"/>
    <w:rsid w:val="006B7C3E"/>
    <w:rsid w:val="006C3332"/>
    <w:rsid w:val="006F3401"/>
    <w:rsid w:val="006F3F62"/>
    <w:rsid w:val="006F475C"/>
    <w:rsid w:val="006F6401"/>
    <w:rsid w:val="006F7A79"/>
    <w:rsid w:val="0070255C"/>
    <w:rsid w:val="007043AF"/>
    <w:rsid w:val="00707FE0"/>
    <w:rsid w:val="00711422"/>
    <w:rsid w:val="007149F1"/>
    <w:rsid w:val="00717EC3"/>
    <w:rsid w:val="007234A1"/>
    <w:rsid w:val="00723F45"/>
    <w:rsid w:val="00741C52"/>
    <w:rsid w:val="00744646"/>
    <w:rsid w:val="00745449"/>
    <w:rsid w:val="0075132D"/>
    <w:rsid w:val="00754207"/>
    <w:rsid w:val="0075705F"/>
    <w:rsid w:val="00757ADE"/>
    <w:rsid w:val="007779B5"/>
    <w:rsid w:val="00777D83"/>
    <w:rsid w:val="00797615"/>
    <w:rsid w:val="007A2DED"/>
    <w:rsid w:val="007A2E64"/>
    <w:rsid w:val="007A2F53"/>
    <w:rsid w:val="007A325F"/>
    <w:rsid w:val="007B6137"/>
    <w:rsid w:val="007C4944"/>
    <w:rsid w:val="007C5354"/>
    <w:rsid w:val="007E6938"/>
    <w:rsid w:val="007F39CD"/>
    <w:rsid w:val="00827861"/>
    <w:rsid w:val="0083454D"/>
    <w:rsid w:val="00851650"/>
    <w:rsid w:val="0086241D"/>
    <w:rsid w:val="00864FFE"/>
    <w:rsid w:val="00871B31"/>
    <w:rsid w:val="00871ECB"/>
    <w:rsid w:val="00871F81"/>
    <w:rsid w:val="00871F84"/>
    <w:rsid w:val="00877993"/>
    <w:rsid w:val="00881954"/>
    <w:rsid w:val="00883059"/>
    <w:rsid w:val="00886010"/>
    <w:rsid w:val="00887FC4"/>
    <w:rsid w:val="0089343F"/>
    <w:rsid w:val="00893A02"/>
    <w:rsid w:val="0089406A"/>
    <w:rsid w:val="008A512D"/>
    <w:rsid w:val="008B39EC"/>
    <w:rsid w:val="008B7557"/>
    <w:rsid w:val="008C091D"/>
    <w:rsid w:val="008C7051"/>
    <w:rsid w:val="008D0693"/>
    <w:rsid w:val="008D2AB6"/>
    <w:rsid w:val="008E507E"/>
    <w:rsid w:val="008F180C"/>
    <w:rsid w:val="008F55C1"/>
    <w:rsid w:val="00902FD1"/>
    <w:rsid w:val="00907044"/>
    <w:rsid w:val="009103D6"/>
    <w:rsid w:val="00916DB3"/>
    <w:rsid w:val="0093205F"/>
    <w:rsid w:val="0093604B"/>
    <w:rsid w:val="00955999"/>
    <w:rsid w:val="00972DF7"/>
    <w:rsid w:val="0099587F"/>
    <w:rsid w:val="0099766E"/>
    <w:rsid w:val="00997D7D"/>
    <w:rsid w:val="009A0EC2"/>
    <w:rsid w:val="009C0F29"/>
    <w:rsid w:val="009D5C9C"/>
    <w:rsid w:val="009E0164"/>
    <w:rsid w:val="009F7636"/>
    <w:rsid w:val="00A016C3"/>
    <w:rsid w:val="00A05ED0"/>
    <w:rsid w:val="00A10631"/>
    <w:rsid w:val="00A11292"/>
    <w:rsid w:val="00A17426"/>
    <w:rsid w:val="00A17B08"/>
    <w:rsid w:val="00A4290C"/>
    <w:rsid w:val="00A43A26"/>
    <w:rsid w:val="00A479A0"/>
    <w:rsid w:val="00A531E5"/>
    <w:rsid w:val="00A6209B"/>
    <w:rsid w:val="00A62D18"/>
    <w:rsid w:val="00A80C60"/>
    <w:rsid w:val="00AA47CC"/>
    <w:rsid w:val="00AB0024"/>
    <w:rsid w:val="00AB38BC"/>
    <w:rsid w:val="00AC524D"/>
    <w:rsid w:val="00AD4B32"/>
    <w:rsid w:val="00AD4E54"/>
    <w:rsid w:val="00AD6779"/>
    <w:rsid w:val="00AE24CA"/>
    <w:rsid w:val="00AE7F17"/>
    <w:rsid w:val="00AF1BC4"/>
    <w:rsid w:val="00B059F5"/>
    <w:rsid w:val="00B15CD7"/>
    <w:rsid w:val="00B50DE7"/>
    <w:rsid w:val="00B53C74"/>
    <w:rsid w:val="00B65174"/>
    <w:rsid w:val="00B6658B"/>
    <w:rsid w:val="00B83BEE"/>
    <w:rsid w:val="00B86668"/>
    <w:rsid w:val="00B8704F"/>
    <w:rsid w:val="00B93A6F"/>
    <w:rsid w:val="00B959E7"/>
    <w:rsid w:val="00BA3C1A"/>
    <w:rsid w:val="00BA476E"/>
    <w:rsid w:val="00BB1B98"/>
    <w:rsid w:val="00BF593D"/>
    <w:rsid w:val="00C02E90"/>
    <w:rsid w:val="00C03BF6"/>
    <w:rsid w:val="00C06BAF"/>
    <w:rsid w:val="00C15131"/>
    <w:rsid w:val="00C25445"/>
    <w:rsid w:val="00C27757"/>
    <w:rsid w:val="00C33859"/>
    <w:rsid w:val="00C35138"/>
    <w:rsid w:val="00C51B00"/>
    <w:rsid w:val="00C53192"/>
    <w:rsid w:val="00C53BF6"/>
    <w:rsid w:val="00C60EDD"/>
    <w:rsid w:val="00C77A3D"/>
    <w:rsid w:val="00C77BC8"/>
    <w:rsid w:val="00C81362"/>
    <w:rsid w:val="00C97391"/>
    <w:rsid w:val="00C974F2"/>
    <w:rsid w:val="00CA5D1E"/>
    <w:rsid w:val="00CB05D4"/>
    <w:rsid w:val="00CB0D7D"/>
    <w:rsid w:val="00CB3A03"/>
    <w:rsid w:val="00CC2D2E"/>
    <w:rsid w:val="00CE268F"/>
    <w:rsid w:val="00CE38EB"/>
    <w:rsid w:val="00D236AF"/>
    <w:rsid w:val="00D252B1"/>
    <w:rsid w:val="00D31C04"/>
    <w:rsid w:val="00D35088"/>
    <w:rsid w:val="00D4536A"/>
    <w:rsid w:val="00D45515"/>
    <w:rsid w:val="00D477D5"/>
    <w:rsid w:val="00D51D4B"/>
    <w:rsid w:val="00D61384"/>
    <w:rsid w:val="00D6280C"/>
    <w:rsid w:val="00D70D4C"/>
    <w:rsid w:val="00D87CE1"/>
    <w:rsid w:val="00DA6C4D"/>
    <w:rsid w:val="00DB094C"/>
    <w:rsid w:val="00DC5C4B"/>
    <w:rsid w:val="00DD3766"/>
    <w:rsid w:val="00DD44F6"/>
    <w:rsid w:val="00DE3AF1"/>
    <w:rsid w:val="00DE7B08"/>
    <w:rsid w:val="00DF6D71"/>
    <w:rsid w:val="00DF7058"/>
    <w:rsid w:val="00E056FD"/>
    <w:rsid w:val="00E13AE7"/>
    <w:rsid w:val="00E13B89"/>
    <w:rsid w:val="00E13BAA"/>
    <w:rsid w:val="00E318CB"/>
    <w:rsid w:val="00E330D0"/>
    <w:rsid w:val="00E367CD"/>
    <w:rsid w:val="00E50B14"/>
    <w:rsid w:val="00E56000"/>
    <w:rsid w:val="00E56970"/>
    <w:rsid w:val="00E64224"/>
    <w:rsid w:val="00E71592"/>
    <w:rsid w:val="00E84FDB"/>
    <w:rsid w:val="00E91057"/>
    <w:rsid w:val="00EA6C61"/>
    <w:rsid w:val="00EB6261"/>
    <w:rsid w:val="00ED2687"/>
    <w:rsid w:val="00ED7BCA"/>
    <w:rsid w:val="00EE61C3"/>
    <w:rsid w:val="00EF1013"/>
    <w:rsid w:val="00EF1C27"/>
    <w:rsid w:val="00EF1F9F"/>
    <w:rsid w:val="00EF691F"/>
    <w:rsid w:val="00EF7520"/>
    <w:rsid w:val="00F000E1"/>
    <w:rsid w:val="00F07DC1"/>
    <w:rsid w:val="00F13A4A"/>
    <w:rsid w:val="00F16133"/>
    <w:rsid w:val="00F32A5B"/>
    <w:rsid w:val="00F332BA"/>
    <w:rsid w:val="00F332C2"/>
    <w:rsid w:val="00F37CA0"/>
    <w:rsid w:val="00F40BE6"/>
    <w:rsid w:val="00F434D5"/>
    <w:rsid w:val="00F61673"/>
    <w:rsid w:val="00F654BE"/>
    <w:rsid w:val="00F748EB"/>
    <w:rsid w:val="00F91786"/>
    <w:rsid w:val="00F939BC"/>
    <w:rsid w:val="00F95836"/>
    <w:rsid w:val="00FB289B"/>
    <w:rsid w:val="00FB3025"/>
    <w:rsid w:val="00FD535C"/>
    <w:rsid w:val="00FD7030"/>
    <w:rsid w:val="00FF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7E54BE"/>
  <w15:docId w15:val="{E879BC57-7259-4CB9-98BE-AA4EF0FBB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Standard (2016)"/>
    <w:qFormat/>
    <w:rsid w:val="00F91786"/>
    <w:pPr>
      <w:spacing w:after="240" w:line="288" w:lineRule="exact"/>
    </w:pPr>
    <w:rPr>
      <w:rFonts w:ascii="Roboto Light" w:hAnsi="Roboto Light"/>
      <w:sz w:val="18"/>
    </w:rPr>
  </w:style>
  <w:style w:type="paragraph" w:styleId="berschrift1">
    <w:name w:val="heading 1"/>
    <w:aliases w:val="Überschrift 1 (VCP)"/>
    <w:basedOn w:val="Standard"/>
    <w:next w:val="Standard"/>
    <w:link w:val="berschrift1Zchn"/>
    <w:autoRedefine/>
    <w:uiPriority w:val="9"/>
    <w:qFormat/>
    <w:rsid w:val="00251DB6"/>
    <w:pPr>
      <w:keepNext/>
      <w:keepLines/>
      <w:spacing w:before="360" w:line="480" w:lineRule="exact"/>
      <w:outlineLvl w:val="0"/>
    </w:pPr>
    <w:rPr>
      <w:rFonts w:ascii="Roboto Condensed" w:eastAsiaTheme="majorEastAsia" w:hAnsi="Roboto Condensed" w:cstheme="majorBidi"/>
      <w:b/>
      <w:color w:val="000000" w:themeColor="text1"/>
      <w:sz w:val="28"/>
      <w:szCs w:val="24"/>
    </w:rPr>
  </w:style>
  <w:style w:type="paragraph" w:styleId="berschrift2">
    <w:name w:val="heading 2"/>
    <w:aliases w:val="Überschrift 2 (VCP)"/>
    <w:basedOn w:val="Standard"/>
    <w:next w:val="Standard"/>
    <w:link w:val="berschrift2Zchn"/>
    <w:autoRedefine/>
    <w:uiPriority w:val="9"/>
    <w:unhideWhenUsed/>
    <w:qFormat/>
    <w:rsid w:val="00251DB6"/>
    <w:pPr>
      <w:keepNext/>
      <w:keepLines/>
      <w:numPr>
        <w:numId w:val="21"/>
      </w:numPr>
      <w:spacing w:before="120" w:after="0" w:line="384" w:lineRule="exact"/>
      <w:outlineLvl w:val="1"/>
    </w:pPr>
    <w:rPr>
      <w:rFonts w:ascii="Roboto Condensed" w:eastAsiaTheme="majorEastAsia" w:hAnsi="Roboto Condensed" w:cstheme="majorBidi"/>
      <w:b/>
      <w:color w:val="000000" w:themeColor="text1"/>
      <w:sz w:val="24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251DB6"/>
    <w:pPr>
      <w:keepNext/>
      <w:keepLines/>
      <w:spacing w:before="120" w:after="60"/>
      <w:outlineLvl w:val="2"/>
    </w:pPr>
    <w:rPr>
      <w:rFonts w:ascii="Roboto Condensed" w:eastAsiaTheme="majorEastAsia" w:hAnsi="Roboto Condensed" w:cstheme="majorBidi"/>
      <w:sz w:val="24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11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11292"/>
  </w:style>
  <w:style w:type="paragraph" w:styleId="Fuzeile">
    <w:name w:val="footer"/>
    <w:basedOn w:val="Standard"/>
    <w:link w:val="FuzeileZchn"/>
    <w:autoRedefine/>
    <w:uiPriority w:val="99"/>
    <w:unhideWhenUsed/>
    <w:qFormat/>
    <w:rsid w:val="001718F9"/>
    <w:pPr>
      <w:tabs>
        <w:tab w:val="center" w:pos="4536"/>
      </w:tabs>
      <w:spacing w:after="0" w:line="240" w:lineRule="exact"/>
      <w:jc w:val="right"/>
    </w:pPr>
    <w:rPr>
      <w:rFonts w:ascii="Roboto Condensed" w:hAnsi="Roboto Condensed"/>
      <w:color w:val="004287"/>
    </w:rPr>
  </w:style>
  <w:style w:type="character" w:customStyle="1" w:styleId="FuzeileZchn">
    <w:name w:val="Fußzeile Zchn"/>
    <w:basedOn w:val="Absatz-Standardschriftart"/>
    <w:link w:val="Fuzeile"/>
    <w:uiPriority w:val="99"/>
    <w:rsid w:val="001718F9"/>
    <w:rPr>
      <w:rFonts w:ascii="Roboto Condensed" w:hAnsi="Roboto Condensed"/>
      <w:color w:val="004287"/>
      <w:sz w:val="18"/>
    </w:rPr>
  </w:style>
  <w:style w:type="character" w:styleId="Platzhaltertext">
    <w:name w:val="Placeholder Text"/>
    <w:basedOn w:val="Absatz-Standardschriftart"/>
    <w:uiPriority w:val="99"/>
    <w:semiHidden/>
    <w:rsid w:val="00A11292"/>
    <w:rPr>
      <w:color w:val="808080"/>
    </w:rPr>
  </w:style>
  <w:style w:type="paragraph" w:styleId="Listenabsatz">
    <w:name w:val="List Paragraph"/>
    <w:basedOn w:val="Standard"/>
    <w:autoRedefine/>
    <w:uiPriority w:val="34"/>
    <w:qFormat/>
    <w:rsid w:val="000D2EAD"/>
    <w:pPr>
      <w:numPr>
        <w:numId w:val="16"/>
      </w:numPr>
      <w:spacing w:after="320"/>
      <w:contextualSpacing/>
    </w:pPr>
    <w:rPr>
      <w:color w:val="5CBD00"/>
    </w:rPr>
  </w:style>
  <w:style w:type="character" w:styleId="Hyperlink">
    <w:name w:val="Hyperlink"/>
    <w:basedOn w:val="Absatz-Standardschriftart"/>
    <w:uiPriority w:val="99"/>
    <w:unhideWhenUsed/>
    <w:qFormat/>
    <w:rsid w:val="00C25445"/>
    <w:rPr>
      <w:color w:val="004287"/>
      <w:u w:val="dotted"/>
    </w:rPr>
  </w:style>
  <w:style w:type="paragraph" w:styleId="Zitat">
    <w:name w:val="Quote"/>
    <w:basedOn w:val="Standard"/>
    <w:next w:val="Standard"/>
    <w:link w:val="ZitatZchn"/>
    <w:uiPriority w:val="29"/>
    <w:rsid w:val="0015786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57861"/>
    <w:rPr>
      <w:rFonts w:ascii="Roboto Light" w:hAnsi="Roboto Light"/>
      <w:i/>
      <w:iCs/>
      <w:color w:val="404040" w:themeColor="text1" w:themeTint="BF"/>
      <w:sz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E13B89"/>
    <w:rPr>
      <w:color w:val="F0535C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qFormat/>
    <w:rsid w:val="00C25445"/>
    <w:rPr>
      <w:rFonts w:ascii="Roboto Medium" w:hAnsi="Roboto Medium"/>
      <w:b w:val="0"/>
      <w:bCs w:val="0"/>
      <w:i w:val="0"/>
      <w:iCs w:val="0"/>
      <w:color w:val="004287"/>
      <w:sz w:val="15"/>
    </w:rPr>
  </w:style>
  <w:style w:type="character" w:customStyle="1" w:styleId="berschrift1Zchn">
    <w:name w:val="Überschrift 1 Zchn"/>
    <w:aliases w:val="Überschrift 1 (VCP) Zchn"/>
    <w:basedOn w:val="Absatz-Standardschriftart"/>
    <w:link w:val="berschrift1"/>
    <w:uiPriority w:val="9"/>
    <w:rsid w:val="00251DB6"/>
    <w:rPr>
      <w:rFonts w:ascii="Roboto Condensed" w:eastAsiaTheme="majorEastAsia" w:hAnsi="Roboto Condensed" w:cstheme="majorBidi"/>
      <w:b/>
      <w:color w:val="000000" w:themeColor="text1"/>
      <w:sz w:val="28"/>
      <w:szCs w:val="24"/>
    </w:rPr>
  </w:style>
  <w:style w:type="character" w:customStyle="1" w:styleId="berschrift2Zchn">
    <w:name w:val="Überschrift 2 Zchn"/>
    <w:aliases w:val="Überschrift 2 (VCP) Zchn"/>
    <w:basedOn w:val="Absatz-Standardschriftart"/>
    <w:link w:val="berschrift2"/>
    <w:uiPriority w:val="9"/>
    <w:rsid w:val="00251DB6"/>
    <w:rPr>
      <w:rFonts w:ascii="Roboto Condensed" w:eastAsiaTheme="majorEastAsia" w:hAnsi="Roboto Condensed" w:cstheme="majorBidi"/>
      <w:b/>
      <w:color w:val="000000" w:themeColor="text1"/>
      <w:sz w:val="24"/>
    </w:rPr>
  </w:style>
  <w:style w:type="paragraph" w:styleId="NurText">
    <w:name w:val="Plain Text"/>
    <w:basedOn w:val="Standard"/>
    <w:link w:val="NurTextZchn"/>
    <w:uiPriority w:val="99"/>
    <w:unhideWhenUsed/>
    <w:rsid w:val="00AE24CA"/>
    <w:pPr>
      <w:spacing w:after="0" w:line="240" w:lineRule="auto"/>
    </w:pPr>
    <w:rPr>
      <w:rFonts w:asciiTheme="minorHAnsi" w:eastAsia="Calibri" w:hAnsiTheme="minorHAnsi" w:cs="Times New Roman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AE24CA"/>
    <w:rPr>
      <w:rFonts w:eastAsia="Calibri" w:cs="Times New Roman"/>
      <w:sz w:val="18"/>
      <w:szCs w:val="2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51DB6"/>
    <w:rPr>
      <w:rFonts w:ascii="Roboto Condensed" w:eastAsiaTheme="majorEastAsia" w:hAnsi="Roboto Condensed" w:cstheme="majorBidi"/>
      <w:sz w:val="24"/>
      <w:u w:val="single"/>
    </w:rPr>
  </w:style>
  <w:style w:type="paragraph" w:customStyle="1" w:styleId="AbsenderadresseVCP">
    <w:name w:val="Absenderadresse (VCP)"/>
    <w:basedOn w:val="Standard"/>
    <w:autoRedefine/>
    <w:uiPriority w:val="2"/>
    <w:qFormat/>
    <w:rsid w:val="00C25445"/>
    <w:pPr>
      <w:spacing w:line="320" w:lineRule="exact"/>
    </w:pPr>
    <w:rPr>
      <w:color w:val="004287"/>
      <w:sz w:val="15"/>
      <w:lang w:eastAsia="de-DE"/>
    </w:rPr>
  </w:style>
  <w:style w:type="character" w:styleId="Fett">
    <w:name w:val="Strong"/>
    <w:basedOn w:val="Absatz-Standardschriftart"/>
    <w:uiPriority w:val="22"/>
    <w:qFormat/>
    <w:rsid w:val="00C25445"/>
    <w:rPr>
      <w:b/>
      <w:bCs/>
    </w:rPr>
  </w:style>
  <w:style w:type="character" w:styleId="Hervorhebung">
    <w:name w:val="Emphasis"/>
    <w:basedOn w:val="Absatz-Standardschriftart"/>
    <w:uiPriority w:val="20"/>
    <w:qFormat/>
    <w:rsid w:val="00C25445"/>
    <w:rPr>
      <w:i/>
      <w:iCs/>
    </w:rPr>
  </w:style>
  <w:style w:type="paragraph" w:customStyle="1" w:styleId="AdressfeldVCP">
    <w:name w:val="Adressfeld (VCP)"/>
    <w:basedOn w:val="Standard"/>
    <w:autoRedefine/>
    <w:qFormat/>
    <w:rsid w:val="00C25445"/>
    <w:rPr>
      <w:rFonts w:ascii="Roboto Condensed Light" w:hAnsi="Roboto Condensed Light"/>
      <w:color w:val="004287"/>
      <w:sz w:val="15"/>
      <w:szCs w:val="15"/>
    </w:rPr>
  </w:style>
  <w:style w:type="character" w:styleId="IntensiverVerweis">
    <w:name w:val="Intense Reference"/>
    <w:basedOn w:val="Absatz-Standardschriftart"/>
    <w:uiPriority w:val="32"/>
    <w:rsid w:val="00125681"/>
    <w:rPr>
      <w:b/>
      <w:bCs/>
      <w:smallCaps/>
      <w:color w:val="F0535C" w:themeColor="accent1"/>
      <w:spacing w:val="5"/>
    </w:rPr>
  </w:style>
  <w:style w:type="character" w:styleId="SchwacherVerweis">
    <w:name w:val="Subtle Reference"/>
    <w:basedOn w:val="Absatz-Standardschriftart"/>
    <w:uiPriority w:val="31"/>
    <w:qFormat/>
    <w:rsid w:val="00C25445"/>
    <w:rPr>
      <w:smallCaps/>
      <w:color w:val="5A5A5A" w:themeColor="text1" w:themeTint="A5"/>
    </w:rPr>
  </w:style>
  <w:style w:type="table" w:styleId="Tabellenraster">
    <w:name w:val="Table Grid"/>
    <w:basedOn w:val="NormaleTabelle"/>
    <w:uiPriority w:val="39"/>
    <w:rsid w:val="00433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6F3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1A65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1A65D4"/>
    <w:rPr>
      <w:rFonts w:ascii="Courier New" w:hAnsi="Courier New" w:cs="Courier New"/>
      <w:color w:val="000000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02FD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02FD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02FD1"/>
    <w:rPr>
      <w:rFonts w:ascii="Roboto Light" w:hAnsi="Roboto Light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02FD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02FD1"/>
    <w:rPr>
      <w:rFonts w:ascii="Roboto Light" w:hAnsi="Roboto Light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2FD1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02F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://www.ejwue.de/service/versicherungen" TargetMode="External"/><Relationship Id="rId3" Type="http://schemas.openxmlformats.org/officeDocument/2006/relationships/numbering" Target="numbering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javascript:linkTo_UnCryptMailto('kygjrm8tcpqgafcpsleclYchusc,bc');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ena\Documents\Pfadis\VCP-Vorlagen\Arbeitsblatt\VCP%20Vorlage%20Arbeitsblatt.dotx" TargetMode="External"/></Relationships>
</file>

<file path=word/theme/theme1.xml><?xml version="1.0" encoding="utf-8"?>
<a:theme xmlns:a="http://schemas.openxmlformats.org/drawingml/2006/main" name="Standarddesign">
  <a:themeElements>
    <a:clrScheme name="VCPP Designfarben">
      <a:dk1>
        <a:sysClr val="windowText" lastClr="000000"/>
      </a:dk1>
      <a:lt1>
        <a:sysClr val="window" lastClr="FFFFFF"/>
      </a:lt1>
      <a:dk2>
        <a:srgbClr val="004287"/>
      </a:dk2>
      <a:lt2>
        <a:srgbClr val="FFFFFF"/>
      </a:lt2>
      <a:accent1>
        <a:srgbClr val="F0535C"/>
      </a:accent1>
      <a:accent2>
        <a:srgbClr val="FFCE2A"/>
      </a:accent2>
      <a:accent3>
        <a:srgbClr val="00B9F2"/>
      </a:accent3>
      <a:accent4>
        <a:srgbClr val="C1C9C1"/>
      </a:accent4>
      <a:accent5>
        <a:srgbClr val="004287"/>
      </a:accent5>
      <a:accent6>
        <a:srgbClr val="5B3C0D"/>
      </a:accent6>
      <a:hlink>
        <a:srgbClr val="00B9F2"/>
      </a:hlink>
      <a:folHlink>
        <a:srgbClr val="F0535C"/>
      </a:folHlink>
    </a:clrScheme>
    <a:fontScheme name="VCPP Schrift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wrap="square">
        <a:spAutoFit/>
      </a:bodyPr>
      <a:lstStyle>
        <a:defPPr>
          <a:lnSpc>
            <a:spcPct val="150000"/>
          </a:lnSpc>
          <a:defRPr dirty="0" smtClean="0">
            <a:solidFill>
              <a:schemeClr val="accent1"/>
            </a:solidFill>
          </a:defRPr>
        </a:defPPr>
      </a:lstStyle>
    </a:spDef>
    <a:txDef>
      <a:spPr/>
      <a:bodyPr vert="horz" lIns="91440" tIns="45720" rIns="91440" bIns="45720" rtlCol="0" anchor="ctr">
        <a:normAutofit/>
      </a:bodyPr>
      <a:lstStyle>
        <a:defPPr>
          <a:defRPr sz="3000" i="1" dirty="0" smtClean="0">
            <a:solidFill>
              <a:schemeClr val="tx2"/>
            </a:solidFill>
            <a:latin typeface="Roboto Condensed" panose="02000000000000000000" pitchFamily="2" charset="0"/>
            <a:ea typeface="Roboto Condensed" panose="02000000000000000000" pitchFamily="2" charset="0"/>
            <a:cs typeface="Roboto Condensed" panose="02000000000000000000" pitchFamily="2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Präsentation1" id="{207CB200-ACE5-4DED-8394-D642FBCA63F3}" vid="{72D6453F-1795-4977-AB6D-E59D77AC7A6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2016-01-01T00:00:00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7606B10-AE41-4EA9-BC39-5DFD19153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VCP Vorlage Arbeitsblatt</Template>
  <TotalTime>0</TotalTime>
  <Pages>1</Pages>
  <Words>1691</Words>
  <Characters>10655</Characters>
  <Application>Microsoft Office Word</Application>
  <DocSecurity>0</DocSecurity>
  <Lines>88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Hestermann</dc:creator>
  <cp:keywords/>
  <dc:description/>
  <cp:lastModifiedBy>Schofer, Michael</cp:lastModifiedBy>
  <cp:revision>7</cp:revision>
  <cp:lastPrinted>2020-02-26T16:02:00Z</cp:lastPrinted>
  <dcterms:created xsi:type="dcterms:W3CDTF">2020-02-26T16:08:00Z</dcterms:created>
  <dcterms:modified xsi:type="dcterms:W3CDTF">2020-03-16T15:00:00Z</dcterms:modified>
</cp:coreProperties>
</file>